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82095" w14:textId="603B0092" w:rsidR="00463931" w:rsidRPr="000739D0" w:rsidRDefault="00E80D25" w:rsidP="00E92EAE">
      <w:pPr>
        <w:pStyle w:val="Bidtext"/>
        <w:ind w:left="0"/>
        <w:jc w:val="left"/>
        <w:outlineLvl w:val="0"/>
        <w:rPr>
          <w:rFonts w:cs="Arial"/>
          <w:b/>
          <w:color w:val="17365D" w:themeColor="text2" w:themeShade="BF"/>
          <w:sz w:val="40"/>
          <w:szCs w:val="40"/>
          <w:lang w:val="en-US"/>
        </w:rPr>
      </w:pPr>
      <w:r w:rsidRPr="00E80D25">
        <w:rPr>
          <w:rFonts w:cs="Arial"/>
          <w:b/>
          <w:color w:val="17365D" w:themeColor="text2" w:themeShade="BF"/>
          <w:sz w:val="40"/>
          <w:szCs w:val="40"/>
          <w:lang w:val="en-US"/>
        </w:rPr>
        <w:t>Subject Access Request Form</w:t>
      </w:r>
    </w:p>
    <w:p w14:paraId="4BA82096" w14:textId="77777777" w:rsidR="00A72770" w:rsidRPr="000739D0" w:rsidRDefault="00A72770" w:rsidP="00463931">
      <w:pPr>
        <w:pStyle w:val="Bidtext"/>
        <w:ind w:left="0"/>
        <w:outlineLvl w:val="0"/>
        <w:rPr>
          <w:rFonts w:cs="Arial"/>
          <w:szCs w:val="16"/>
          <w:lang w:val="en-US"/>
        </w:rPr>
      </w:pPr>
    </w:p>
    <w:tbl>
      <w:tblPr>
        <w:tblStyle w:val="TableGrid"/>
        <w:tblW w:w="5008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4051E7" w:rsidRPr="000739D0" w14:paraId="48A18BE6" w14:textId="77777777" w:rsidTr="00917870">
        <w:trPr>
          <w:trHeight w:val="3161"/>
        </w:trPr>
        <w:tc>
          <w:tcPr>
            <w:tcW w:w="5000" w:type="pct"/>
            <w:tcBorders>
              <w:top w:val="single" w:sz="12" w:space="0" w:color="17365D" w:themeColor="text2" w:themeShade="BF"/>
              <w:left w:val="single" w:sz="12" w:space="0" w:color="17365D" w:themeColor="text2" w:themeShade="BF"/>
              <w:bottom w:val="single" w:sz="12" w:space="0" w:color="17365D" w:themeColor="text2" w:themeShade="BF"/>
              <w:right w:val="single" w:sz="12" w:space="0" w:color="17365D" w:themeColor="text2" w:themeShade="BF"/>
            </w:tcBorders>
            <w:shd w:val="clear" w:color="auto" w:fill="F8F8F8"/>
          </w:tcPr>
          <w:p w14:paraId="24C981A1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870">
              <w:rPr>
                <w:rFonts w:ascii="Arial" w:hAnsi="Arial" w:cs="Arial"/>
                <w:b/>
                <w:bCs/>
                <w:sz w:val="16"/>
                <w:szCs w:val="16"/>
              </w:rPr>
              <w:t>Your Subject Access Rights</w:t>
            </w:r>
          </w:p>
          <w:p w14:paraId="617ECBF0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14:paraId="586296D8" w14:textId="27231263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  <w:r w:rsidRPr="00917870">
              <w:rPr>
                <w:rFonts w:ascii="Arial" w:hAnsi="Arial" w:cs="Arial"/>
                <w:sz w:val="16"/>
                <w:szCs w:val="16"/>
              </w:rPr>
              <w:t xml:space="preserve">Subject to certain exceptions, you have a right to have access to and / or correct any personal information </w:t>
            </w:r>
            <w:r w:rsidRPr="00917870">
              <w:rPr>
                <w:rFonts w:ascii="Arial" w:hAnsi="Arial" w:cs="Arial"/>
                <w:sz w:val="16"/>
                <w:szCs w:val="16"/>
              </w:rPr>
              <w:t>that Commondo</w:t>
            </w:r>
            <w:r w:rsidRPr="00917870">
              <w:rPr>
                <w:rFonts w:ascii="Arial" w:hAnsi="Arial" w:cs="Arial"/>
                <w:sz w:val="16"/>
                <w:szCs w:val="16"/>
              </w:rPr>
              <w:t xml:space="preserve"> holds about you (your ‘personal data’).</w:t>
            </w:r>
          </w:p>
          <w:p w14:paraId="5941C272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14:paraId="4ACD716C" w14:textId="17AB5EB8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  <w:r w:rsidRPr="00917870">
              <w:rPr>
                <w:rFonts w:ascii="Arial" w:hAnsi="Arial" w:cs="Arial"/>
                <w:sz w:val="16"/>
                <w:szCs w:val="16"/>
              </w:rPr>
              <w:t xml:space="preserve">If you wish to make a Subject Access Request, please complete this form carefully and follow the instructions regarding the provision of proof of identity and details of how to return the form to </w:t>
            </w:r>
            <w:r w:rsidRPr="00917870">
              <w:rPr>
                <w:rFonts w:ascii="Arial" w:hAnsi="Arial" w:cs="Arial"/>
                <w:sz w:val="16"/>
                <w:szCs w:val="16"/>
              </w:rPr>
              <w:t>Commondo</w:t>
            </w:r>
            <w:r w:rsidRPr="0091787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6850630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14:paraId="784B43FD" w14:textId="76F5448D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  <w:r w:rsidRPr="00917870">
              <w:rPr>
                <w:rFonts w:ascii="Arial" w:hAnsi="Arial" w:cs="Arial"/>
                <w:sz w:val="16"/>
                <w:szCs w:val="16"/>
              </w:rPr>
              <w:t xml:space="preserve">The purpose of this form is to ensure that all necessary information to complete your Subject Access Request is provided to </w:t>
            </w:r>
            <w:r w:rsidRPr="00917870">
              <w:rPr>
                <w:rFonts w:ascii="Arial" w:hAnsi="Arial" w:cs="Arial"/>
                <w:sz w:val="16"/>
                <w:szCs w:val="16"/>
              </w:rPr>
              <w:t>Commondo</w:t>
            </w:r>
            <w:r w:rsidRPr="00917870">
              <w:rPr>
                <w:rFonts w:ascii="Arial" w:hAnsi="Arial" w:cs="Arial"/>
                <w:sz w:val="16"/>
                <w:szCs w:val="16"/>
              </w:rPr>
              <w:t xml:space="preserve">. You are not obliged to use this form, but if you do not, please ensure that all necessary information on this form is provided to </w:t>
            </w:r>
            <w:r w:rsidRPr="00917870">
              <w:rPr>
                <w:rFonts w:ascii="Arial" w:hAnsi="Arial" w:cs="Arial"/>
                <w:sz w:val="16"/>
                <w:szCs w:val="16"/>
              </w:rPr>
              <w:t>us.</w:t>
            </w:r>
          </w:p>
          <w:p w14:paraId="7A7C37F8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</w:p>
          <w:p w14:paraId="31D93B8D" w14:textId="77777777" w:rsidR="004051E7" w:rsidRPr="00917870" w:rsidRDefault="004051E7" w:rsidP="00E80D25">
            <w:pPr>
              <w:spacing w:before="60" w:after="60"/>
              <w:ind w:left="142"/>
              <w:rPr>
                <w:rFonts w:ascii="Arial" w:hAnsi="Arial" w:cs="Arial"/>
                <w:sz w:val="16"/>
                <w:szCs w:val="16"/>
              </w:rPr>
            </w:pPr>
            <w:r w:rsidRPr="00917870">
              <w:rPr>
                <w:rFonts w:ascii="Arial" w:hAnsi="Arial" w:cs="Arial"/>
                <w:sz w:val="16"/>
                <w:szCs w:val="16"/>
              </w:rPr>
              <w:t>Commondo does not to charge for Subject Access Requests.</w:t>
            </w:r>
          </w:p>
          <w:p w14:paraId="379CDBD8" w14:textId="77777777" w:rsidR="004051E7" w:rsidRPr="00917870" w:rsidRDefault="004051E7" w:rsidP="00D133BE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  <w:p w14:paraId="16C2C238" w14:textId="2F2F43A4" w:rsidR="004051E7" w:rsidRPr="000739D0" w:rsidRDefault="004051E7" w:rsidP="00D133BE">
            <w:pPr>
              <w:spacing w:before="60" w:after="6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917870">
              <w:rPr>
                <w:rFonts w:ascii="Arial" w:hAnsi="Arial" w:cs="Arial"/>
                <w:sz w:val="16"/>
                <w:szCs w:val="16"/>
              </w:rPr>
              <w:t>The term “data subject” refers to the person about whom the information is being requested</w:t>
            </w:r>
            <w:r w:rsidR="00D133BE" w:rsidRPr="00917870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</w:tbl>
    <w:p w14:paraId="4BA820A7" w14:textId="42AF8BD6" w:rsidR="00F13CB4" w:rsidRDefault="00F13CB4" w:rsidP="00F13CB4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p w14:paraId="639457B3" w14:textId="77777777" w:rsidR="00917870" w:rsidRPr="000739D0" w:rsidRDefault="00917870" w:rsidP="00F13CB4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CF3231" w:rsidRPr="000739D0" w14:paraId="4BA820A9" w14:textId="77777777" w:rsidTr="00B257EC">
        <w:tc>
          <w:tcPr>
            <w:tcW w:w="9629" w:type="dxa"/>
            <w:tcBorders>
              <w:bottom w:val="single" w:sz="12" w:space="0" w:color="17365D" w:themeColor="text2" w:themeShade="BF"/>
            </w:tcBorders>
          </w:tcPr>
          <w:p w14:paraId="4BA820A8" w14:textId="30CA2547" w:rsidR="00CF3231" w:rsidRPr="000739D0" w:rsidRDefault="00E80D25" w:rsidP="00B257EC">
            <w:pPr>
              <w:pStyle w:val="Bidtext"/>
              <w:spacing w:after="60"/>
              <w:ind w:left="0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>Section 1 – Details of the data subject</w:t>
            </w:r>
            <w:r w:rsidRPr="000739D0">
              <w:rPr>
                <w:rFonts w:cs="Arial"/>
                <w:b/>
                <w:sz w:val="20"/>
                <w:lang w:val="en-US"/>
              </w:rPr>
              <w:t xml:space="preserve"> </w:t>
            </w:r>
          </w:p>
        </w:tc>
      </w:tr>
    </w:tbl>
    <w:p w14:paraId="4DF0A4AE" w14:textId="4008AC70" w:rsidR="00154B8C" w:rsidRDefault="00E80D25" w:rsidP="00E80D25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154B8C">
        <w:rPr>
          <w:rFonts w:cs="Arial"/>
          <w:szCs w:val="16"/>
          <w:lang w:val="en-US"/>
        </w:rPr>
        <w:t>Please fill in your details. If you are not the</w:t>
      </w:r>
      <w:r w:rsidR="00154B8C">
        <w:rPr>
          <w:rFonts w:cs="Arial"/>
          <w:szCs w:val="16"/>
          <w:lang w:val="en-US"/>
        </w:rPr>
        <w:t xml:space="preserve"> </w:t>
      </w:r>
      <w:r w:rsidRPr="00154B8C">
        <w:rPr>
          <w:rFonts w:cs="Arial"/>
          <w:szCs w:val="16"/>
          <w:lang w:val="en-US"/>
        </w:rPr>
        <w:t>data subject and you are applying on</w:t>
      </w:r>
      <w:r w:rsidR="00154B8C">
        <w:rPr>
          <w:rFonts w:cs="Arial"/>
          <w:szCs w:val="16"/>
          <w:lang w:val="en-US"/>
        </w:rPr>
        <w:t xml:space="preserve"> </w:t>
      </w:r>
      <w:r w:rsidRPr="00154B8C">
        <w:rPr>
          <w:rFonts w:cs="Arial"/>
          <w:szCs w:val="16"/>
          <w:lang w:val="en-US"/>
        </w:rPr>
        <w:t>behalf of someone else, please fill in the details of the data subject below and not your own.</w:t>
      </w:r>
      <w:r w:rsidRPr="00154B8C">
        <w:rPr>
          <w:rFonts w:cs="Arial"/>
          <w:szCs w:val="16"/>
          <w:lang w:val="en-US"/>
        </w:rPr>
        <w:t xml:space="preserve"> </w:t>
      </w:r>
      <w:r w:rsidR="00D133BE">
        <w:rPr>
          <w:rFonts w:cs="Arial"/>
          <w:szCs w:val="16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4"/>
      </w:tblGrid>
      <w:tr w:rsidR="004051E7" w:rsidRPr="00695B04" w14:paraId="6BFE24F9" w14:textId="77777777" w:rsidTr="004051E7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016F7A0" w14:textId="56657117" w:rsidR="004051E7" w:rsidRPr="00695B04" w:rsidRDefault="004051E7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Title</w:t>
            </w:r>
            <w:r w:rsidRPr="00695B04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tc>
          <w:tcPr>
            <w:tcW w:w="8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D3E8" w14:textId="612362D4" w:rsidR="004051E7" w:rsidRPr="00695B04" w:rsidRDefault="004051E7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 w:rsidRPr="00695B04">
              <w:rPr>
                <w:rFonts w:cs="Arial"/>
                <w:sz w:val="20"/>
                <w:lang w:val="en-US"/>
              </w:rPr>
              <w:t xml:space="preserve">Mr. </w:t>
            </w:r>
            <w:sdt>
              <w:sdtPr>
                <w:rPr>
                  <w:rFonts w:cs="Arial"/>
                  <w:sz w:val="20"/>
                  <w:lang w:val="en-US"/>
                </w:rPr>
                <w:id w:val="-108113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Mrs. </w:t>
            </w:r>
            <w:sdt>
              <w:sdtPr>
                <w:rPr>
                  <w:rFonts w:cs="Arial"/>
                  <w:sz w:val="20"/>
                  <w:lang w:val="en-US"/>
                </w:rPr>
                <w:id w:val="1346669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 Ms. </w:t>
            </w:r>
            <w:sdt>
              <w:sdtPr>
                <w:rPr>
                  <w:rFonts w:cs="Arial"/>
                  <w:sz w:val="20"/>
                  <w:lang w:val="en-US"/>
                </w:rPr>
                <w:id w:val="-214711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Miss </w:t>
            </w:r>
            <w:sdt>
              <w:sdtPr>
                <w:rPr>
                  <w:rFonts w:cs="Arial"/>
                  <w:sz w:val="20"/>
                  <w:lang w:val="en-US"/>
                </w:rPr>
                <w:id w:val="1009711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  Other:    </w:t>
            </w:r>
            <w:sdt>
              <w:sdtPr>
                <w:rPr>
                  <w:rFonts w:cs="Arial"/>
                  <w:sz w:val="20"/>
                  <w:lang w:val="en-US"/>
                </w:rPr>
                <w:id w:val="-1189601157"/>
                <w:placeholder>
                  <w:docPart w:val="44F0ECE4C58B47C297373E0D42C5CB2F"/>
                </w:placeholder>
                <w:text/>
              </w:sdtPr>
              <w:sdtContent>
                <w:r w:rsidR="00695B04"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sdtContent>
            </w:sdt>
          </w:p>
        </w:tc>
      </w:tr>
      <w:tr w:rsidR="00154B8C" w:rsidRPr="00695B04" w14:paraId="0141DE85" w14:textId="77777777" w:rsidTr="004051E7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FDD5F6C" w14:textId="70F8F344" w:rsidR="00154B8C" w:rsidRPr="00695B04" w:rsidRDefault="00154B8C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Surname</w:t>
            </w:r>
          </w:p>
        </w:tc>
        <w:sdt>
          <w:sdtPr>
            <w:rPr>
              <w:rFonts w:cs="Arial"/>
              <w:sz w:val="20"/>
              <w:lang w:val="en-US"/>
            </w:rPr>
            <w:id w:val="845291647"/>
            <w:placeholder>
              <w:docPart w:val="FE29A942FBBD4232BAFDC247FCB5692A"/>
            </w:placeholder>
            <w:showingPlcHdr/>
            <w:text/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3AA2591F" w14:textId="538FE857" w:rsidR="00154B8C" w:rsidRPr="00695B04" w:rsidRDefault="009C078C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Style w:val="PlaceholderText"/>
                    <w:rFonts w:cs="Arial"/>
                    <w:sz w:val="20"/>
                  </w:rPr>
                  <w:t>Click or tap here to enter text.</w:t>
                </w:r>
              </w:p>
            </w:tc>
          </w:sdtContent>
        </w:sdt>
      </w:tr>
      <w:tr w:rsidR="00154B8C" w:rsidRPr="00695B04" w14:paraId="1E0847C2" w14:textId="77777777" w:rsidTr="004051E7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7024924" w14:textId="18FE085E" w:rsidR="00154B8C" w:rsidRPr="00695B04" w:rsidRDefault="00154B8C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First name(s)</w:t>
            </w:r>
          </w:p>
        </w:tc>
        <w:sdt>
          <w:sdtPr>
            <w:rPr>
              <w:rFonts w:cs="Arial"/>
              <w:sz w:val="20"/>
              <w:lang w:val="en-US"/>
            </w:rPr>
            <w:id w:val="-1278874440"/>
            <w:placeholder>
              <w:docPart w:val="A25BD73CB7994EBCA3BB9329D70FC141"/>
            </w:placeholder>
            <w:showingPlcHdr/>
            <w:text/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0DBCC618" w14:textId="5C111276" w:rsidR="00154B8C" w:rsidRPr="00695B04" w:rsidRDefault="009C078C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Style w:val="PlaceholderText"/>
                    <w:rFonts w:cs="Arial"/>
                  </w:rPr>
                  <w:t>Click or tap here to enter text.</w:t>
                </w:r>
              </w:p>
            </w:tc>
          </w:sdtContent>
        </w:sdt>
      </w:tr>
      <w:tr w:rsidR="00154B8C" w:rsidRPr="00695B04" w14:paraId="7DF82346" w14:textId="77777777" w:rsidTr="004051E7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EB5AA6E" w14:textId="226288FA" w:rsidR="00154B8C" w:rsidRPr="00695B04" w:rsidRDefault="00154B8C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Date of Birth</w:t>
            </w:r>
          </w:p>
        </w:tc>
        <w:sdt>
          <w:sdtPr>
            <w:rPr>
              <w:rFonts w:cs="Arial"/>
              <w:sz w:val="20"/>
              <w:lang w:val="en-US"/>
            </w:rPr>
            <w:id w:val="-1911223744"/>
            <w:placeholder>
              <w:docPart w:val="DefaultPlaceholder_-1854013437"/>
            </w:placeholder>
            <w:date w:fullDate="1980-01-01T00:00:00Z"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5A580657" w14:textId="675A5F93" w:rsidR="00154B8C" w:rsidRPr="00695B04" w:rsidRDefault="0019292C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hr-HR"/>
                  </w:rPr>
                  <w:t>1.1.1980.</w:t>
                </w:r>
              </w:p>
            </w:tc>
          </w:sdtContent>
        </w:sdt>
      </w:tr>
      <w:tr w:rsidR="00154B8C" w:rsidRPr="00695B04" w14:paraId="638F3315" w14:textId="77777777" w:rsidTr="004051E7">
        <w:trPr>
          <w:trHeight w:val="81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36E354F" w14:textId="3045E07A" w:rsidR="00154B8C" w:rsidRPr="00695B04" w:rsidRDefault="00154B8C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Address</w:t>
            </w:r>
          </w:p>
        </w:tc>
        <w:sdt>
          <w:sdtPr>
            <w:rPr>
              <w:rFonts w:cs="Arial"/>
              <w:sz w:val="20"/>
              <w:lang w:val="en-US"/>
            </w:rPr>
            <w:id w:val="-188211791"/>
            <w:placeholder>
              <w:docPart w:val="14C99204FEE747A7B415ABA0E6F43C78"/>
            </w:placeholder>
            <w:showingPlcHdr/>
            <w:text w:multiLine="1"/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25FFDB5D" w14:textId="26F639E6" w:rsidR="00154B8C" w:rsidRPr="00695B04" w:rsidRDefault="009C078C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Style w:val="PlaceholderText"/>
                    <w:rFonts w:cs="Arial"/>
                  </w:rPr>
                  <w:t>Click or tap here to enter text.</w:t>
                </w:r>
              </w:p>
            </w:tc>
          </w:sdtContent>
        </w:sdt>
      </w:tr>
      <w:tr w:rsidR="00D133BE" w:rsidRPr="00695B04" w14:paraId="0C510292" w14:textId="77777777" w:rsidTr="00D133BE">
        <w:trPr>
          <w:trHeight w:val="7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1E95A93" w14:textId="7E6EDB3C" w:rsidR="00D133BE" w:rsidRPr="00695B04" w:rsidRDefault="00D133BE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Phone Nr.</w:t>
            </w:r>
          </w:p>
        </w:tc>
        <w:sdt>
          <w:sdtPr>
            <w:rPr>
              <w:rFonts w:cs="Arial"/>
              <w:sz w:val="20"/>
              <w:lang w:val="en-US"/>
            </w:rPr>
            <w:id w:val="-130016203"/>
            <w:placeholder>
              <w:docPart w:val="82BD44A51C7342ABB1669DA7456BE3F6"/>
            </w:placeholder>
            <w:showingPlcHdr/>
            <w:text/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70446E86" w14:textId="469CA19D" w:rsidR="00D133BE" w:rsidRPr="00695B04" w:rsidRDefault="00D133BE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Style w:val="PlaceholderText"/>
                    <w:rFonts w:cs="Arial"/>
                  </w:rPr>
                  <w:t>Click or tap here to enter text.</w:t>
                </w:r>
              </w:p>
            </w:tc>
          </w:sdtContent>
        </w:sdt>
      </w:tr>
      <w:tr w:rsidR="00D133BE" w:rsidRPr="00695B04" w14:paraId="51BCDED8" w14:textId="77777777" w:rsidTr="00D133BE">
        <w:trPr>
          <w:trHeight w:val="7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F005B13" w14:textId="63B9009C" w:rsidR="00D133BE" w:rsidRPr="00695B04" w:rsidRDefault="00D133BE" w:rsidP="00154B8C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Email:</w:t>
            </w:r>
          </w:p>
        </w:tc>
        <w:sdt>
          <w:sdtPr>
            <w:rPr>
              <w:rFonts w:cs="Arial"/>
              <w:sz w:val="20"/>
              <w:lang w:val="en-US"/>
            </w:rPr>
            <w:id w:val="436110305"/>
            <w:placeholder>
              <w:docPart w:val="609D6D5406C04F8D9EA737CCAFBF83CC"/>
            </w:placeholder>
            <w:showingPlcHdr/>
            <w:text/>
          </w:sdtPr>
          <w:sdtContent>
            <w:tc>
              <w:tcPr>
                <w:tcW w:w="8074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3BB2B454" w14:textId="4CF4375D" w:rsidR="00D133BE" w:rsidRPr="00695B04" w:rsidRDefault="00D133BE" w:rsidP="00154B8C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Style w:val="PlaceholderText"/>
                    <w:rFonts w:cs="Arial"/>
                  </w:rPr>
                  <w:t>Click or tap here to enter text.</w:t>
                </w:r>
              </w:p>
            </w:tc>
          </w:sdtContent>
        </w:sdt>
      </w:tr>
    </w:tbl>
    <w:p w14:paraId="3F4F21EC" w14:textId="1240CF6A" w:rsidR="00E62BF7" w:rsidRDefault="00E62BF7" w:rsidP="00E80D25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p w14:paraId="5B61BEA4" w14:textId="77777777" w:rsidR="00823435" w:rsidRDefault="00823435" w:rsidP="00E80D25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62BF7" w:rsidRPr="000739D0" w14:paraId="4BF6FCE8" w14:textId="77777777" w:rsidTr="003832D4">
        <w:tc>
          <w:tcPr>
            <w:tcW w:w="9629" w:type="dxa"/>
            <w:tcBorders>
              <w:bottom w:val="single" w:sz="12" w:space="0" w:color="17365D" w:themeColor="text2" w:themeShade="BF"/>
            </w:tcBorders>
          </w:tcPr>
          <w:p w14:paraId="43EF3CA9" w14:textId="03C12C44" w:rsidR="00E62BF7" w:rsidRPr="000739D0" w:rsidRDefault="00E62BF7" w:rsidP="003832D4">
            <w:pPr>
              <w:pStyle w:val="Bidtext"/>
              <w:spacing w:after="60"/>
              <w:ind w:left="0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Section </w:t>
            </w:r>
            <w:r>
              <w:rPr>
                <w:rFonts w:cs="Arial"/>
                <w:b/>
                <w:sz w:val="20"/>
                <w:lang w:val="en-US"/>
              </w:rPr>
              <w:t>2</w:t>
            </w:r>
            <w:r>
              <w:rPr>
                <w:rFonts w:cs="Arial"/>
                <w:b/>
                <w:sz w:val="20"/>
                <w:lang w:val="en-US"/>
              </w:rPr>
              <w:t xml:space="preserve"> – </w:t>
            </w:r>
            <w:r w:rsidR="003828DB">
              <w:rPr>
                <w:rFonts w:cs="Arial"/>
                <w:b/>
                <w:sz w:val="20"/>
                <w:lang w:val="en-US"/>
              </w:rPr>
              <w:t>Proof of Identity</w:t>
            </w:r>
            <w:r w:rsidRPr="000739D0">
              <w:rPr>
                <w:rFonts w:cs="Arial"/>
                <w:b/>
                <w:sz w:val="20"/>
                <w:lang w:val="en-US"/>
              </w:rPr>
              <w:t xml:space="preserve"> </w:t>
            </w:r>
          </w:p>
        </w:tc>
      </w:tr>
    </w:tbl>
    <w:p w14:paraId="5D511E21" w14:textId="3DB12F29" w:rsidR="00E62BF7" w:rsidRDefault="003828DB" w:rsidP="003828DB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3828DB">
        <w:rPr>
          <w:rFonts w:cs="Arial"/>
          <w:szCs w:val="16"/>
          <w:lang w:val="en-US"/>
        </w:rPr>
        <w:t>In order to prove the data subject’s identity, we need to see copies of two pieces of identification</w:t>
      </w:r>
      <w:r>
        <w:rPr>
          <w:rFonts w:cs="Arial"/>
          <w:szCs w:val="16"/>
          <w:lang w:val="en-US"/>
        </w:rPr>
        <w:t xml:space="preserve"> listed below. </w:t>
      </w:r>
      <w:r w:rsidRPr="003828DB">
        <w:rPr>
          <w:rFonts w:cs="Arial"/>
          <w:szCs w:val="16"/>
          <w:lang w:val="en-US"/>
        </w:rPr>
        <w:t>Please indicate which ones you are supplying. Please do not send originals.</w:t>
      </w:r>
      <w:r>
        <w:rPr>
          <w:rFonts w:cs="Arial"/>
          <w:szCs w:val="16"/>
          <w:lang w:val="en-US"/>
        </w:rPr>
        <w:t xml:space="preserve"> </w:t>
      </w:r>
      <w:r w:rsidRPr="003828DB">
        <w:rPr>
          <w:rFonts w:cs="Arial"/>
          <w:szCs w:val="16"/>
          <w:lang w:val="en-US"/>
        </w:rPr>
        <w:t>In addition, if you are acting on the data subject’s behalf, we also need to see evidence of your identity. Please send us two pieces of identification</w:t>
      </w:r>
      <w:r>
        <w:rPr>
          <w:rFonts w:cs="Arial"/>
          <w:szCs w:val="16"/>
          <w:lang w:val="en-US"/>
        </w:rPr>
        <w:t xml:space="preserve"> listed below:</w:t>
      </w:r>
      <w:r w:rsidR="00E62BF7" w:rsidRPr="00154B8C">
        <w:rPr>
          <w:rFonts w:cs="Arial"/>
          <w:szCs w:val="16"/>
          <w:lang w:val="en-US"/>
        </w:rPr>
        <w:t xml:space="preserve"> </w:t>
      </w:r>
      <w:r w:rsidR="00E62BF7">
        <w:rPr>
          <w:rFonts w:cs="Arial"/>
          <w:szCs w:val="16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933"/>
      </w:tblGrid>
      <w:tr w:rsidR="00E62BF7" w:rsidRPr="002D405D" w14:paraId="2D8625C4" w14:textId="77777777" w:rsidTr="003828DB"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BFDCDA1" w14:textId="7E6B3F04" w:rsidR="00E62BF7" w:rsidRPr="009C078C" w:rsidRDefault="003828DB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Data subject identity</w:t>
            </w:r>
            <w:r w:rsidR="00E62BF7"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tc>
          <w:tcPr>
            <w:tcW w:w="7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653B6" w14:textId="6E977758" w:rsidR="00E62BF7" w:rsidRPr="009C078C" w:rsidRDefault="003828DB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Passport</w:t>
            </w:r>
            <w:r w:rsidR="00E62BF7" w:rsidRPr="009C078C">
              <w:rPr>
                <w:rFonts w:cs="Arial"/>
                <w:sz w:val="20"/>
                <w:lang w:val="en-US"/>
              </w:rPr>
              <w:t xml:space="preserve"> </w:t>
            </w:r>
            <w:sdt>
              <w:sdtPr>
                <w:rPr>
                  <w:rFonts w:cs="Arial"/>
                  <w:sz w:val="20"/>
                  <w:lang w:val="en-US"/>
                </w:rPr>
                <w:id w:val="-96873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2BF7"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 w:rsidR="00E62BF7" w:rsidRPr="009C078C">
              <w:rPr>
                <w:rFonts w:cs="Arial"/>
                <w:sz w:val="20"/>
                <w:lang w:val="en-US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   </w:t>
            </w:r>
            <w:r w:rsidR="00E62BF7" w:rsidRPr="009C078C">
              <w:rPr>
                <w:rFonts w:cs="Arial"/>
                <w:sz w:val="20"/>
                <w:lang w:val="en-US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ID card </w:t>
            </w:r>
            <w:sdt>
              <w:sdtPr>
                <w:rPr>
                  <w:rFonts w:cs="Arial"/>
                  <w:sz w:val="20"/>
                  <w:lang w:val="en-US"/>
                </w:rPr>
                <w:id w:val="-139380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2BF7"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 w:rsidR="00E62BF7" w:rsidRPr="009C078C">
              <w:rPr>
                <w:rFonts w:cs="Arial"/>
                <w:sz w:val="20"/>
                <w:lang w:val="en-US"/>
              </w:rPr>
              <w:t xml:space="preserve">   </w:t>
            </w:r>
            <w:r>
              <w:rPr>
                <w:rFonts w:cs="Arial"/>
                <w:sz w:val="20"/>
                <w:lang w:val="en-US"/>
              </w:rPr>
              <w:t xml:space="preserve">  </w:t>
            </w:r>
            <w:r>
              <w:rPr>
                <w:rFonts w:cs="Arial"/>
                <w:sz w:val="20"/>
                <w:lang w:val="en-US"/>
              </w:rPr>
              <w:t xml:space="preserve">Driving </w:t>
            </w:r>
            <w:r>
              <w:rPr>
                <w:rFonts w:cs="Arial"/>
                <w:sz w:val="20"/>
                <w:lang w:val="en-US"/>
              </w:rPr>
              <w:t xml:space="preserve">license </w:t>
            </w:r>
            <w:sdt>
              <w:sdtPr>
                <w:rPr>
                  <w:rFonts w:cs="Arial"/>
                  <w:sz w:val="20"/>
                  <w:lang w:val="en-US"/>
                </w:rPr>
                <w:id w:val="-9317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2BF7"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sz w:val="20"/>
                <w:lang w:val="en-US"/>
              </w:rPr>
              <w:t xml:space="preserve">    </w:t>
            </w:r>
            <w:r w:rsidR="00E62BF7" w:rsidRPr="009C078C">
              <w:rPr>
                <w:rFonts w:cs="Arial"/>
                <w:sz w:val="20"/>
                <w:lang w:val="en-US"/>
              </w:rPr>
              <w:t xml:space="preserve">Other:    </w:t>
            </w:r>
            <w:sdt>
              <w:sdtPr>
                <w:rPr>
                  <w:rFonts w:cs="Arial"/>
                  <w:sz w:val="20"/>
                  <w:lang w:val="en-US"/>
                </w:rPr>
                <w:id w:val="630828773"/>
                <w:placeholder>
                  <w:docPart w:val="959985BD333D447D9351B59C5D91A8BB"/>
                </w:placeholder>
                <w:showingPlcHdr/>
                <w:text/>
              </w:sdtPr>
              <w:sdtContent>
                <w:r w:rsidR="00E62BF7" w:rsidRPr="002D405D">
                  <w:rPr>
                    <w:rStyle w:val="PlaceholderText"/>
                    <w:sz w:val="20"/>
                  </w:rPr>
                  <w:t>Click or tap here to enter text.</w:t>
                </w:r>
              </w:sdtContent>
            </w:sdt>
          </w:p>
        </w:tc>
      </w:tr>
      <w:tr w:rsidR="003828DB" w:rsidRPr="002D405D" w14:paraId="641C3C8F" w14:textId="77777777" w:rsidTr="003828DB"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E638FF8" w14:textId="5A98D79F" w:rsidR="003828DB" w:rsidRPr="009C078C" w:rsidRDefault="003828DB" w:rsidP="003828DB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Requester</w:t>
            </w:r>
            <w:r>
              <w:rPr>
                <w:rFonts w:cs="Arial"/>
                <w:b/>
                <w:bCs/>
                <w:sz w:val="20"/>
                <w:lang w:val="en-US"/>
              </w:rPr>
              <w:t xml:space="preserve"> subject identity</w:t>
            </w:r>
            <w:r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tc>
          <w:tcPr>
            <w:tcW w:w="7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E6AD" w14:textId="7E0604FA" w:rsidR="003828DB" w:rsidRPr="009C078C" w:rsidRDefault="003828DB" w:rsidP="003828DB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Passport</w:t>
            </w:r>
            <w:r w:rsidRPr="009C078C">
              <w:rPr>
                <w:rFonts w:cs="Arial"/>
                <w:sz w:val="20"/>
                <w:lang w:val="en-US"/>
              </w:rPr>
              <w:t xml:space="preserve"> </w:t>
            </w:r>
            <w:sdt>
              <w:sdtPr>
                <w:rPr>
                  <w:rFonts w:cs="Arial"/>
                  <w:sz w:val="20"/>
                  <w:lang w:val="en-US"/>
                </w:rPr>
                <w:id w:val="115241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 w:rsidRPr="009C078C">
              <w:rPr>
                <w:rFonts w:cs="Arial"/>
                <w:sz w:val="20"/>
                <w:lang w:val="en-US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   </w:t>
            </w:r>
            <w:r w:rsidRPr="009C078C">
              <w:rPr>
                <w:rFonts w:cs="Arial"/>
                <w:sz w:val="20"/>
                <w:lang w:val="en-US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 xml:space="preserve">ID card </w:t>
            </w:r>
            <w:sdt>
              <w:sdtPr>
                <w:rPr>
                  <w:rFonts w:cs="Arial"/>
                  <w:sz w:val="20"/>
                  <w:lang w:val="en-US"/>
                </w:rPr>
                <w:id w:val="-104290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 w:rsidRPr="009C078C">
              <w:rPr>
                <w:rFonts w:cs="Arial"/>
                <w:sz w:val="20"/>
                <w:lang w:val="en-US"/>
              </w:rPr>
              <w:t xml:space="preserve">   </w:t>
            </w:r>
            <w:r>
              <w:rPr>
                <w:rFonts w:cs="Arial"/>
                <w:sz w:val="20"/>
                <w:lang w:val="en-US"/>
              </w:rPr>
              <w:t xml:space="preserve">  Driving </w:t>
            </w:r>
            <w:r>
              <w:rPr>
                <w:rFonts w:cs="Arial"/>
                <w:sz w:val="20"/>
                <w:lang w:val="en-US"/>
              </w:rPr>
              <w:t>license</w:t>
            </w:r>
            <w:r>
              <w:rPr>
                <w:rFonts w:cs="Arial"/>
                <w:sz w:val="20"/>
                <w:lang w:val="en-US"/>
              </w:rPr>
              <w:t xml:space="preserve"> </w:t>
            </w:r>
            <w:sdt>
              <w:sdtPr>
                <w:rPr>
                  <w:rFonts w:cs="Arial"/>
                  <w:sz w:val="20"/>
                  <w:lang w:val="en-US"/>
                </w:rPr>
                <w:id w:val="23182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078C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sz w:val="20"/>
                <w:lang w:val="en-US"/>
              </w:rPr>
              <w:t xml:space="preserve">    </w:t>
            </w:r>
            <w:r w:rsidRPr="009C078C">
              <w:rPr>
                <w:rFonts w:cs="Arial"/>
                <w:sz w:val="20"/>
                <w:lang w:val="en-US"/>
              </w:rPr>
              <w:t xml:space="preserve">Other:    </w:t>
            </w:r>
            <w:sdt>
              <w:sdtPr>
                <w:rPr>
                  <w:rFonts w:cs="Arial"/>
                  <w:sz w:val="20"/>
                  <w:lang w:val="en-US"/>
                </w:rPr>
                <w:id w:val="-523255496"/>
                <w:placeholder>
                  <w:docPart w:val="31E0035E6CAE490082ACF6D5CE99D1DC"/>
                </w:placeholder>
                <w:showingPlcHdr/>
                <w:text/>
              </w:sdtPr>
              <w:sdtContent>
                <w:r w:rsidRPr="002D405D">
                  <w:rPr>
                    <w:rStyle w:val="PlaceholderText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0095A39D" w14:textId="629A0D32" w:rsidR="003828DB" w:rsidRDefault="003828DB" w:rsidP="003828DB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E62BF7">
        <w:rPr>
          <w:rFonts w:cs="Arial"/>
          <w:szCs w:val="16"/>
          <w:lang w:val="en-US"/>
        </w:rPr>
        <w:t xml:space="preserve">If you are the data subject, please go to Section </w:t>
      </w:r>
      <w:r>
        <w:rPr>
          <w:rFonts w:cs="Arial"/>
          <w:szCs w:val="16"/>
          <w:lang w:val="en-US"/>
        </w:rPr>
        <w:t>4</w:t>
      </w:r>
    </w:p>
    <w:p w14:paraId="3A580D42" w14:textId="77777777" w:rsidR="00E62BF7" w:rsidRPr="00154B8C" w:rsidRDefault="00E62BF7" w:rsidP="00E62BF7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p w14:paraId="5F015D57" w14:textId="77777777" w:rsidR="00E62BF7" w:rsidRPr="000739D0" w:rsidRDefault="00E62BF7" w:rsidP="00E62BF7">
      <w:pPr>
        <w:pStyle w:val="Bidtext"/>
        <w:spacing w:before="120" w:after="0"/>
        <w:ind w:left="0"/>
        <w:jc w:val="left"/>
        <w:rPr>
          <w:rFonts w:cs="Arial"/>
          <w:szCs w:val="16"/>
          <w:vertAlign w:val="subscript"/>
          <w:lang w:val="en-US"/>
        </w:rPr>
      </w:pPr>
    </w:p>
    <w:p w14:paraId="3F6221AC" w14:textId="77777777" w:rsidR="00F71E8D" w:rsidRDefault="00F71E8D" w:rsidP="00F71E8D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71E8D" w:rsidRPr="000739D0" w14:paraId="0719C40C" w14:textId="77777777" w:rsidTr="003832D4">
        <w:tc>
          <w:tcPr>
            <w:tcW w:w="9629" w:type="dxa"/>
            <w:tcBorders>
              <w:bottom w:val="single" w:sz="12" w:space="0" w:color="17365D" w:themeColor="text2" w:themeShade="BF"/>
            </w:tcBorders>
          </w:tcPr>
          <w:p w14:paraId="32B28EB7" w14:textId="1C6868B6" w:rsidR="00F71E8D" w:rsidRPr="000739D0" w:rsidRDefault="00F71E8D" w:rsidP="003832D4">
            <w:pPr>
              <w:pStyle w:val="Bidtext"/>
              <w:spacing w:after="60"/>
              <w:ind w:left="0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lastRenderedPageBreak/>
              <w:t xml:space="preserve">Section </w:t>
            </w:r>
            <w:r w:rsidR="003828DB">
              <w:rPr>
                <w:rFonts w:cs="Arial"/>
                <w:b/>
                <w:sz w:val="20"/>
                <w:lang w:val="en-US"/>
              </w:rPr>
              <w:t>3</w:t>
            </w:r>
            <w:r>
              <w:rPr>
                <w:rFonts w:cs="Arial"/>
                <w:b/>
                <w:sz w:val="20"/>
                <w:lang w:val="en-US"/>
              </w:rPr>
              <w:t xml:space="preserve"> – </w:t>
            </w:r>
            <w:r w:rsidRPr="00E62BF7">
              <w:rPr>
                <w:rFonts w:cs="Arial"/>
                <w:b/>
                <w:sz w:val="20"/>
                <w:lang w:val="en-US"/>
              </w:rPr>
              <w:t>Details of the person requesting the information</w:t>
            </w:r>
            <w:r w:rsidRPr="000739D0">
              <w:rPr>
                <w:rFonts w:cs="Arial"/>
                <w:b/>
                <w:sz w:val="20"/>
                <w:lang w:val="en-US"/>
              </w:rPr>
              <w:t xml:space="preserve"> </w:t>
            </w:r>
          </w:p>
        </w:tc>
      </w:tr>
    </w:tbl>
    <w:p w14:paraId="0282B15E" w14:textId="77777777" w:rsidR="00F71E8D" w:rsidRDefault="00F71E8D" w:rsidP="00F71E8D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154B8C">
        <w:rPr>
          <w:rFonts w:cs="Arial"/>
          <w:szCs w:val="16"/>
          <w:lang w:val="en-US"/>
        </w:rPr>
        <w:t>Please fill in your details</w:t>
      </w:r>
      <w:r>
        <w:rPr>
          <w:rFonts w:cs="Arial"/>
          <w:szCs w:val="16"/>
          <w:lang w:val="en-US"/>
        </w:rPr>
        <w:t xml:space="preserve"> (if different to Section 1)</w:t>
      </w:r>
      <w:r w:rsidRPr="00154B8C">
        <w:rPr>
          <w:rFonts w:cs="Arial"/>
          <w:szCs w:val="16"/>
          <w:lang w:val="en-US"/>
        </w:rPr>
        <w:t xml:space="preserve">. </w:t>
      </w:r>
      <w:r>
        <w:rPr>
          <w:rFonts w:cs="Arial"/>
          <w:szCs w:val="16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6515"/>
      </w:tblGrid>
      <w:tr w:rsidR="00F71E8D" w:rsidRPr="00695B04" w14:paraId="53C5AF2A" w14:textId="77777777" w:rsidTr="003832D4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ADB0EAE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Title</w:t>
            </w:r>
            <w:r w:rsidRPr="00695B04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tc>
          <w:tcPr>
            <w:tcW w:w="80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F1781" w14:textId="011AF9B1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 w:rsidRPr="00695B04">
              <w:rPr>
                <w:rFonts w:cs="Arial"/>
                <w:sz w:val="20"/>
                <w:lang w:val="en-US"/>
              </w:rPr>
              <w:t xml:space="preserve">Mr. </w:t>
            </w:r>
            <w:sdt>
              <w:sdtPr>
                <w:rPr>
                  <w:rFonts w:cs="Arial"/>
                  <w:sz w:val="20"/>
                  <w:lang w:val="en-US"/>
                </w:rPr>
                <w:id w:val="2069066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Mrs. </w:t>
            </w:r>
            <w:sdt>
              <w:sdtPr>
                <w:rPr>
                  <w:rFonts w:cs="Arial"/>
                  <w:sz w:val="20"/>
                  <w:lang w:val="en-US"/>
                </w:rPr>
                <w:id w:val="67507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 Ms. </w:t>
            </w:r>
            <w:sdt>
              <w:sdtPr>
                <w:rPr>
                  <w:rFonts w:cs="Arial"/>
                  <w:sz w:val="20"/>
                  <w:lang w:val="en-US"/>
                </w:rPr>
                <w:id w:val="-60711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Miss </w:t>
            </w:r>
            <w:sdt>
              <w:sdtPr>
                <w:rPr>
                  <w:rFonts w:cs="Arial"/>
                  <w:sz w:val="20"/>
                  <w:lang w:val="en-US"/>
                </w:rPr>
                <w:id w:val="-1549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5B04">
                  <w:rPr>
                    <w:rFonts w:ascii="Segoe UI Symbol" w:eastAsia="MS Gothic" w:hAnsi="Segoe UI Symbol" w:cs="Segoe UI Symbol"/>
                    <w:sz w:val="20"/>
                    <w:lang w:val="en-US"/>
                  </w:rPr>
                  <w:t>☐</w:t>
                </w:r>
              </w:sdtContent>
            </w:sdt>
            <w:r w:rsidRPr="00695B04">
              <w:rPr>
                <w:rFonts w:cs="Arial"/>
                <w:sz w:val="20"/>
                <w:lang w:val="en-US"/>
              </w:rPr>
              <w:t xml:space="preserve">          Other:    </w:t>
            </w:r>
            <w:sdt>
              <w:sdtPr>
                <w:rPr>
                  <w:rFonts w:cs="Arial"/>
                  <w:sz w:val="20"/>
                  <w:lang w:val="en-US"/>
                </w:rPr>
                <w:id w:val="1166130224"/>
                <w:placeholder>
                  <w:docPart w:val="9BEC13E205584EBDA8FA30C461318C2F"/>
                </w:placeholder>
                <w:text/>
              </w:sdtPr>
              <w:sdtContent>
                <w:r w:rsidR="00695B04"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sdtContent>
            </w:sdt>
          </w:p>
        </w:tc>
      </w:tr>
      <w:tr w:rsidR="00F71E8D" w:rsidRPr="00695B04" w14:paraId="1B4C9B64" w14:textId="77777777" w:rsidTr="003832D4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1DDCF79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Surname</w:t>
            </w:r>
          </w:p>
        </w:tc>
        <w:sdt>
          <w:sdtPr>
            <w:rPr>
              <w:rFonts w:cs="Arial"/>
              <w:sz w:val="20"/>
              <w:lang w:val="en-US"/>
            </w:rPr>
            <w:id w:val="-540821366"/>
            <w:placeholder>
              <w:docPart w:val="C8B6731BF90240DCB93FCBF683335FB5"/>
            </w:placeholder>
            <w:text/>
          </w:sdtPr>
          <w:sdtContent>
            <w:tc>
              <w:tcPr>
                <w:tcW w:w="807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156D4068" w14:textId="61367670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F71E8D" w:rsidRPr="00695B04" w14:paraId="01714AF6" w14:textId="77777777" w:rsidTr="003832D4"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4F21B5A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First name(s)</w:t>
            </w:r>
          </w:p>
        </w:tc>
        <w:sdt>
          <w:sdtPr>
            <w:rPr>
              <w:rFonts w:cs="Arial"/>
              <w:sz w:val="20"/>
              <w:lang w:val="en-US"/>
            </w:rPr>
            <w:id w:val="-376400217"/>
            <w:placeholder>
              <w:docPart w:val="28983564053D404180542B35FE427728"/>
            </w:placeholder>
            <w:text/>
          </w:sdtPr>
          <w:sdtContent>
            <w:tc>
              <w:tcPr>
                <w:tcW w:w="807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3710253C" w14:textId="0A2562DF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695B04" w:rsidRPr="00695B04" w14:paraId="46B9C09C" w14:textId="77777777" w:rsidTr="003832D4">
        <w:tc>
          <w:tcPr>
            <w:tcW w:w="31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25582E0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Relationship with data subject</w:t>
            </w:r>
          </w:p>
        </w:tc>
        <w:sdt>
          <w:sdtPr>
            <w:rPr>
              <w:rFonts w:cs="Arial"/>
              <w:sz w:val="20"/>
              <w:lang w:val="en-US"/>
            </w:rPr>
            <w:id w:val="-511072912"/>
            <w:placeholder>
              <w:docPart w:val="8CCD610062DE4FFDAB1B50585863055D"/>
            </w:placeholder>
            <w:text/>
          </w:sdtPr>
          <w:sdtContent>
            <w:tc>
              <w:tcPr>
                <w:tcW w:w="651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558ABE77" w14:textId="7DD0B8AD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F71E8D" w:rsidRPr="00695B04" w14:paraId="5F02142D" w14:textId="77777777" w:rsidTr="003832D4">
        <w:trPr>
          <w:trHeight w:val="81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F1EF14B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Address</w:t>
            </w:r>
          </w:p>
        </w:tc>
        <w:sdt>
          <w:sdtPr>
            <w:rPr>
              <w:rFonts w:cs="Arial"/>
              <w:sz w:val="20"/>
              <w:lang w:val="en-US"/>
            </w:rPr>
            <w:id w:val="714627237"/>
            <w:placeholder>
              <w:docPart w:val="28983564053D404180542B35FE427728"/>
            </w:placeholder>
            <w:text w:multiLine="1"/>
          </w:sdtPr>
          <w:sdtContent>
            <w:tc>
              <w:tcPr>
                <w:tcW w:w="807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411BB52B" w14:textId="7496B40B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F71E8D" w:rsidRPr="00695B04" w14:paraId="6BE9EECA" w14:textId="77777777" w:rsidTr="003832D4">
        <w:trPr>
          <w:trHeight w:val="7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DCCEF37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Phone Nr.</w:t>
            </w:r>
          </w:p>
        </w:tc>
        <w:sdt>
          <w:sdtPr>
            <w:rPr>
              <w:rFonts w:cs="Arial"/>
              <w:sz w:val="20"/>
              <w:lang w:val="en-US"/>
            </w:rPr>
            <w:id w:val="211312929"/>
            <w:placeholder>
              <w:docPart w:val="28983564053D404180542B35FE427728"/>
            </w:placeholder>
            <w:text/>
          </w:sdtPr>
          <w:sdtContent>
            <w:tc>
              <w:tcPr>
                <w:tcW w:w="807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6A020E42" w14:textId="32589C2E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F71E8D" w:rsidRPr="00695B04" w14:paraId="23D32F6C" w14:textId="77777777" w:rsidTr="003832D4">
        <w:trPr>
          <w:trHeight w:val="70"/>
        </w:trPr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87A9C0B" w14:textId="77777777" w:rsidR="00F71E8D" w:rsidRPr="00695B04" w:rsidRDefault="00F71E8D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695B04">
              <w:rPr>
                <w:rFonts w:cs="Arial"/>
                <w:b/>
                <w:bCs/>
                <w:sz w:val="20"/>
                <w:lang w:val="en-US"/>
              </w:rPr>
              <w:t>Email:</w:t>
            </w:r>
          </w:p>
        </w:tc>
        <w:sdt>
          <w:sdtPr>
            <w:rPr>
              <w:rFonts w:cs="Arial"/>
              <w:sz w:val="20"/>
              <w:lang w:val="en-US"/>
            </w:rPr>
            <w:id w:val="-1803449476"/>
            <w:placeholder>
              <w:docPart w:val="28983564053D404180542B35FE427728"/>
            </w:placeholder>
            <w:text/>
          </w:sdtPr>
          <w:sdtContent>
            <w:tc>
              <w:tcPr>
                <w:tcW w:w="807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62C111C2" w14:textId="18E1DDF0" w:rsidR="00F71E8D" w:rsidRPr="00695B04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 w:rsidRPr="00695B04"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</w:tbl>
    <w:p w14:paraId="4BA820B3" w14:textId="3C08239B" w:rsidR="008A3EC3" w:rsidRDefault="008A3EC3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p w14:paraId="1F4AC3A8" w14:textId="77777777" w:rsidR="00823435" w:rsidRPr="000739D0" w:rsidRDefault="00823435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8A3EC3" w:rsidRPr="000739D0" w14:paraId="4BA820B5" w14:textId="77777777" w:rsidTr="00B257EC">
        <w:trPr>
          <w:trHeight w:val="278"/>
        </w:trPr>
        <w:tc>
          <w:tcPr>
            <w:tcW w:w="6096" w:type="dxa"/>
            <w:tcBorders>
              <w:bottom w:val="single" w:sz="12" w:space="0" w:color="17365D" w:themeColor="text2" w:themeShade="BF"/>
            </w:tcBorders>
          </w:tcPr>
          <w:p w14:paraId="4BA820B4" w14:textId="59BF3791" w:rsidR="008A3EC3" w:rsidRPr="000739D0" w:rsidRDefault="00E80D25" w:rsidP="00B257EC">
            <w:pPr>
              <w:pStyle w:val="Bidtext"/>
              <w:spacing w:after="60"/>
              <w:ind w:left="0"/>
              <w:rPr>
                <w:rFonts w:cs="Arial"/>
                <w:b/>
                <w:sz w:val="20"/>
                <w:lang w:val="en-US"/>
              </w:rPr>
            </w:pPr>
            <w:bookmarkStart w:id="0" w:name="_Hlk20232510"/>
            <w:r>
              <w:rPr>
                <w:rFonts w:cs="Arial"/>
                <w:b/>
                <w:sz w:val="20"/>
                <w:lang w:val="en-US"/>
              </w:rPr>
              <w:t xml:space="preserve">Section </w:t>
            </w:r>
            <w:r w:rsidR="003828DB">
              <w:rPr>
                <w:rFonts w:cs="Arial"/>
                <w:b/>
                <w:sz w:val="20"/>
                <w:lang w:val="en-US"/>
              </w:rPr>
              <w:t>4</w:t>
            </w:r>
            <w:r>
              <w:rPr>
                <w:rFonts w:cs="Arial"/>
                <w:b/>
                <w:sz w:val="20"/>
                <w:lang w:val="en-US"/>
              </w:rPr>
              <w:t xml:space="preserve"> – </w:t>
            </w:r>
            <w:r w:rsidR="003828DB" w:rsidRPr="003828DB">
              <w:rPr>
                <w:rFonts w:cs="Arial"/>
                <w:b/>
                <w:sz w:val="20"/>
                <w:lang w:val="en-US"/>
              </w:rPr>
              <w:t>Details of the data required</w:t>
            </w:r>
            <w:bookmarkEnd w:id="0"/>
          </w:p>
        </w:tc>
      </w:tr>
    </w:tbl>
    <w:p w14:paraId="246DF1A2" w14:textId="1884CCE2" w:rsidR="00AC327B" w:rsidRDefault="00AC327B" w:rsidP="00AC327B">
      <w:pPr>
        <w:pStyle w:val="Bidtext"/>
        <w:spacing w:before="120" w:after="0" w:line="240" w:lineRule="auto"/>
        <w:ind w:left="0"/>
        <w:rPr>
          <w:rFonts w:cs="Arial"/>
          <w:szCs w:val="16"/>
          <w:lang w:val="en-US"/>
        </w:rPr>
      </w:pPr>
      <w:r w:rsidRPr="00AC327B">
        <w:rPr>
          <w:rFonts w:cs="Arial"/>
          <w:szCs w:val="16"/>
          <w:lang w:val="en-US"/>
        </w:rPr>
        <w:t>If you only want to know what information is held in specific records</w:t>
      </w:r>
      <w:r>
        <w:rPr>
          <w:rFonts w:cs="Arial"/>
          <w:szCs w:val="16"/>
          <w:lang w:val="en-US"/>
        </w:rPr>
        <w:t>,</w:t>
      </w:r>
      <w:r w:rsidRPr="00AC327B">
        <w:rPr>
          <w:rFonts w:cs="Arial"/>
          <w:szCs w:val="16"/>
          <w:lang w:val="en-US"/>
        </w:rPr>
        <w:t xml:space="preserve"> please indicate in the </w:t>
      </w:r>
      <w:r>
        <w:rPr>
          <w:rFonts w:cs="Arial"/>
          <w:szCs w:val="16"/>
          <w:lang w:val="en-US"/>
        </w:rPr>
        <w:t>list</w:t>
      </w:r>
      <w:r w:rsidRPr="00AC327B">
        <w:rPr>
          <w:rFonts w:cs="Arial"/>
          <w:szCs w:val="16"/>
          <w:lang w:val="en-US"/>
        </w:rPr>
        <w:t xml:space="preserve"> below. </w:t>
      </w:r>
      <w:r>
        <w:rPr>
          <w:rFonts w:cs="Arial"/>
          <w:szCs w:val="16"/>
          <w:lang w:val="en-US"/>
        </w:rPr>
        <w:t xml:space="preserve">You can additional rows in the list. </w:t>
      </w:r>
      <w:r w:rsidRPr="00AC327B">
        <w:rPr>
          <w:rFonts w:cs="Arial"/>
          <w:szCs w:val="16"/>
          <w:lang w:val="en-US"/>
        </w:rPr>
        <w:t>Please provide as much detail as you can about the personal data you are requesting to help us locate it quickly</w:t>
      </w:r>
      <w:r>
        <w:rPr>
          <w:rFonts w:cs="Arial"/>
          <w:szCs w:val="16"/>
          <w:lang w:val="en-US"/>
        </w:rPr>
        <w:t>.</w:t>
      </w:r>
    </w:p>
    <w:p w14:paraId="4BA820B6" w14:textId="28DB8AA0" w:rsidR="008A3EC3" w:rsidRPr="00AC327B" w:rsidRDefault="008A3EC3" w:rsidP="00AC327B">
      <w:pPr>
        <w:pStyle w:val="Bidtext"/>
        <w:spacing w:before="0" w:after="0" w:line="240" w:lineRule="auto"/>
        <w:ind w:left="0"/>
        <w:rPr>
          <w:rFonts w:cs="Arial"/>
          <w:szCs w:val="16"/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88"/>
      </w:tblGrid>
      <w:sdt>
        <w:sdtPr>
          <w:rPr>
            <w:sz w:val="20"/>
            <w:lang w:val="en-US"/>
          </w:rPr>
          <w:id w:val="1544018533"/>
          <w15:repeatingSection/>
        </w:sdtPr>
        <w:sdtEndPr/>
        <w:sdtContent>
          <w:bookmarkStart w:id="1" w:name="_GoBack" w:displacedByCustomXml="next"/>
          <w:sdt>
            <w:sdtPr>
              <w:rPr>
                <w:sz w:val="20"/>
                <w:lang w:val="en-US"/>
              </w:rPr>
              <w:id w:val="-1368220342"/>
              <w:placeholder>
                <w:docPart w:val="43003F208FB04CED94C557F282F6275B"/>
              </w:placeholder>
              <w15:repeatingSectionItem/>
            </w:sdtPr>
            <w:sdtEndPr/>
            <w:sdtContent>
              <w:tr w:rsidR="008A3EC3" w:rsidRPr="00695B04" w14:paraId="4BA820B9" w14:textId="77777777" w:rsidTr="00823435">
                <w:trPr>
                  <w:trHeight w:val="47"/>
                </w:trPr>
                <w:tc>
                  <w:tcPr>
                    <w:tcW w:w="567" w:type="dxa"/>
                    <w:tcBorders>
                      <w:right w:val="dotted" w:sz="4" w:space="0" w:color="17365D" w:themeColor="text2" w:themeShade="BF"/>
                    </w:tcBorders>
                  </w:tcPr>
                  <w:p w14:paraId="4BA820B7" w14:textId="77777777" w:rsidR="008A3EC3" w:rsidRPr="00695B04" w:rsidRDefault="008A3EC3" w:rsidP="00B257EC">
                    <w:pPr>
                      <w:pStyle w:val="Bidtext"/>
                      <w:numPr>
                        <w:ilvl w:val="0"/>
                        <w:numId w:val="32"/>
                      </w:numPr>
                      <w:spacing w:after="60"/>
                      <w:ind w:left="176" w:right="33" w:hanging="142"/>
                      <w:jc w:val="right"/>
                      <w:rPr>
                        <w:sz w:val="20"/>
                        <w:lang w:val="en-US"/>
                      </w:rPr>
                    </w:pPr>
                  </w:p>
                </w:tc>
                <w:tc>
                  <w:tcPr>
                    <w:tcW w:w="7088" w:type="dxa"/>
                    <w:tcBorders>
                      <w:left w:val="dotted" w:sz="4" w:space="0" w:color="17365D" w:themeColor="text2" w:themeShade="BF"/>
                    </w:tcBorders>
                  </w:tcPr>
                  <w:p w14:paraId="4BA820B8" w14:textId="59798089" w:rsidR="008A3EC3" w:rsidRPr="00695B04" w:rsidRDefault="00823435" w:rsidP="00823435">
                    <w:pPr>
                      <w:pStyle w:val="Bidtext"/>
                      <w:spacing w:after="60"/>
                      <w:ind w:left="0"/>
                      <w:jc w:val="left"/>
                      <w:rPr>
                        <w:sz w:val="20"/>
                        <w:lang w:val="en-US"/>
                      </w:rPr>
                    </w:pPr>
                    <w:r w:rsidRPr="00695B04">
                      <w:rPr>
                        <w:sz w:val="20"/>
                      </w:rPr>
                      <w:t>&lt;use + on the right to add additional rows&gt;</w:t>
                    </w:r>
                  </w:p>
                </w:tc>
              </w:tr>
            </w:sdtContent>
          </w:sdt>
          <w:bookmarkEnd w:id="1" w:displacedByCustomXml="next"/>
        </w:sdtContent>
      </w:sdt>
    </w:tbl>
    <w:p w14:paraId="4BA820BA" w14:textId="39B4BDD6" w:rsidR="008A3EC3" w:rsidRDefault="008A3EC3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  <w:r w:rsidRPr="000739D0">
        <w:rPr>
          <w:rFonts w:cs="Arial"/>
          <w:szCs w:val="16"/>
          <w:vertAlign w:val="subscript"/>
          <w:lang w:val="en-US"/>
        </w:rPr>
        <w:br w:type="textWrapping" w:clear="all"/>
      </w:r>
    </w:p>
    <w:p w14:paraId="65E39C5F" w14:textId="67F2DC59" w:rsidR="00AC327B" w:rsidRDefault="00AC327B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p w14:paraId="6AFC3B7D" w14:textId="69831F99" w:rsidR="00AC327B" w:rsidRDefault="00AC327B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p w14:paraId="66600DB7" w14:textId="0DFB1D38" w:rsidR="00AC327B" w:rsidRDefault="00AC327B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DA65A7" w:rsidRPr="000739D0" w14:paraId="2EBBD289" w14:textId="77777777" w:rsidTr="003832D4">
        <w:tc>
          <w:tcPr>
            <w:tcW w:w="9629" w:type="dxa"/>
            <w:tcBorders>
              <w:bottom w:val="single" w:sz="12" w:space="0" w:color="17365D" w:themeColor="text2" w:themeShade="BF"/>
            </w:tcBorders>
          </w:tcPr>
          <w:p w14:paraId="22338D2E" w14:textId="259F132A" w:rsidR="00DA65A7" w:rsidRPr="000739D0" w:rsidRDefault="00DA65A7" w:rsidP="003832D4">
            <w:pPr>
              <w:pStyle w:val="Bidtext"/>
              <w:spacing w:after="60"/>
              <w:ind w:left="0"/>
              <w:rPr>
                <w:rFonts w:cs="Arial"/>
                <w:b/>
                <w:sz w:val="20"/>
                <w:lang w:val="en-US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Section </w:t>
            </w:r>
            <w:r>
              <w:rPr>
                <w:rFonts w:cs="Arial"/>
                <w:b/>
                <w:sz w:val="20"/>
                <w:lang w:val="en-US"/>
              </w:rPr>
              <w:t>5</w:t>
            </w:r>
            <w:r>
              <w:rPr>
                <w:rFonts w:cs="Arial"/>
                <w:b/>
                <w:sz w:val="20"/>
                <w:lang w:val="en-US"/>
              </w:rPr>
              <w:t xml:space="preserve"> – </w:t>
            </w:r>
            <w:r>
              <w:rPr>
                <w:rFonts w:cs="Arial"/>
                <w:b/>
                <w:sz w:val="20"/>
                <w:lang w:val="en-US"/>
              </w:rPr>
              <w:t>Declaration</w:t>
            </w:r>
            <w:r w:rsidRPr="000739D0">
              <w:rPr>
                <w:rFonts w:cs="Arial"/>
                <w:b/>
                <w:sz w:val="20"/>
                <w:lang w:val="en-US"/>
              </w:rPr>
              <w:t xml:space="preserve"> </w:t>
            </w:r>
          </w:p>
        </w:tc>
      </w:tr>
    </w:tbl>
    <w:p w14:paraId="7688ADC7" w14:textId="31D1E806" w:rsidR="00DA65A7" w:rsidRDefault="00DA65A7" w:rsidP="00DA65A7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DA65A7">
        <w:rPr>
          <w:rFonts w:cs="Arial"/>
          <w:b/>
          <w:bCs/>
          <w:szCs w:val="16"/>
          <w:lang w:val="en-US"/>
        </w:rPr>
        <w:t>Data subject declaration:</w:t>
      </w:r>
      <w:r>
        <w:rPr>
          <w:rFonts w:cs="Arial"/>
          <w:szCs w:val="16"/>
          <w:lang w:val="en-US"/>
        </w:rPr>
        <w:t xml:space="preserve"> </w:t>
      </w:r>
      <w:r w:rsidRPr="00DA65A7">
        <w:rPr>
          <w:rFonts w:cs="Arial"/>
          <w:szCs w:val="16"/>
          <w:lang w:val="en-US"/>
        </w:rPr>
        <w:t xml:space="preserve">I certify that the information provided on this form is correct to the best of my knowledge and that I am the person to whom it relates. I understand that </w:t>
      </w:r>
      <w:proofErr w:type="spellStart"/>
      <w:r w:rsidRPr="00DA65A7">
        <w:rPr>
          <w:rFonts w:cs="Arial"/>
          <w:szCs w:val="16"/>
          <w:lang w:val="en-US"/>
        </w:rPr>
        <w:t>GDi</w:t>
      </w:r>
      <w:proofErr w:type="spellEnd"/>
      <w:r w:rsidRPr="00DA65A7">
        <w:rPr>
          <w:rFonts w:cs="Arial"/>
          <w:szCs w:val="16"/>
          <w:lang w:val="en-US"/>
        </w:rPr>
        <w:t xml:space="preserve"> is obliged to confirm proof of identity / authority and it may be necessary to obtain further information in order to comply with this subject access request.</w:t>
      </w:r>
      <w:r>
        <w:rPr>
          <w:rFonts w:cs="Arial"/>
          <w:szCs w:val="16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1276"/>
        <w:gridCol w:w="4389"/>
      </w:tblGrid>
      <w:tr w:rsidR="00DA65A7" w:rsidRPr="002D405D" w14:paraId="0E266B7A" w14:textId="77777777" w:rsidTr="00DA65A7">
        <w:trPr>
          <w:trHeight w:val="419"/>
        </w:trPr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47FAD97" w14:textId="42DFB81B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Name</w:t>
            </w:r>
            <w:r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sdt>
          <w:sdtPr>
            <w:rPr>
              <w:rFonts w:cs="Arial"/>
              <w:sz w:val="20"/>
              <w:lang w:val="en-US"/>
            </w:rPr>
            <w:id w:val="1775056531"/>
            <w:placeholder>
              <w:docPart w:val="DefaultPlaceholder_-1854013440"/>
            </w:placeholder>
            <w:text/>
          </w:sdtPr>
          <w:sdtContent>
            <w:tc>
              <w:tcPr>
                <w:tcW w:w="7933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61337543" w14:textId="55812A69" w:rsidR="00DA65A7" w:rsidRPr="009C078C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DA65A7" w:rsidRPr="002D405D" w14:paraId="3DED769B" w14:textId="77777777" w:rsidTr="00DA65A7">
        <w:trPr>
          <w:trHeight w:val="537"/>
        </w:trPr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2F5DC84" w14:textId="012D0643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Date</w:t>
            </w:r>
            <w:r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sdt>
          <w:sdtPr>
            <w:rPr>
              <w:rFonts w:cs="Arial"/>
              <w:sz w:val="20"/>
              <w:lang w:val="en-US"/>
            </w:rPr>
            <w:id w:val="-1462490925"/>
            <w:placeholder>
              <w:docPart w:val="DefaultPlaceholder_-1854013437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22D4D29F" w14:textId="7E97890E" w:rsidR="00DA65A7" w:rsidRPr="009C078C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9A0EBE9" w14:textId="70637E55" w:rsidR="00DA65A7" w:rsidRPr="00DA65A7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DA65A7">
              <w:rPr>
                <w:rFonts w:cs="Arial"/>
                <w:b/>
                <w:bCs/>
                <w:sz w:val="20"/>
                <w:lang w:val="en-US"/>
              </w:rPr>
              <w:t>Signature</w:t>
            </w:r>
          </w:p>
        </w:tc>
        <w:tc>
          <w:tcPr>
            <w:tcW w:w="4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9B2CE" w14:textId="1F3A8389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</w:p>
        </w:tc>
      </w:tr>
    </w:tbl>
    <w:p w14:paraId="4315B3AF" w14:textId="60D288A0" w:rsidR="00DA65A7" w:rsidRDefault="00DA65A7" w:rsidP="00DA65A7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  <w:r w:rsidRPr="00DA65A7">
        <w:rPr>
          <w:rFonts w:cs="Arial"/>
          <w:b/>
          <w:bCs/>
          <w:szCs w:val="16"/>
          <w:lang w:val="en-US"/>
        </w:rPr>
        <w:t>Authorized</w:t>
      </w:r>
      <w:r w:rsidRPr="00DA65A7">
        <w:rPr>
          <w:rFonts w:cs="Arial"/>
          <w:b/>
          <w:bCs/>
          <w:szCs w:val="16"/>
          <w:lang w:val="en-US"/>
        </w:rPr>
        <w:t xml:space="preserve"> person – Declaration (if applicable)</w:t>
      </w:r>
      <w:r w:rsidRPr="00DA65A7">
        <w:rPr>
          <w:rFonts w:cs="Arial"/>
          <w:szCs w:val="16"/>
          <w:lang w:val="en-US"/>
        </w:rPr>
        <w:t xml:space="preserve">: I confirm that I am legally </w:t>
      </w:r>
      <w:r w:rsidRPr="00DA65A7">
        <w:rPr>
          <w:rFonts w:cs="Arial"/>
          <w:szCs w:val="16"/>
          <w:lang w:val="en-US"/>
        </w:rPr>
        <w:t>authorized</w:t>
      </w:r>
      <w:r w:rsidRPr="00DA65A7">
        <w:rPr>
          <w:rFonts w:cs="Arial"/>
          <w:szCs w:val="16"/>
          <w:lang w:val="en-US"/>
        </w:rPr>
        <w:t xml:space="preserve"> to act on behalf of the data subject.  I understand that </w:t>
      </w:r>
      <w:proofErr w:type="spellStart"/>
      <w:r w:rsidRPr="00DA65A7">
        <w:rPr>
          <w:rFonts w:cs="Arial"/>
          <w:szCs w:val="16"/>
          <w:lang w:val="en-US"/>
        </w:rPr>
        <w:t>GDi</w:t>
      </w:r>
      <w:proofErr w:type="spellEnd"/>
      <w:r w:rsidRPr="00DA65A7">
        <w:rPr>
          <w:rFonts w:cs="Arial"/>
          <w:szCs w:val="16"/>
          <w:lang w:val="en-US"/>
        </w:rPr>
        <w:t xml:space="preserve"> is obliged to confirm proof of identity/authority and it may be necessary to obtain further information in order to comply with this subject access </w:t>
      </w:r>
      <w:r w:rsidRPr="00DA65A7">
        <w:rPr>
          <w:rFonts w:cs="Arial"/>
          <w:szCs w:val="16"/>
          <w:lang w:val="en-US"/>
        </w:rPr>
        <w:t>request</w:t>
      </w:r>
      <w:r>
        <w:rPr>
          <w:rFonts w:cs="Arial"/>
          <w:szCs w:val="16"/>
          <w:lang w:val="en-US"/>
        </w:rPr>
        <w:t>.</w:t>
      </w:r>
    </w:p>
    <w:p w14:paraId="07D04136" w14:textId="77777777" w:rsidR="00DA65A7" w:rsidRDefault="00DA65A7" w:rsidP="00DA65A7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1276"/>
        <w:gridCol w:w="4389"/>
      </w:tblGrid>
      <w:tr w:rsidR="00DA65A7" w:rsidRPr="002D405D" w14:paraId="5CF14DBB" w14:textId="77777777" w:rsidTr="00DA65A7">
        <w:trPr>
          <w:trHeight w:val="333"/>
        </w:trPr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0731AA7" w14:textId="77777777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Name</w:t>
            </w:r>
            <w:r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sdt>
          <w:sdtPr>
            <w:rPr>
              <w:rFonts w:cs="Arial"/>
              <w:sz w:val="20"/>
              <w:lang w:val="en-US"/>
            </w:rPr>
            <w:id w:val="-2137014529"/>
            <w:placeholder>
              <w:docPart w:val="A97463ED1DEC4B39932D78C4A661CC40"/>
            </w:placeholder>
            <w:text/>
          </w:sdtPr>
          <w:sdtContent>
            <w:tc>
              <w:tcPr>
                <w:tcW w:w="7933" w:type="dxa"/>
                <w:gridSpan w:val="3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2AD232BD" w14:textId="217B6E49" w:rsidR="00DA65A7" w:rsidRPr="009C078C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</w:tr>
      <w:tr w:rsidR="00DA65A7" w:rsidRPr="002D405D" w14:paraId="5892759A" w14:textId="77777777" w:rsidTr="003832D4">
        <w:trPr>
          <w:trHeight w:val="537"/>
        </w:trPr>
        <w:tc>
          <w:tcPr>
            <w:tcW w:w="1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03FED4E" w14:textId="77777777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>
              <w:rPr>
                <w:rFonts w:cs="Arial"/>
                <w:b/>
                <w:bCs/>
                <w:sz w:val="20"/>
                <w:lang w:val="en-US"/>
              </w:rPr>
              <w:t>Date</w:t>
            </w:r>
            <w:r w:rsidRPr="009C078C">
              <w:rPr>
                <w:rFonts w:cs="Arial"/>
                <w:sz w:val="20"/>
                <w:lang w:val="en-US"/>
              </w:rPr>
              <w:t xml:space="preserve">       </w:t>
            </w:r>
          </w:p>
        </w:tc>
        <w:sdt>
          <w:sdtPr>
            <w:rPr>
              <w:rFonts w:cs="Arial"/>
              <w:sz w:val="20"/>
              <w:lang w:val="en-US"/>
            </w:rPr>
            <w:id w:val="-1401125369"/>
            <w:placeholder>
              <w:docPart w:val="42EFBC7A2E7049EAB262FDA4A4C1361A"/>
            </w:placeholder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1F7F922B" w14:textId="5C05C5CC" w:rsidR="00DA65A7" w:rsidRPr="009C078C" w:rsidRDefault="00695B04" w:rsidP="003832D4">
                <w:pPr>
                  <w:pStyle w:val="Bidtext"/>
                  <w:spacing w:before="40" w:after="40" w:line="240" w:lineRule="auto"/>
                  <w:ind w:left="0"/>
                  <w:jc w:val="left"/>
                  <w:rPr>
                    <w:rFonts w:cs="Arial"/>
                    <w:sz w:val="20"/>
                    <w:lang w:val="en-US"/>
                  </w:rPr>
                </w:pPr>
                <w:r>
                  <w:rPr>
                    <w:rFonts w:cs="Arial"/>
                    <w:sz w:val="20"/>
                    <w:lang w:val="en-U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C174460" w14:textId="77777777" w:rsidR="00DA65A7" w:rsidRPr="00DA65A7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b/>
                <w:bCs/>
                <w:sz w:val="20"/>
                <w:lang w:val="en-US"/>
              </w:rPr>
            </w:pPr>
            <w:r w:rsidRPr="00DA65A7">
              <w:rPr>
                <w:rFonts w:cs="Arial"/>
                <w:b/>
                <w:bCs/>
                <w:sz w:val="20"/>
                <w:lang w:val="en-US"/>
              </w:rPr>
              <w:t>Signature</w:t>
            </w:r>
          </w:p>
        </w:tc>
        <w:tc>
          <w:tcPr>
            <w:tcW w:w="4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6FF07" w14:textId="77777777" w:rsidR="00DA65A7" w:rsidRPr="009C078C" w:rsidRDefault="00DA65A7" w:rsidP="003832D4">
            <w:pPr>
              <w:pStyle w:val="Bidtext"/>
              <w:spacing w:before="40" w:after="40" w:line="240" w:lineRule="auto"/>
              <w:ind w:left="0"/>
              <w:jc w:val="left"/>
              <w:rPr>
                <w:rFonts w:cs="Arial"/>
                <w:sz w:val="20"/>
                <w:lang w:val="en-US"/>
              </w:rPr>
            </w:pPr>
          </w:p>
        </w:tc>
      </w:tr>
    </w:tbl>
    <w:p w14:paraId="4C4DC69F" w14:textId="77777777" w:rsidR="00DA65A7" w:rsidRPr="00154B8C" w:rsidRDefault="00DA65A7" w:rsidP="00DA65A7">
      <w:pPr>
        <w:pStyle w:val="Bidtext"/>
        <w:spacing w:before="120" w:after="0"/>
        <w:ind w:left="0"/>
        <w:jc w:val="left"/>
        <w:rPr>
          <w:rFonts w:cs="Arial"/>
          <w:szCs w:val="16"/>
          <w:lang w:val="en-US"/>
        </w:rPr>
      </w:pPr>
    </w:p>
    <w:p w14:paraId="102073B6" w14:textId="70F96074" w:rsidR="00917870" w:rsidRDefault="00917870" w:rsidP="00917870">
      <w:pPr>
        <w:pStyle w:val="Bidtext"/>
        <w:spacing w:after="60"/>
        <w:ind w:left="0"/>
        <w:jc w:val="left"/>
        <w:rPr>
          <w:rFonts w:cs="Arial"/>
          <w:szCs w:val="16"/>
          <w:lang w:val="en-US"/>
        </w:rPr>
      </w:pPr>
      <w:r w:rsidRPr="00917870">
        <w:rPr>
          <w:rFonts w:cs="Arial"/>
          <w:szCs w:val="16"/>
          <w:lang w:val="en-US"/>
        </w:rPr>
        <w:t>Please send your completed form and proof o</w:t>
      </w:r>
      <w:r>
        <w:rPr>
          <w:rFonts w:cs="Arial"/>
          <w:szCs w:val="16"/>
          <w:lang w:val="en-US"/>
        </w:rPr>
        <w:t xml:space="preserve">f </w:t>
      </w:r>
      <w:r w:rsidRPr="00917870">
        <w:rPr>
          <w:rFonts w:cs="Arial"/>
          <w:szCs w:val="16"/>
          <w:lang w:val="en-US"/>
        </w:rPr>
        <w:t>identity to:</w:t>
      </w:r>
      <w:r>
        <w:rPr>
          <w:rFonts w:cs="Arial"/>
          <w:szCs w:val="16"/>
          <w:lang w:val="en-US"/>
        </w:rPr>
        <w:br/>
      </w:r>
      <w:r w:rsidRPr="00917870">
        <w:rPr>
          <w:rFonts w:cs="Arial"/>
          <w:sz w:val="12"/>
          <w:szCs w:val="12"/>
          <w:lang w:val="en-US"/>
        </w:rPr>
        <w:br/>
      </w:r>
      <w:r>
        <w:rPr>
          <w:rFonts w:cs="Arial"/>
          <w:szCs w:val="16"/>
          <w:lang w:val="en-US"/>
        </w:rPr>
        <w:t>Commondo d.o.o.</w:t>
      </w:r>
      <w:r>
        <w:rPr>
          <w:rFonts w:cs="Arial"/>
          <w:szCs w:val="16"/>
          <w:lang w:val="en-US"/>
        </w:rPr>
        <w:br/>
      </w:r>
      <w:proofErr w:type="spellStart"/>
      <w:r>
        <w:rPr>
          <w:rFonts w:cs="Arial"/>
          <w:szCs w:val="16"/>
          <w:lang w:val="en-US"/>
        </w:rPr>
        <w:t>Buzinski</w:t>
      </w:r>
      <w:proofErr w:type="spellEnd"/>
      <w:r>
        <w:rPr>
          <w:rFonts w:cs="Arial"/>
          <w:szCs w:val="16"/>
          <w:lang w:val="en-US"/>
        </w:rPr>
        <w:t xml:space="preserve"> </w:t>
      </w:r>
      <w:proofErr w:type="spellStart"/>
      <w:r>
        <w:rPr>
          <w:rFonts w:cs="Arial"/>
          <w:szCs w:val="16"/>
          <w:lang w:val="en-US"/>
        </w:rPr>
        <w:t>prilaz</w:t>
      </w:r>
      <w:proofErr w:type="spellEnd"/>
      <w:r>
        <w:rPr>
          <w:rFonts w:cs="Arial"/>
          <w:szCs w:val="16"/>
          <w:lang w:val="en-US"/>
        </w:rPr>
        <w:t xml:space="preserve"> 10</w:t>
      </w:r>
    </w:p>
    <w:p w14:paraId="3080821E" w14:textId="77777777" w:rsidR="00917870" w:rsidRDefault="00917870" w:rsidP="00917870">
      <w:pPr>
        <w:pStyle w:val="Bidtext"/>
        <w:spacing w:after="60"/>
        <w:ind w:left="0"/>
        <w:jc w:val="left"/>
        <w:rPr>
          <w:rFonts w:cs="Arial"/>
          <w:szCs w:val="16"/>
          <w:lang w:val="en-US"/>
        </w:rPr>
      </w:pPr>
      <w:r>
        <w:rPr>
          <w:rFonts w:cs="Arial"/>
          <w:szCs w:val="16"/>
          <w:lang w:val="en-US"/>
        </w:rPr>
        <w:t>HR-10000 Zagreb</w:t>
      </w:r>
    </w:p>
    <w:p w14:paraId="72ABD944" w14:textId="77777777" w:rsidR="00917870" w:rsidRPr="00917870" w:rsidRDefault="00917870" w:rsidP="00917870">
      <w:pPr>
        <w:pStyle w:val="Bidtext"/>
        <w:spacing w:after="60"/>
        <w:ind w:left="0"/>
        <w:jc w:val="left"/>
        <w:rPr>
          <w:rFonts w:cs="Arial"/>
          <w:sz w:val="12"/>
          <w:szCs w:val="12"/>
          <w:lang w:val="en-US"/>
        </w:rPr>
      </w:pPr>
    </w:p>
    <w:p w14:paraId="759CAADB" w14:textId="30ACEDEF" w:rsidR="00AC327B" w:rsidRPr="00917870" w:rsidRDefault="00917870" w:rsidP="00917870">
      <w:pPr>
        <w:pStyle w:val="Bidtext"/>
        <w:spacing w:after="60"/>
        <w:ind w:left="0"/>
        <w:jc w:val="left"/>
        <w:rPr>
          <w:rFonts w:cs="Arial"/>
          <w:szCs w:val="16"/>
          <w:lang w:val="en-US"/>
        </w:rPr>
      </w:pPr>
      <w:proofErr w:type="gramStart"/>
      <w:r>
        <w:rPr>
          <w:rFonts w:cs="Arial"/>
          <w:szCs w:val="16"/>
          <w:lang w:val="en-US"/>
        </w:rPr>
        <w:t xml:space="preserve">OR  </w:t>
      </w:r>
      <w:r w:rsidRPr="00917870">
        <w:rPr>
          <w:rFonts w:cs="Arial"/>
          <w:szCs w:val="16"/>
          <w:lang w:val="en-US"/>
        </w:rPr>
        <w:t>email</w:t>
      </w:r>
      <w:proofErr w:type="gramEnd"/>
      <w:r w:rsidRPr="00917870">
        <w:rPr>
          <w:rFonts w:cs="Arial"/>
          <w:szCs w:val="16"/>
          <w:lang w:val="en-US"/>
        </w:rPr>
        <w:t xml:space="preserve"> the completed </w:t>
      </w:r>
      <w:r>
        <w:rPr>
          <w:rFonts w:cs="Arial"/>
          <w:szCs w:val="16"/>
          <w:lang w:val="en-US"/>
        </w:rPr>
        <w:t xml:space="preserve">scanned </w:t>
      </w:r>
      <w:r w:rsidRPr="00917870">
        <w:rPr>
          <w:rFonts w:cs="Arial"/>
          <w:szCs w:val="16"/>
          <w:lang w:val="en-US"/>
        </w:rPr>
        <w:t>form in PDF format together with proof of identity to:</w:t>
      </w:r>
      <w:r>
        <w:rPr>
          <w:rFonts w:cs="Arial"/>
          <w:szCs w:val="16"/>
          <w:lang w:val="en-US"/>
        </w:rPr>
        <w:t xml:space="preserve"> </w:t>
      </w:r>
      <w:hyperlink r:id="rId8" w:history="1">
        <w:r w:rsidRPr="0011260C">
          <w:rPr>
            <w:rStyle w:val="Hyperlink"/>
            <w:rFonts w:cs="Arial"/>
            <w:szCs w:val="16"/>
            <w:lang w:val="en-US"/>
          </w:rPr>
          <w:t>gdpr@xommondo.eu</w:t>
        </w:r>
      </w:hyperlink>
      <w:r>
        <w:rPr>
          <w:rFonts w:cs="Arial"/>
          <w:szCs w:val="16"/>
          <w:lang w:val="en-US"/>
        </w:rPr>
        <w:br/>
      </w:r>
    </w:p>
    <w:p w14:paraId="66192DCA" w14:textId="6EFE9837" w:rsidR="00AC327B" w:rsidRDefault="00AC327B" w:rsidP="008A3EC3">
      <w:pPr>
        <w:pStyle w:val="Bidtext"/>
        <w:spacing w:after="60"/>
        <w:ind w:left="0"/>
        <w:rPr>
          <w:rFonts w:cs="Arial"/>
          <w:szCs w:val="16"/>
          <w:vertAlign w:val="subscript"/>
          <w:lang w:val="en-US"/>
        </w:rPr>
      </w:pPr>
    </w:p>
    <w:sectPr w:rsidR="00AC327B" w:rsidSect="004639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1843" w:right="850" w:bottom="1560" w:left="1418" w:header="0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EFFF7" w14:textId="77777777" w:rsidR="00C27EA3" w:rsidRDefault="00C27EA3" w:rsidP="00D33403">
      <w:pPr>
        <w:spacing w:after="0" w:line="240" w:lineRule="auto"/>
      </w:pPr>
      <w:r>
        <w:separator/>
      </w:r>
    </w:p>
  </w:endnote>
  <w:endnote w:type="continuationSeparator" w:id="0">
    <w:p w14:paraId="5BDB3D00" w14:textId="77777777" w:rsidR="00C27EA3" w:rsidRDefault="00C27EA3" w:rsidP="00D33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2B89E" w14:textId="77777777" w:rsidR="00917870" w:rsidRDefault="00917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20E4" w14:textId="77777777" w:rsidR="003D7485" w:rsidRDefault="003D7485" w:rsidP="00740241">
    <w:pPr>
      <w:pStyle w:val="Footer"/>
      <w:tabs>
        <w:tab w:val="clear" w:pos="4680"/>
        <w:tab w:val="clear" w:pos="9360"/>
        <w:tab w:val="left" w:pos="3402"/>
        <w:tab w:val="right" w:pos="9639"/>
      </w:tabs>
      <w:rPr>
        <w:lang w:val="hr-HR"/>
      </w:rPr>
    </w:pPr>
    <w:r w:rsidRPr="0041360D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BA820F3" wp14:editId="4BA820F4">
              <wp:simplePos x="0" y="0"/>
              <wp:positionH relativeFrom="column">
                <wp:posOffset>-933813</wp:posOffset>
              </wp:positionH>
              <wp:positionV relativeFrom="paragraph">
                <wp:posOffset>-203835</wp:posOffset>
              </wp:positionV>
              <wp:extent cx="7634605" cy="0"/>
              <wp:effectExtent l="0" t="19050" r="4445" b="19050"/>
              <wp:wrapNone/>
              <wp:docPr id="21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34605" cy="0"/>
                      </a:xfrm>
                      <a:prstGeom prst="straightConnector1">
                        <a:avLst/>
                      </a:prstGeom>
                      <a:ln w="28575">
                        <a:solidFill>
                          <a:srgbClr val="CDBE73"/>
                        </a:solidFill>
                        <a:tailEnd type="none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D36147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2" o:spid="_x0000_s1026" type="#_x0000_t32" style="position:absolute;margin-left:-73.55pt;margin-top:-16.05pt;width:601.1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" strokecolor="#cdbe73" strokeweight="2.25pt"/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A820F5" wp14:editId="4BA820F6">
              <wp:simplePos x="0" y="0"/>
              <wp:positionH relativeFrom="column">
                <wp:posOffset>-642817</wp:posOffset>
              </wp:positionH>
              <wp:positionV relativeFrom="paragraph">
                <wp:posOffset>-204434</wp:posOffset>
              </wp:positionV>
              <wp:extent cx="7400183" cy="823595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00183" cy="823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A820FA" w14:textId="76E5BECE" w:rsidR="003D7485" w:rsidRPr="00740241" w:rsidRDefault="003D7485" w:rsidP="00917870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left" w:pos="3402"/>
                              <w:tab w:val="right" w:pos="9639"/>
                            </w:tabs>
                            <w:jc w:val="center"/>
                            <w:rPr>
                              <w:noProof/>
                              <w:lang w:val="hr-HR"/>
                            </w:rPr>
                          </w:pPr>
                          <w:r>
                            <w:rPr>
                              <w:noProof/>
                              <w:lang w:val="hr-HR"/>
                            </w:rPr>
                            <w:t xml:space="preserve">Commondo d.o.o. </w:t>
                          </w:r>
                          <w:r>
                            <w:rPr>
                              <w:noProof/>
                              <w:lang w:val="hr-HR"/>
                            </w:rPr>
                            <w:t>Zagreb, Croati</w:t>
                          </w:r>
                          <w:r w:rsidR="004E3888">
                            <w:rPr>
                              <w:noProof/>
                              <w:lang w:val="hr-HR"/>
                            </w:rPr>
                            <w:t>a</w:t>
                          </w:r>
                        </w:p>
                        <w:p w14:paraId="4BA820FB" w14:textId="4DD3A3A6" w:rsidR="003D7485" w:rsidRDefault="00C27EA3" w:rsidP="00740241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left" w:pos="3402"/>
                              <w:tab w:val="right" w:pos="9639"/>
                            </w:tabs>
                            <w:jc w:val="center"/>
                            <w:rPr>
                              <w:noProof/>
                              <w:lang w:val="hr-HR"/>
                            </w:rPr>
                          </w:pPr>
                          <w:hyperlink r:id="rId1" w:history="1">
                            <w:r w:rsidR="003D7485" w:rsidRPr="00740241">
                              <w:rPr>
                                <w:rStyle w:val="Hyperlink"/>
                                <w:noProof/>
                                <w:lang w:val="hr-HR"/>
                              </w:rPr>
                              <w:t>www.commondo.eu</w:t>
                            </w:r>
                          </w:hyperlink>
                          <w:r w:rsidR="003D7485" w:rsidRPr="00740241">
                            <w:rPr>
                              <w:noProof/>
                              <w:lang w:val="hr-HR"/>
                            </w:rPr>
                            <w:t xml:space="preserve">, </w:t>
                          </w:r>
                          <w:hyperlink r:id="rId2" w:history="1">
                            <w:r w:rsidR="003D7485" w:rsidRPr="00740241">
                              <w:rPr>
                                <w:rStyle w:val="Hyperlink"/>
                                <w:noProof/>
                                <w:lang w:val="hr-HR"/>
                              </w:rPr>
                              <w:t>info@commondo.eu</w:t>
                            </w:r>
                          </w:hyperlink>
                        </w:p>
                        <w:p w14:paraId="4BA820FC" w14:textId="77777777" w:rsidR="003D7485" w:rsidRDefault="003D7485" w:rsidP="00740241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left" w:pos="3402"/>
                              <w:tab w:val="right" w:pos="9639"/>
                            </w:tabs>
                            <w:jc w:val="center"/>
                            <w:rPr>
                              <w:lang w:val="hr-HR"/>
                            </w:rPr>
                          </w:pPr>
                        </w:p>
                        <w:p w14:paraId="4BA820FD" w14:textId="77777777" w:rsidR="003D7485" w:rsidRPr="00740241" w:rsidRDefault="003D7485" w:rsidP="00740241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left" w:pos="3402"/>
                              <w:tab w:val="right" w:pos="9639"/>
                            </w:tabs>
                            <w:rPr>
                              <w:lang w:val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820F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-50.6pt;margin-top:-16.1pt;width:582.7pt;height:64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" fillcolor="white [3201]" stroked="f" strokeweight="2.25pt">
              <v:textbox>
                <w:txbxContent>
                  <w:p w14:paraId="4BA820FA" w14:textId="76E5BECE" w:rsidR="003D7485" w:rsidRPr="00740241" w:rsidRDefault="003D7485" w:rsidP="00917870">
                    <w:pPr>
                      <w:pStyle w:val="Footer"/>
                      <w:tabs>
                        <w:tab w:val="clear" w:pos="4680"/>
                        <w:tab w:val="clear" w:pos="9360"/>
                        <w:tab w:val="left" w:pos="3402"/>
                        <w:tab w:val="right" w:pos="9639"/>
                      </w:tabs>
                      <w:jc w:val="center"/>
                      <w:rPr>
                        <w:noProof/>
                        <w:lang w:val="hr-HR"/>
                      </w:rPr>
                    </w:pPr>
                    <w:r>
                      <w:rPr>
                        <w:noProof/>
                        <w:lang w:val="hr-HR"/>
                      </w:rPr>
                      <w:t xml:space="preserve">Commondo d.o.o. </w:t>
                    </w:r>
                    <w:r>
                      <w:rPr>
                        <w:noProof/>
                        <w:lang w:val="hr-HR"/>
                      </w:rPr>
                      <w:t>Zagreb, Croati</w:t>
                    </w:r>
                    <w:r w:rsidR="004E3888">
                      <w:rPr>
                        <w:noProof/>
                        <w:lang w:val="hr-HR"/>
                      </w:rPr>
                      <w:t>a</w:t>
                    </w:r>
                  </w:p>
                  <w:p w14:paraId="4BA820FB" w14:textId="4DD3A3A6" w:rsidR="003D7485" w:rsidRDefault="00C27EA3" w:rsidP="00740241">
                    <w:pPr>
                      <w:pStyle w:val="Footer"/>
                      <w:tabs>
                        <w:tab w:val="clear" w:pos="4680"/>
                        <w:tab w:val="clear" w:pos="9360"/>
                        <w:tab w:val="left" w:pos="3402"/>
                        <w:tab w:val="right" w:pos="9639"/>
                      </w:tabs>
                      <w:jc w:val="center"/>
                      <w:rPr>
                        <w:noProof/>
                        <w:lang w:val="hr-HR"/>
                      </w:rPr>
                    </w:pPr>
                    <w:hyperlink r:id="rId3" w:history="1">
                      <w:r w:rsidR="003D7485" w:rsidRPr="00740241">
                        <w:rPr>
                          <w:rStyle w:val="Hyperlink"/>
                          <w:noProof/>
                          <w:lang w:val="hr-HR"/>
                        </w:rPr>
                        <w:t>www.commondo.eu</w:t>
                      </w:r>
                    </w:hyperlink>
                    <w:r w:rsidR="003D7485" w:rsidRPr="00740241">
                      <w:rPr>
                        <w:noProof/>
                        <w:lang w:val="hr-HR"/>
                      </w:rPr>
                      <w:t xml:space="preserve">, </w:t>
                    </w:r>
                    <w:hyperlink r:id="rId4" w:history="1">
                      <w:r w:rsidR="003D7485" w:rsidRPr="00740241">
                        <w:rPr>
                          <w:rStyle w:val="Hyperlink"/>
                          <w:noProof/>
                          <w:lang w:val="hr-HR"/>
                        </w:rPr>
                        <w:t>info@commondo.eu</w:t>
                      </w:r>
                    </w:hyperlink>
                  </w:p>
                  <w:p w14:paraId="4BA820FC" w14:textId="77777777" w:rsidR="003D7485" w:rsidRDefault="003D7485" w:rsidP="00740241">
                    <w:pPr>
                      <w:pStyle w:val="Footer"/>
                      <w:tabs>
                        <w:tab w:val="clear" w:pos="4680"/>
                        <w:tab w:val="clear" w:pos="9360"/>
                        <w:tab w:val="left" w:pos="3402"/>
                        <w:tab w:val="right" w:pos="9639"/>
                      </w:tabs>
                      <w:jc w:val="center"/>
                      <w:rPr>
                        <w:lang w:val="hr-HR"/>
                      </w:rPr>
                    </w:pPr>
                  </w:p>
                  <w:p w14:paraId="4BA820FD" w14:textId="77777777" w:rsidR="003D7485" w:rsidRPr="00740241" w:rsidRDefault="003D7485" w:rsidP="00740241">
                    <w:pPr>
                      <w:pStyle w:val="Footer"/>
                      <w:tabs>
                        <w:tab w:val="clear" w:pos="4680"/>
                        <w:tab w:val="clear" w:pos="9360"/>
                        <w:tab w:val="left" w:pos="3402"/>
                        <w:tab w:val="right" w:pos="9639"/>
                      </w:tabs>
                      <w:rPr>
                        <w:lang w:val="hr-HR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E09D9" w14:textId="77777777" w:rsidR="00917870" w:rsidRDefault="00917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8659E" w14:textId="77777777" w:rsidR="00C27EA3" w:rsidRDefault="00C27EA3" w:rsidP="00D33403">
      <w:pPr>
        <w:spacing w:after="0" w:line="240" w:lineRule="auto"/>
      </w:pPr>
      <w:r>
        <w:separator/>
      </w:r>
    </w:p>
  </w:footnote>
  <w:footnote w:type="continuationSeparator" w:id="0">
    <w:p w14:paraId="75729D7E" w14:textId="77777777" w:rsidR="00C27EA3" w:rsidRDefault="00C27EA3" w:rsidP="00D33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20E1" w14:textId="77777777" w:rsidR="003D7485" w:rsidRDefault="00C27EA3">
    <w:pPr>
      <w:pStyle w:val="Header"/>
    </w:pPr>
    <w:r>
      <w:rPr>
        <w:noProof/>
      </w:rPr>
      <w:pict w14:anchorId="4BA820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709846" o:spid="_x0000_s2053" type="#_x0000_t75" style="position:absolute;margin-left:0;margin-top:0;width:600.95pt;height:847.7pt;z-index:-251657216;mso-position-horizontal:center;mso-position-horizontal-relative:margin;mso-position-vertical:center;mso-position-vertical-relative:margin" o:allowincell="f">
          <v:imagedata r:id="rId1" o:title="tes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20E2" w14:textId="77777777" w:rsidR="003D7485" w:rsidRPr="0041360D" w:rsidRDefault="003D7485" w:rsidP="0041360D">
    <w:pPr>
      <w:pStyle w:val="Footer"/>
      <w:tabs>
        <w:tab w:val="clear" w:pos="4680"/>
        <w:tab w:val="clear" w:pos="9360"/>
        <w:tab w:val="left" w:pos="3402"/>
        <w:tab w:val="right" w:pos="9639"/>
      </w:tabs>
      <w:rPr>
        <w:noProof/>
        <w:sz w:val="24"/>
        <w:szCs w:val="24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BA820E7" wp14:editId="4BA820E8">
              <wp:simplePos x="0" y="0"/>
              <wp:positionH relativeFrom="column">
                <wp:posOffset>-101904</wp:posOffset>
              </wp:positionH>
              <wp:positionV relativeFrom="paragraph">
                <wp:posOffset>12879</wp:posOffset>
              </wp:positionV>
              <wp:extent cx="4327200" cy="900000"/>
              <wp:effectExtent l="0" t="0" r="0" b="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7200" cy="90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A820F8" w14:textId="77777777" w:rsidR="003D7485" w:rsidRPr="00944E89" w:rsidRDefault="003D7485" w:rsidP="00C42EBA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left" w:pos="3402"/>
                              <w:tab w:val="right" w:pos="9639"/>
                            </w:tabs>
                            <w:rPr>
                              <w:noProof/>
                              <w:sz w:val="24"/>
                              <w:szCs w:val="24"/>
                              <w:lang w:val="hr-H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820E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-8pt;margin-top:1pt;width:340.7pt;height:70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" fillcolor="white [3201]" stroked="f" strokeweight="2.25pt">
              <v:textbox>
                <w:txbxContent>
                  <w:p w14:paraId="4BA820F8" w14:textId="77777777" w:rsidR="003D7485" w:rsidRPr="00944E89" w:rsidRDefault="003D7485" w:rsidP="00C42EBA">
                    <w:pPr>
                      <w:pStyle w:val="Footer"/>
                      <w:tabs>
                        <w:tab w:val="clear" w:pos="4680"/>
                        <w:tab w:val="clear" w:pos="9360"/>
                        <w:tab w:val="left" w:pos="3402"/>
                        <w:tab w:val="right" w:pos="9639"/>
                      </w:tabs>
                      <w:rPr>
                        <w:noProof/>
                        <w:sz w:val="24"/>
                        <w:szCs w:val="24"/>
                        <w:lang w:val="hr-HR"/>
                      </w:rPr>
                    </w:pPr>
                  </w:p>
                </w:txbxContent>
              </v:textbox>
            </v:shape>
          </w:pict>
        </mc:Fallback>
      </mc:AlternateContent>
    </w:r>
    <w:r w:rsidRPr="0041360D">
      <w:rPr>
        <w:noProof/>
        <w:sz w:val="24"/>
        <w:szCs w:val="24"/>
        <w:lang w:val="hr-HR" w:eastAsia="hr-HR"/>
      </w:rPr>
      <w:drawing>
        <wp:anchor distT="0" distB="0" distL="114300" distR="114300" simplePos="0" relativeHeight="251661312" behindDoc="0" locked="0" layoutInCell="1" allowOverlap="1" wp14:anchorId="4BA820E9" wp14:editId="4BA820EA">
          <wp:simplePos x="0" y="0"/>
          <wp:positionH relativeFrom="column">
            <wp:posOffset>4492804</wp:posOffset>
          </wp:positionH>
          <wp:positionV relativeFrom="paragraph">
            <wp:posOffset>125095</wp:posOffset>
          </wp:positionV>
          <wp:extent cx="1830070" cy="622300"/>
          <wp:effectExtent l="0" t="0" r="0" b="6350"/>
          <wp:wrapNone/>
          <wp:docPr id="12" name="Picture 12" descr="C:\Users\STANIS~1\AppData\Local\Temp\Rar$DR00.814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NIS~1\AppData\Local\Temp\Rar$DR00.814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007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A820E3" w14:textId="77777777" w:rsidR="003D7485" w:rsidRPr="0041360D" w:rsidRDefault="003D7485" w:rsidP="00276C75">
    <w:pPr>
      <w:pStyle w:val="Footer"/>
      <w:tabs>
        <w:tab w:val="clear" w:pos="4680"/>
        <w:tab w:val="clear" w:pos="9360"/>
        <w:tab w:val="left" w:pos="3402"/>
        <w:tab w:val="right" w:pos="9639"/>
      </w:tabs>
      <w:rPr>
        <w:lang w:val="hr-HR"/>
      </w:rPr>
    </w:pPr>
    <w:r w:rsidRPr="0041360D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A820EB" wp14:editId="4BA820EC">
              <wp:simplePos x="0" y="0"/>
              <wp:positionH relativeFrom="column">
                <wp:posOffset>-900430</wp:posOffset>
              </wp:positionH>
              <wp:positionV relativeFrom="paragraph">
                <wp:posOffset>739775</wp:posOffset>
              </wp:positionV>
              <wp:extent cx="5189855" cy="0"/>
              <wp:effectExtent l="0" t="19050" r="10795" b="19050"/>
              <wp:wrapNone/>
              <wp:docPr id="14" name="Straight Arrow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855" cy="0"/>
                      </a:xfrm>
                      <a:prstGeom prst="straightConnector1">
                        <a:avLst/>
                      </a:prstGeom>
                      <a:ln w="28575">
                        <a:solidFill>
                          <a:srgbClr val="4498BA"/>
                        </a:solidFill>
                        <a:tailEnd type="none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FB4837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3" o:spid="_x0000_s1026" type="#_x0000_t32" style="position:absolute;margin-left:-70.9pt;margin-top:58.25pt;width:408.65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" strokecolor="#4498ba" strokeweight="2.25pt"/>
          </w:pict>
        </mc:Fallback>
      </mc:AlternateContent>
    </w:r>
    <w:r w:rsidRPr="0041360D"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BA820ED" wp14:editId="4BA820EE">
              <wp:simplePos x="0" y="0"/>
              <wp:positionH relativeFrom="column">
                <wp:posOffset>4374243</wp:posOffset>
              </wp:positionH>
              <wp:positionV relativeFrom="paragraph">
                <wp:posOffset>739775</wp:posOffset>
              </wp:positionV>
              <wp:extent cx="2442210" cy="0"/>
              <wp:effectExtent l="0" t="19050" r="15240" b="19050"/>
              <wp:wrapNone/>
              <wp:docPr id="13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2210" cy="0"/>
                      </a:xfrm>
                      <a:prstGeom prst="straightConnector1">
                        <a:avLst/>
                      </a:prstGeom>
                      <a:ln w="28575">
                        <a:solidFill>
                          <a:srgbClr val="CDBE73"/>
                        </a:solidFill>
                        <a:tailEnd type="none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943CCDD" id="Straight Arrow Connector 12" o:spid="_x0000_s1026" type="#_x0000_t32" style="position:absolute;margin-left:344.45pt;margin-top:58.25pt;width:192.3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" strokecolor="#cdbe73" strokeweight="2.25pt"/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BA820EF" wp14:editId="4BA820F0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88000" cy="0"/>
              <wp:effectExtent l="0" t="0" r="171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569F40" id="Straight Connector 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.5pt,595.35pt" to="31.2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" strokecolor="#a5a5a5 [2092]" strokeweight=".25pt">
              <w10:wrap anchorx="page" anchory="page"/>
            </v:lin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BA820F1" wp14:editId="4BA820F2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88000" cy="0"/>
              <wp:effectExtent l="0" t="0" r="1714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0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72967E" id="Straight Connector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8.5pt,297.7pt" to="31.2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" strokecolor="#a5a5a5 [2092]" strokeweight=".25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20E5" w14:textId="77777777" w:rsidR="003D7485" w:rsidRDefault="00C27EA3">
    <w:pPr>
      <w:pStyle w:val="Header"/>
    </w:pPr>
    <w:r>
      <w:rPr>
        <w:noProof/>
      </w:rPr>
      <w:pict w14:anchorId="4BA82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709845" o:spid="_x0000_s2052" type="#_x0000_t75" style="position:absolute;margin-left:0;margin-top:0;width:600.95pt;height:847.7pt;z-index:-251658240;mso-position-horizontal:center;mso-position-horizontal-relative:margin;mso-position-vertical:center;mso-position-vertical-relative:margin" o:allowincell="f">
          <v:imagedata r:id="rId1" o:title="tes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30BB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" w15:restartNumberingAfterBreak="0">
    <w:nsid w:val="08F26BE0"/>
    <w:multiLevelType w:val="multilevel"/>
    <w:tmpl w:val="B0FAFD0E"/>
    <w:lvl w:ilvl="0">
      <w:start w:val="1"/>
      <w:numFmt w:val="none"/>
      <w:pStyle w:val="CellNumber"/>
      <w:suff w:val="nothing"/>
      <w:lvlText w:val="%1"/>
      <w:lvlJc w:val="left"/>
      <w:pPr>
        <w:ind w:left="-227" w:firstLine="0"/>
      </w:pPr>
      <w:rPr>
        <w:rFonts w:hint="default"/>
      </w:rPr>
    </w:lvl>
    <w:lvl w:ilvl="1">
      <w:start w:val="11"/>
      <w:numFmt w:val="decimal"/>
      <w:pStyle w:val="CellNumber"/>
      <w:suff w:val="nothing"/>
      <w:lvlText w:val="%2."/>
      <w:lvlJc w:val="left"/>
      <w:pPr>
        <w:ind w:left="113" w:hanging="113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27"/>
        </w:tabs>
        <w:ind w:left="-227" w:firstLine="0"/>
      </w:pPr>
      <w:rPr>
        <w:rFonts w:hint="default"/>
      </w:rPr>
    </w:lvl>
  </w:abstractNum>
  <w:abstractNum w:abstractNumId="2" w15:restartNumberingAfterBreak="0">
    <w:nsid w:val="0F710772"/>
    <w:multiLevelType w:val="multilevel"/>
    <w:tmpl w:val="049C4EAC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5465582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 w15:restartNumberingAfterBreak="0">
    <w:nsid w:val="17293453"/>
    <w:multiLevelType w:val="hybridMultilevel"/>
    <w:tmpl w:val="E8E64336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D58BA"/>
    <w:multiLevelType w:val="hybridMultilevel"/>
    <w:tmpl w:val="3394F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801E7"/>
    <w:multiLevelType w:val="hybridMultilevel"/>
    <w:tmpl w:val="51A80FD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C4547B"/>
    <w:multiLevelType w:val="multilevel"/>
    <w:tmpl w:val="7FFA2162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3AA7B1F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9" w15:restartNumberingAfterBreak="0">
    <w:nsid w:val="2E9702E3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0" w15:restartNumberingAfterBreak="0">
    <w:nsid w:val="2F201A18"/>
    <w:multiLevelType w:val="hybridMultilevel"/>
    <w:tmpl w:val="ACA27872"/>
    <w:lvl w:ilvl="0" w:tplc="20B8A0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005E0"/>
    <w:multiLevelType w:val="hybridMultilevel"/>
    <w:tmpl w:val="9A985A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E7B6C"/>
    <w:multiLevelType w:val="multilevel"/>
    <w:tmpl w:val="643E223E"/>
    <w:lvl w:ilvl="0">
      <w:start w:val="1"/>
      <w:numFmt w:val="lowerRoman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516CB9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4" w15:restartNumberingAfterBreak="0">
    <w:nsid w:val="37D23CB0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5" w15:restartNumberingAfterBreak="0">
    <w:nsid w:val="45760E09"/>
    <w:multiLevelType w:val="hybridMultilevel"/>
    <w:tmpl w:val="558C4DA6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6" w15:restartNumberingAfterBreak="0">
    <w:nsid w:val="467C3B8B"/>
    <w:multiLevelType w:val="multilevel"/>
    <w:tmpl w:val="A88C799C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7570B95"/>
    <w:multiLevelType w:val="multilevel"/>
    <w:tmpl w:val="468A6F1C"/>
    <w:lvl w:ilvl="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5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</w:rPr>
    </w:lvl>
  </w:abstractNum>
  <w:abstractNum w:abstractNumId="18" w15:restartNumberingAfterBreak="0">
    <w:nsid w:val="47845EC3"/>
    <w:multiLevelType w:val="hybridMultilevel"/>
    <w:tmpl w:val="9A985A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93793"/>
    <w:multiLevelType w:val="hybridMultilevel"/>
    <w:tmpl w:val="79CC1682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0" w15:restartNumberingAfterBreak="0">
    <w:nsid w:val="4CD43535"/>
    <w:multiLevelType w:val="hybridMultilevel"/>
    <w:tmpl w:val="DDF212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710D5"/>
    <w:multiLevelType w:val="hybridMultilevel"/>
    <w:tmpl w:val="FF341800"/>
    <w:lvl w:ilvl="0" w:tplc="041A000F">
      <w:start w:val="1"/>
      <w:numFmt w:val="decimal"/>
      <w:lvlText w:val="%1."/>
      <w:lvlJc w:val="left"/>
      <w:pPr>
        <w:ind w:left="891" w:hanging="360"/>
      </w:pPr>
    </w:lvl>
    <w:lvl w:ilvl="1" w:tplc="041A0019" w:tentative="1">
      <w:start w:val="1"/>
      <w:numFmt w:val="lowerLetter"/>
      <w:lvlText w:val="%2."/>
      <w:lvlJc w:val="left"/>
      <w:pPr>
        <w:ind w:left="1611" w:hanging="360"/>
      </w:pPr>
    </w:lvl>
    <w:lvl w:ilvl="2" w:tplc="041A001B" w:tentative="1">
      <w:start w:val="1"/>
      <w:numFmt w:val="lowerRoman"/>
      <w:lvlText w:val="%3."/>
      <w:lvlJc w:val="right"/>
      <w:pPr>
        <w:ind w:left="2331" w:hanging="180"/>
      </w:pPr>
    </w:lvl>
    <w:lvl w:ilvl="3" w:tplc="041A000F" w:tentative="1">
      <w:start w:val="1"/>
      <w:numFmt w:val="decimal"/>
      <w:lvlText w:val="%4."/>
      <w:lvlJc w:val="left"/>
      <w:pPr>
        <w:ind w:left="3051" w:hanging="360"/>
      </w:pPr>
    </w:lvl>
    <w:lvl w:ilvl="4" w:tplc="041A0019" w:tentative="1">
      <w:start w:val="1"/>
      <w:numFmt w:val="lowerLetter"/>
      <w:lvlText w:val="%5."/>
      <w:lvlJc w:val="left"/>
      <w:pPr>
        <w:ind w:left="3771" w:hanging="360"/>
      </w:pPr>
    </w:lvl>
    <w:lvl w:ilvl="5" w:tplc="041A001B" w:tentative="1">
      <w:start w:val="1"/>
      <w:numFmt w:val="lowerRoman"/>
      <w:lvlText w:val="%6."/>
      <w:lvlJc w:val="right"/>
      <w:pPr>
        <w:ind w:left="4491" w:hanging="180"/>
      </w:pPr>
    </w:lvl>
    <w:lvl w:ilvl="6" w:tplc="041A000F" w:tentative="1">
      <w:start w:val="1"/>
      <w:numFmt w:val="decimal"/>
      <w:lvlText w:val="%7."/>
      <w:lvlJc w:val="left"/>
      <w:pPr>
        <w:ind w:left="5211" w:hanging="360"/>
      </w:pPr>
    </w:lvl>
    <w:lvl w:ilvl="7" w:tplc="041A0019" w:tentative="1">
      <w:start w:val="1"/>
      <w:numFmt w:val="lowerLetter"/>
      <w:lvlText w:val="%8."/>
      <w:lvlJc w:val="left"/>
      <w:pPr>
        <w:ind w:left="5931" w:hanging="360"/>
      </w:pPr>
    </w:lvl>
    <w:lvl w:ilvl="8" w:tplc="041A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2" w15:restartNumberingAfterBreak="0">
    <w:nsid w:val="55364437"/>
    <w:multiLevelType w:val="multilevel"/>
    <w:tmpl w:val="049C4EAC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56124684"/>
    <w:multiLevelType w:val="hybridMultilevel"/>
    <w:tmpl w:val="02721C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3CA0"/>
    <w:multiLevelType w:val="hybridMultilevel"/>
    <w:tmpl w:val="E8E64336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644A3"/>
    <w:multiLevelType w:val="hybridMultilevel"/>
    <w:tmpl w:val="02721C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32883"/>
    <w:multiLevelType w:val="hybridMultilevel"/>
    <w:tmpl w:val="9A985A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235A0"/>
    <w:multiLevelType w:val="hybridMultilevel"/>
    <w:tmpl w:val="E8E64336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D18A8"/>
    <w:multiLevelType w:val="multilevel"/>
    <w:tmpl w:val="643E223E"/>
    <w:styleLink w:val="Style1"/>
    <w:lvl w:ilvl="0">
      <w:start w:val="1"/>
      <w:numFmt w:val="lowerRoman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F3D02"/>
    <w:multiLevelType w:val="multilevel"/>
    <w:tmpl w:val="049C4EAC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792F5E05"/>
    <w:multiLevelType w:val="multilevel"/>
    <w:tmpl w:val="049C4EAC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7BFD685F"/>
    <w:multiLevelType w:val="multilevel"/>
    <w:tmpl w:val="643E223E"/>
    <w:numStyleLink w:val="Style1"/>
  </w:abstractNum>
  <w:abstractNum w:abstractNumId="32" w15:restartNumberingAfterBreak="0">
    <w:nsid w:val="7EA73367"/>
    <w:multiLevelType w:val="hybridMultilevel"/>
    <w:tmpl w:val="9A985A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0"/>
  </w:num>
  <w:num w:numId="5">
    <w:abstractNumId w:val="5"/>
  </w:num>
  <w:num w:numId="6">
    <w:abstractNumId w:val="1"/>
  </w:num>
  <w:num w:numId="7">
    <w:abstractNumId w:val="28"/>
  </w:num>
  <w:num w:numId="8">
    <w:abstractNumId w:val="7"/>
  </w:num>
  <w:num w:numId="9">
    <w:abstractNumId w:val="1"/>
  </w:num>
  <w:num w:numId="10">
    <w:abstractNumId w:val="12"/>
  </w:num>
  <w:num w:numId="11">
    <w:abstractNumId w:val="16"/>
  </w:num>
  <w:num w:numId="12">
    <w:abstractNumId w:val="30"/>
  </w:num>
  <w:num w:numId="13">
    <w:abstractNumId w:val="17"/>
  </w:num>
  <w:num w:numId="14">
    <w:abstractNumId w:val="1"/>
  </w:num>
  <w:num w:numId="15">
    <w:abstractNumId w:val="29"/>
  </w:num>
  <w:num w:numId="16">
    <w:abstractNumId w:val="2"/>
  </w:num>
  <w:num w:numId="17">
    <w:abstractNumId w:val="22"/>
  </w:num>
  <w:num w:numId="18">
    <w:abstractNumId w:val="23"/>
  </w:num>
  <w:num w:numId="19">
    <w:abstractNumId w:val="32"/>
  </w:num>
  <w:num w:numId="20">
    <w:abstractNumId w:val="25"/>
  </w:num>
  <w:num w:numId="21">
    <w:abstractNumId w:val="26"/>
  </w:num>
  <w:num w:numId="22">
    <w:abstractNumId w:val="11"/>
  </w:num>
  <w:num w:numId="23">
    <w:abstractNumId w:val="18"/>
  </w:num>
  <w:num w:numId="24">
    <w:abstractNumId w:val="20"/>
  </w:num>
  <w:num w:numId="25">
    <w:abstractNumId w:val="4"/>
  </w:num>
  <w:num w:numId="26">
    <w:abstractNumId w:val="27"/>
  </w:num>
  <w:num w:numId="27">
    <w:abstractNumId w:val="24"/>
  </w:num>
  <w:num w:numId="28">
    <w:abstractNumId w:val="0"/>
  </w:num>
  <w:num w:numId="29">
    <w:abstractNumId w:val="19"/>
  </w:num>
  <w:num w:numId="30">
    <w:abstractNumId w:val="8"/>
  </w:num>
  <w:num w:numId="31">
    <w:abstractNumId w:val="9"/>
  </w:num>
  <w:num w:numId="32">
    <w:abstractNumId w:val="13"/>
  </w:num>
  <w:num w:numId="33">
    <w:abstractNumId w:val="14"/>
  </w:num>
  <w:num w:numId="34">
    <w:abstractNumId w:val="21"/>
  </w:num>
  <w:num w:numId="35">
    <w:abstractNumId w:val="1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qVAmTU2fhnlyecrMM6RMF0luHsECgGBYE7hn/Fvc/cgMT69h8d/ZHInzNApai/tSEqg/T80Pbr4kHXfGsfsjJg==" w:salt="k9s2RSKmSpWIGBKFAxP6iQ==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421"/>
    <w:rsid w:val="00000E1C"/>
    <w:rsid w:val="000233B5"/>
    <w:rsid w:val="00027F50"/>
    <w:rsid w:val="00041D09"/>
    <w:rsid w:val="000550DD"/>
    <w:rsid w:val="000739D0"/>
    <w:rsid w:val="00086C26"/>
    <w:rsid w:val="0009199A"/>
    <w:rsid w:val="000A47A9"/>
    <w:rsid w:val="000B0F5E"/>
    <w:rsid w:val="000B11E6"/>
    <w:rsid w:val="000C2137"/>
    <w:rsid w:val="000F745B"/>
    <w:rsid w:val="001339F2"/>
    <w:rsid w:val="0013732D"/>
    <w:rsid w:val="001418F0"/>
    <w:rsid w:val="00143C74"/>
    <w:rsid w:val="00147027"/>
    <w:rsid w:val="00147D85"/>
    <w:rsid w:val="00154B8C"/>
    <w:rsid w:val="0015652F"/>
    <w:rsid w:val="00156810"/>
    <w:rsid w:val="0016070F"/>
    <w:rsid w:val="0016346E"/>
    <w:rsid w:val="0018739E"/>
    <w:rsid w:val="0019292C"/>
    <w:rsid w:val="00193E28"/>
    <w:rsid w:val="00196D6A"/>
    <w:rsid w:val="001A6B61"/>
    <w:rsid w:val="001B07E0"/>
    <w:rsid w:val="001C49F7"/>
    <w:rsid w:val="001D061A"/>
    <w:rsid w:val="001D392B"/>
    <w:rsid w:val="001D7BAC"/>
    <w:rsid w:val="001E156A"/>
    <w:rsid w:val="001E2538"/>
    <w:rsid w:val="001E7ECF"/>
    <w:rsid w:val="00200A0E"/>
    <w:rsid w:val="00203DF3"/>
    <w:rsid w:val="0024119E"/>
    <w:rsid w:val="00251BA0"/>
    <w:rsid w:val="00257097"/>
    <w:rsid w:val="002661D4"/>
    <w:rsid w:val="00276C75"/>
    <w:rsid w:val="002C751D"/>
    <w:rsid w:val="002D405D"/>
    <w:rsid w:val="002E0DDF"/>
    <w:rsid w:val="002E34E0"/>
    <w:rsid w:val="00325ED2"/>
    <w:rsid w:val="00376FC0"/>
    <w:rsid w:val="00381D97"/>
    <w:rsid w:val="003828DB"/>
    <w:rsid w:val="00385376"/>
    <w:rsid w:val="00390AC3"/>
    <w:rsid w:val="003B706F"/>
    <w:rsid w:val="003C332C"/>
    <w:rsid w:val="003D505F"/>
    <w:rsid w:val="003D5BC1"/>
    <w:rsid w:val="003D7485"/>
    <w:rsid w:val="003D7E1E"/>
    <w:rsid w:val="003E2879"/>
    <w:rsid w:val="003E5DAB"/>
    <w:rsid w:val="003F4853"/>
    <w:rsid w:val="003F48D8"/>
    <w:rsid w:val="004014CE"/>
    <w:rsid w:val="004051E7"/>
    <w:rsid w:val="0041360D"/>
    <w:rsid w:val="0042410A"/>
    <w:rsid w:val="004349C5"/>
    <w:rsid w:val="0043702A"/>
    <w:rsid w:val="00442EDB"/>
    <w:rsid w:val="004601EE"/>
    <w:rsid w:val="00463931"/>
    <w:rsid w:val="00472CCF"/>
    <w:rsid w:val="00493B2F"/>
    <w:rsid w:val="004963C5"/>
    <w:rsid w:val="004A6BCB"/>
    <w:rsid w:val="004A73BA"/>
    <w:rsid w:val="004B44BE"/>
    <w:rsid w:val="004B7F3A"/>
    <w:rsid w:val="004D28B7"/>
    <w:rsid w:val="004D5C57"/>
    <w:rsid w:val="004E3888"/>
    <w:rsid w:val="005109C4"/>
    <w:rsid w:val="00520C43"/>
    <w:rsid w:val="00530B3D"/>
    <w:rsid w:val="00541D0D"/>
    <w:rsid w:val="0055000D"/>
    <w:rsid w:val="00571266"/>
    <w:rsid w:val="005813D2"/>
    <w:rsid w:val="00593054"/>
    <w:rsid w:val="0059523F"/>
    <w:rsid w:val="005A54D4"/>
    <w:rsid w:val="005A5AEE"/>
    <w:rsid w:val="005B2691"/>
    <w:rsid w:val="005B7732"/>
    <w:rsid w:val="005C24B0"/>
    <w:rsid w:val="005D224A"/>
    <w:rsid w:val="005D512E"/>
    <w:rsid w:val="005E18B0"/>
    <w:rsid w:val="005E2604"/>
    <w:rsid w:val="005E44BF"/>
    <w:rsid w:val="005E55DF"/>
    <w:rsid w:val="00602656"/>
    <w:rsid w:val="006075D4"/>
    <w:rsid w:val="0061229C"/>
    <w:rsid w:val="00625778"/>
    <w:rsid w:val="00633DAF"/>
    <w:rsid w:val="006431B0"/>
    <w:rsid w:val="00660130"/>
    <w:rsid w:val="006667BA"/>
    <w:rsid w:val="00681CBD"/>
    <w:rsid w:val="0068579D"/>
    <w:rsid w:val="006933DD"/>
    <w:rsid w:val="00695B04"/>
    <w:rsid w:val="00696E36"/>
    <w:rsid w:val="006A3143"/>
    <w:rsid w:val="006A68B1"/>
    <w:rsid w:val="006B05E7"/>
    <w:rsid w:val="006B3B0F"/>
    <w:rsid w:val="006C4DA5"/>
    <w:rsid w:val="006C567E"/>
    <w:rsid w:val="006D1033"/>
    <w:rsid w:val="006F0D78"/>
    <w:rsid w:val="006F328D"/>
    <w:rsid w:val="00705512"/>
    <w:rsid w:val="00716188"/>
    <w:rsid w:val="00731916"/>
    <w:rsid w:val="00735176"/>
    <w:rsid w:val="00740241"/>
    <w:rsid w:val="00753FB6"/>
    <w:rsid w:val="00754E76"/>
    <w:rsid w:val="0075788E"/>
    <w:rsid w:val="00781074"/>
    <w:rsid w:val="0078266F"/>
    <w:rsid w:val="007A0F9D"/>
    <w:rsid w:val="007C1A0E"/>
    <w:rsid w:val="007C53B4"/>
    <w:rsid w:val="007C69E5"/>
    <w:rsid w:val="007D4AF7"/>
    <w:rsid w:val="007E6B50"/>
    <w:rsid w:val="0080514D"/>
    <w:rsid w:val="008051D8"/>
    <w:rsid w:val="00814A18"/>
    <w:rsid w:val="00823435"/>
    <w:rsid w:val="0082767B"/>
    <w:rsid w:val="00844FE2"/>
    <w:rsid w:val="00852A0D"/>
    <w:rsid w:val="00870E8F"/>
    <w:rsid w:val="008A3989"/>
    <w:rsid w:val="008A39A2"/>
    <w:rsid w:val="008A3EC3"/>
    <w:rsid w:val="008B1CB2"/>
    <w:rsid w:val="008B6AEF"/>
    <w:rsid w:val="008C0727"/>
    <w:rsid w:val="008C6994"/>
    <w:rsid w:val="008D6314"/>
    <w:rsid w:val="008E37A7"/>
    <w:rsid w:val="00902F41"/>
    <w:rsid w:val="00904F32"/>
    <w:rsid w:val="0090611F"/>
    <w:rsid w:val="00917870"/>
    <w:rsid w:val="00927E7F"/>
    <w:rsid w:val="00944E89"/>
    <w:rsid w:val="00950D23"/>
    <w:rsid w:val="009529DA"/>
    <w:rsid w:val="00976CD9"/>
    <w:rsid w:val="00983799"/>
    <w:rsid w:val="009A0CFD"/>
    <w:rsid w:val="009A4BC6"/>
    <w:rsid w:val="009C078C"/>
    <w:rsid w:val="009C1A5C"/>
    <w:rsid w:val="009F3C83"/>
    <w:rsid w:val="00A1063D"/>
    <w:rsid w:val="00A17649"/>
    <w:rsid w:val="00A4151D"/>
    <w:rsid w:val="00A45EA6"/>
    <w:rsid w:val="00A630AC"/>
    <w:rsid w:val="00A654B6"/>
    <w:rsid w:val="00A72770"/>
    <w:rsid w:val="00A74E1F"/>
    <w:rsid w:val="00A764F9"/>
    <w:rsid w:val="00A83EC3"/>
    <w:rsid w:val="00A92EB5"/>
    <w:rsid w:val="00A94E33"/>
    <w:rsid w:val="00A9572F"/>
    <w:rsid w:val="00A97702"/>
    <w:rsid w:val="00AB73E3"/>
    <w:rsid w:val="00AB78A4"/>
    <w:rsid w:val="00AC327B"/>
    <w:rsid w:val="00AD1837"/>
    <w:rsid w:val="00AD6B93"/>
    <w:rsid w:val="00AD777B"/>
    <w:rsid w:val="00AF4A23"/>
    <w:rsid w:val="00B05106"/>
    <w:rsid w:val="00B174D9"/>
    <w:rsid w:val="00B21D35"/>
    <w:rsid w:val="00B352BF"/>
    <w:rsid w:val="00B4362D"/>
    <w:rsid w:val="00B566EF"/>
    <w:rsid w:val="00B61659"/>
    <w:rsid w:val="00B6348D"/>
    <w:rsid w:val="00B77D11"/>
    <w:rsid w:val="00B86E61"/>
    <w:rsid w:val="00B90661"/>
    <w:rsid w:val="00B9797D"/>
    <w:rsid w:val="00B97ED7"/>
    <w:rsid w:val="00BA2CB8"/>
    <w:rsid w:val="00BA308F"/>
    <w:rsid w:val="00BB0B58"/>
    <w:rsid w:val="00BC493D"/>
    <w:rsid w:val="00BF5893"/>
    <w:rsid w:val="00C058EC"/>
    <w:rsid w:val="00C143F9"/>
    <w:rsid w:val="00C15044"/>
    <w:rsid w:val="00C24FFC"/>
    <w:rsid w:val="00C26736"/>
    <w:rsid w:val="00C27EA3"/>
    <w:rsid w:val="00C37B23"/>
    <w:rsid w:val="00C42EBA"/>
    <w:rsid w:val="00C51FE3"/>
    <w:rsid w:val="00C6312A"/>
    <w:rsid w:val="00C70A15"/>
    <w:rsid w:val="00C939DF"/>
    <w:rsid w:val="00C961FB"/>
    <w:rsid w:val="00CA1DF4"/>
    <w:rsid w:val="00CA79F6"/>
    <w:rsid w:val="00CC6B19"/>
    <w:rsid w:val="00CE2421"/>
    <w:rsid w:val="00CE380D"/>
    <w:rsid w:val="00CE590B"/>
    <w:rsid w:val="00CF06A1"/>
    <w:rsid w:val="00CF3231"/>
    <w:rsid w:val="00D000CD"/>
    <w:rsid w:val="00D01EB8"/>
    <w:rsid w:val="00D133BE"/>
    <w:rsid w:val="00D1505A"/>
    <w:rsid w:val="00D33403"/>
    <w:rsid w:val="00D85DCB"/>
    <w:rsid w:val="00D92DD1"/>
    <w:rsid w:val="00DA443F"/>
    <w:rsid w:val="00DA64D7"/>
    <w:rsid w:val="00DA65A7"/>
    <w:rsid w:val="00DB02F8"/>
    <w:rsid w:val="00DB7CC4"/>
    <w:rsid w:val="00DC3162"/>
    <w:rsid w:val="00DC757D"/>
    <w:rsid w:val="00DD1F28"/>
    <w:rsid w:val="00DD5960"/>
    <w:rsid w:val="00DE01E2"/>
    <w:rsid w:val="00DE6C7A"/>
    <w:rsid w:val="00E070C9"/>
    <w:rsid w:val="00E22737"/>
    <w:rsid w:val="00E40878"/>
    <w:rsid w:val="00E5507A"/>
    <w:rsid w:val="00E6182B"/>
    <w:rsid w:val="00E62BF7"/>
    <w:rsid w:val="00E80D25"/>
    <w:rsid w:val="00E92EAE"/>
    <w:rsid w:val="00E9537C"/>
    <w:rsid w:val="00EA314D"/>
    <w:rsid w:val="00EA581D"/>
    <w:rsid w:val="00EB021B"/>
    <w:rsid w:val="00EC53E7"/>
    <w:rsid w:val="00ED7A81"/>
    <w:rsid w:val="00EE2E95"/>
    <w:rsid w:val="00EF079E"/>
    <w:rsid w:val="00EF5201"/>
    <w:rsid w:val="00EF6A20"/>
    <w:rsid w:val="00F12B12"/>
    <w:rsid w:val="00F13CB4"/>
    <w:rsid w:val="00F16302"/>
    <w:rsid w:val="00F37A4C"/>
    <w:rsid w:val="00F42A81"/>
    <w:rsid w:val="00F615DE"/>
    <w:rsid w:val="00F70B14"/>
    <w:rsid w:val="00F71E8D"/>
    <w:rsid w:val="00F83644"/>
    <w:rsid w:val="00FA22DB"/>
    <w:rsid w:val="00FA534F"/>
    <w:rsid w:val="00FA5830"/>
    <w:rsid w:val="00FB2795"/>
    <w:rsid w:val="00FB3D1A"/>
    <w:rsid w:val="00FC29B2"/>
    <w:rsid w:val="00FC6C3D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BA82095"/>
  <w15:docId w15:val="{056801B3-36E4-41E2-9A20-7C62611F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9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58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6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403"/>
  </w:style>
  <w:style w:type="paragraph" w:styleId="Footer">
    <w:name w:val="footer"/>
    <w:basedOn w:val="Normal"/>
    <w:link w:val="FooterChar"/>
    <w:uiPriority w:val="99"/>
    <w:unhideWhenUsed/>
    <w:rsid w:val="00D33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403"/>
  </w:style>
  <w:style w:type="paragraph" w:styleId="BalloonText">
    <w:name w:val="Balloon Text"/>
    <w:basedOn w:val="Normal"/>
    <w:link w:val="BalloonTextChar"/>
    <w:uiPriority w:val="99"/>
    <w:semiHidden/>
    <w:unhideWhenUsed/>
    <w:rsid w:val="0026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830"/>
    <w:rPr>
      <w:color w:val="0000FF" w:themeColor="hyperlink"/>
      <w:u w:val="single"/>
    </w:rPr>
  </w:style>
  <w:style w:type="paragraph" w:customStyle="1" w:styleId="Bidtext">
    <w:name w:val="Bid text"/>
    <w:basedOn w:val="Normal"/>
    <w:rsid w:val="0046393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CellNumber">
    <w:name w:val="Cell Number"/>
    <w:basedOn w:val="Normal"/>
    <w:rsid w:val="00463931"/>
    <w:pPr>
      <w:numPr>
        <w:ilvl w:val="1"/>
        <w:numId w:val="1"/>
      </w:numPr>
      <w:spacing w:before="120" w:after="100" w:afterAutospacing="1" w:line="240" w:lineRule="auto"/>
    </w:pPr>
    <w:rPr>
      <w:rFonts w:ascii="Arial" w:eastAsia="Times New Roman" w:hAnsi="Arial" w:cs="Times New Roman"/>
      <w:snapToGrid w:val="0"/>
      <w:sz w:val="16"/>
      <w:szCs w:val="20"/>
    </w:rPr>
  </w:style>
  <w:style w:type="paragraph" w:styleId="BodyText">
    <w:name w:val="Body Text"/>
    <w:basedOn w:val="Normal"/>
    <w:link w:val="BodyTextChar"/>
    <w:rsid w:val="00463931"/>
    <w:pPr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3931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ormalWeb">
    <w:name w:val="Normal (Web)"/>
    <w:basedOn w:val="Normal"/>
    <w:link w:val="NormalWebChar"/>
    <w:uiPriority w:val="99"/>
    <w:rsid w:val="00463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 w:bidi="hi-IN"/>
    </w:rPr>
  </w:style>
  <w:style w:type="character" w:customStyle="1" w:styleId="NormalWebChar">
    <w:name w:val="Normal (Web) Char"/>
    <w:link w:val="NormalWeb"/>
    <w:uiPriority w:val="99"/>
    <w:rsid w:val="00463931"/>
    <w:rPr>
      <w:rFonts w:ascii="Times New Roman" w:eastAsia="Times New Roman" w:hAnsi="Times New Roman" w:cs="Times New Roman"/>
      <w:sz w:val="24"/>
      <w:szCs w:val="24"/>
      <w:lang w:eastAsia="hr-HR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4639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Style1">
    <w:name w:val="Style1"/>
    <w:uiPriority w:val="99"/>
    <w:rsid w:val="005109C4"/>
    <w:pPr>
      <w:numPr>
        <w:numId w:val="7"/>
      </w:numPr>
    </w:pPr>
  </w:style>
  <w:style w:type="table" w:styleId="TableGrid">
    <w:name w:val="Table Grid"/>
    <w:basedOn w:val="TableNormal"/>
    <w:uiPriority w:val="59"/>
    <w:rsid w:val="003F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F5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6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9A4BC6"/>
    <w:rPr>
      <w:color w:val="808080"/>
    </w:rPr>
  </w:style>
  <w:style w:type="paragraph" w:styleId="ListParagraph">
    <w:name w:val="List Paragraph"/>
    <w:basedOn w:val="Normal"/>
    <w:uiPriority w:val="34"/>
    <w:qFormat/>
    <w:rsid w:val="00C939D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17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xommondo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mmondo.eu" TargetMode="External"/><Relationship Id="rId2" Type="http://schemas.openxmlformats.org/officeDocument/2006/relationships/hyperlink" Target="mailto:info@commondo.eu" TargetMode="External"/><Relationship Id="rId1" Type="http://schemas.openxmlformats.org/officeDocument/2006/relationships/hyperlink" Target="http://www.commondo.eu" TargetMode="External"/><Relationship Id="rId4" Type="http://schemas.openxmlformats.org/officeDocument/2006/relationships/hyperlink" Target="mailto:info@commond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islav%20Janjac\Desktop\Memorandum%20EN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003F208FB04CED94C557F282F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40DE0-8B96-4BE5-81BE-A08B4B469B40}"/>
      </w:docPartPr>
      <w:docPartBody>
        <w:p w:rsidR="009968C7" w:rsidRDefault="0059788E" w:rsidP="0059788E">
          <w:pPr>
            <w:pStyle w:val="43003F208FB04CED94C557F282F6275B"/>
          </w:pPr>
          <w:r w:rsidRPr="00C5444F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BD4EF-F9A5-496F-A5A5-776E3FC92B5D}"/>
      </w:docPartPr>
      <w:docPartBody>
        <w:p w:rsidR="00000000" w:rsidRDefault="00275801"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8A1DE-C558-41E7-917D-C586ADE02535}"/>
      </w:docPartPr>
      <w:docPartBody>
        <w:p w:rsidR="00000000" w:rsidRDefault="00275801">
          <w:r w:rsidRPr="0011260C">
            <w:rPr>
              <w:rStyle w:val="PlaceholderText"/>
            </w:rPr>
            <w:t>Click or tap to enter a date.</w:t>
          </w:r>
        </w:p>
      </w:docPartBody>
    </w:docPart>
    <w:docPart>
      <w:docPartPr>
        <w:name w:val="FE29A942FBBD4232BAFDC247FCB56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2FA5E-168A-4207-AAB8-800232180EAF}"/>
      </w:docPartPr>
      <w:docPartBody>
        <w:p w:rsidR="00000000" w:rsidRDefault="00275801" w:rsidP="00275801">
          <w:pPr>
            <w:pStyle w:val="FE29A942FBBD4232BAFDC247FCB5692A2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44F0ECE4C58B47C297373E0D42C5C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38B4E-C739-418D-A2C5-A01895E2B5E2}"/>
      </w:docPartPr>
      <w:docPartBody>
        <w:p w:rsidR="00000000" w:rsidRDefault="00275801" w:rsidP="00275801">
          <w:pPr>
            <w:pStyle w:val="44F0ECE4C58B47C297373E0D42C5CB2F1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959985BD333D447D9351B59C5D91A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BC760-32A9-43C9-BC79-92F1A12F1BBF}"/>
      </w:docPartPr>
      <w:docPartBody>
        <w:p w:rsidR="00000000" w:rsidRDefault="00275801" w:rsidP="00275801">
          <w:pPr>
            <w:pStyle w:val="959985BD333D447D9351B59C5D91A8BB1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9BEC13E205584EBDA8FA30C461318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E14BF-F44D-4DB8-AE99-2DAB295FF1F2}"/>
      </w:docPartPr>
      <w:docPartBody>
        <w:p w:rsidR="00000000" w:rsidRDefault="00275801" w:rsidP="00275801">
          <w:pPr>
            <w:pStyle w:val="9BEC13E205584EBDA8FA30C461318C2F1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C8B6731BF90240DCB93FCBF683335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7A1A0-E36A-4B76-9BB0-17DA97774AE3}"/>
      </w:docPartPr>
      <w:docPartBody>
        <w:p w:rsidR="00000000" w:rsidRDefault="00275801" w:rsidP="00275801">
          <w:pPr>
            <w:pStyle w:val="C8B6731BF90240DCB93FCBF683335FB51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28983564053D404180542B35FE427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C2067-898B-4C65-9469-DA999A81C57C}"/>
      </w:docPartPr>
      <w:docPartBody>
        <w:p w:rsidR="00000000" w:rsidRDefault="00275801" w:rsidP="00275801">
          <w:pPr>
            <w:pStyle w:val="28983564053D404180542B35FE4277281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CD610062DE4FFDAB1B505858630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50070-7418-403B-B1F8-A4001D994BDF}"/>
      </w:docPartPr>
      <w:docPartBody>
        <w:p w:rsidR="00000000" w:rsidRDefault="00275801" w:rsidP="00275801">
          <w:pPr>
            <w:pStyle w:val="8CCD610062DE4FFDAB1B50585863055D1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E0035E6CAE490082ACF6D5CE99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6959E-5A6D-43FB-B460-350DEA8A1156}"/>
      </w:docPartPr>
      <w:docPartBody>
        <w:p w:rsidR="00000000" w:rsidRDefault="00275801" w:rsidP="00275801">
          <w:pPr>
            <w:pStyle w:val="31E0035E6CAE490082ACF6D5CE99D1DC1"/>
          </w:pPr>
          <w:r w:rsidRPr="002D405D">
            <w:rPr>
              <w:rStyle w:val="PlaceholderText"/>
              <w:sz w:val="20"/>
            </w:rPr>
            <w:t>Click or tap here to enter text.</w:t>
          </w:r>
        </w:p>
      </w:docPartBody>
    </w:docPart>
    <w:docPart>
      <w:docPartPr>
        <w:name w:val="A25BD73CB7994EBCA3BB9329D70FC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2333B-63D0-4F65-AF0F-03C2E6F79958}"/>
      </w:docPartPr>
      <w:docPartBody>
        <w:p w:rsidR="00000000" w:rsidRDefault="00275801" w:rsidP="00275801">
          <w:pPr>
            <w:pStyle w:val="A25BD73CB7994EBCA3BB9329D70FC141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C99204FEE747A7B415ABA0E6F4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618E9-5DAA-470B-992A-297C31A11009}"/>
      </w:docPartPr>
      <w:docPartBody>
        <w:p w:rsidR="00000000" w:rsidRDefault="00275801" w:rsidP="00275801">
          <w:pPr>
            <w:pStyle w:val="14C99204FEE747A7B415ABA0E6F43C78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BD44A51C7342ABB1669DA7456BE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E63FD-3AD8-4763-9540-3C2BBD060435}"/>
      </w:docPartPr>
      <w:docPartBody>
        <w:p w:rsidR="00000000" w:rsidRDefault="00275801" w:rsidP="00275801">
          <w:pPr>
            <w:pStyle w:val="82BD44A51C7342ABB1669DA7456BE3F6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9D6D5406C04F8D9EA737CCAFBF8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BD6DD-657F-42E1-A53C-40D5FE892282}"/>
      </w:docPartPr>
      <w:docPartBody>
        <w:p w:rsidR="00000000" w:rsidRDefault="00275801" w:rsidP="00275801">
          <w:pPr>
            <w:pStyle w:val="609D6D5406C04F8D9EA737CCAFBF83CC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7463ED1DEC4B39932D78C4A661C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A939F-F74D-4011-AE44-F77F581AE00B}"/>
      </w:docPartPr>
      <w:docPartBody>
        <w:p w:rsidR="00000000" w:rsidRDefault="00275801" w:rsidP="00275801">
          <w:pPr>
            <w:pStyle w:val="A97463ED1DEC4B39932D78C4A661CC40"/>
          </w:pPr>
          <w:r w:rsidRPr="0011260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EFBC7A2E7049EAB262FDA4A4C13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5865E-DF2D-40FE-9AF7-7DCFB1EF7B9D}"/>
      </w:docPartPr>
      <w:docPartBody>
        <w:p w:rsidR="00000000" w:rsidRDefault="00275801" w:rsidP="00275801">
          <w:pPr>
            <w:pStyle w:val="42EFBC7A2E7049EAB262FDA4A4C1361A"/>
          </w:pPr>
          <w:r w:rsidRPr="0011260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7B6"/>
    <w:rsid w:val="000134A3"/>
    <w:rsid w:val="00017C66"/>
    <w:rsid w:val="000343CC"/>
    <w:rsid w:val="000417E1"/>
    <w:rsid w:val="00083F48"/>
    <w:rsid w:val="00116164"/>
    <w:rsid w:val="00133D9D"/>
    <w:rsid w:val="0014707F"/>
    <w:rsid w:val="001E7ECD"/>
    <w:rsid w:val="001F6107"/>
    <w:rsid w:val="00275801"/>
    <w:rsid w:val="00276660"/>
    <w:rsid w:val="002822DC"/>
    <w:rsid w:val="002E0BB9"/>
    <w:rsid w:val="00311EAF"/>
    <w:rsid w:val="00482E3A"/>
    <w:rsid w:val="00542834"/>
    <w:rsid w:val="0059788E"/>
    <w:rsid w:val="005F6894"/>
    <w:rsid w:val="00647FC4"/>
    <w:rsid w:val="006E16C6"/>
    <w:rsid w:val="007807B6"/>
    <w:rsid w:val="00806DCD"/>
    <w:rsid w:val="0082399D"/>
    <w:rsid w:val="00847C66"/>
    <w:rsid w:val="009968C7"/>
    <w:rsid w:val="009E3A5A"/>
    <w:rsid w:val="00A607D5"/>
    <w:rsid w:val="00AC39E3"/>
    <w:rsid w:val="00B17E5C"/>
    <w:rsid w:val="00B44415"/>
    <w:rsid w:val="00C22377"/>
    <w:rsid w:val="00C61E96"/>
    <w:rsid w:val="00C80A2F"/>
    <w:rsid w:val="00C975F1"/>
    <w:rsid w:val="00E20E52"/>
    <w:rsid w:val="00E42BDA"/>
    <w:rsid w:val="00E44B35"/>
    <w:rsid w:val="00F541F4"/>
    <w:rsid w:val="00FC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5801"/>
    <w:rPr>
      <w:color w:val="808080"/>
    </w:rPr>
  </w:style>
  <w:style w:type="paragraph" w:customStyle="1" w:styleId="04F26E0A05F04CADBC0AA5A00BC6145E">
    <w:name w:val="04F26E0A05F04CADBC0AA5A00BC6145E"/>
    <w:rsid w:val="009E3A5A"/>
    <w:rPr>
      <w:rFonts w:eastAsiaTheme="minorHAnsi"/>
    </w:rPr>
  </w:style>
  <w:style w:type="paragraph" w:customStyle="1" w:styleId="EF1DF731A8AE48F8B50BA8301701974A">
    <w:name w:val="EF1DF731A8AE48F8B50BA8301701974A"/>
    <w:rsid w:val="009E3A5A"/>
  </w:style>
  <w:style w:type="paragraph" w:customStyle="1" w:styleId="B92DA94B71534F8F8BCDA50CA3A9DB80">
    <w:name w:val="B92DA94B71534F8F8BCDA50CA3A9DB80"/>
    <w:rsid w:val="009E3A5A"/>
  </w:style>
  <w:style w:type="paragraph" w:customStyle="1" w:styleId="9A008596453D4B37B8EC365D85E61D9F">
    <w:name w:val="9A008596453D4B37B8EC365D85E61D9F"/>
    <w:rsid w:val="009E3A5A"/>
  </w:style>
  <w:style w:type="paragraph" w:customStyle="1" w:styleId="731F1C67305D4336A82E9677E17387B8">
    <w:name w:val="731F1C67305D4336A82E9677E17387B8"/>
    <w:rsid w:val="009E3A5A"/>
  </w:style>
  <w:style w:type="paragraph" w:customStyle="1" w:styleId="F2C2E8E477714B099E86484ACDC88FE2">
    <w:name w:val="F2C2E8E477714B099E86484ACDC88FE2"/>
    <w:rsid w:val="009E3A5A"/>
  </w:style>
  <w:style w:type="paragraph" w:customStyle="1" w:styleId="41F734C042A749CF86A272CBB2E2E5AA">
    <w:name w:val="41F734C042A749CF86A272CBB2E2E5AA"/>
    <w:rsid w:val="009E3A5A"/>
  </w:style>
  <w:style w:type="paragraph" w:customStyle="1" w:styleId="F18A33F5464C43D2A76E9673AAF12DC0">
    <w:name w:val="F18A33F5464C43D2A76E9673AAF12DC0"/>
    <w:rsid w:val="009E3A5A"/>
  </w:style>
  <w:style w:type="paragraph" w:customStyle="1" w:styleId="55400CF599F34BC79559BC03664592AC">
    <w:name w:val="55400CF599F34BC79559BC03664592AC"/>
    <w:rsid w:val="009E3A5A"/>
  </w:style>
  <w:style w:type="paragraph" w:customStyle="1" w:styleId="314448E267B64F918D1D2198E1274C08">
    <w:name w:val="314448E267B64F918D1D2198E1274C08"/>
    <w:rsid w:val="009E3A5A"/>
  </w:style>
  <w:style w:type="paragraph" w:customStyle="1" w:styleId="D1DE02F7C36144B9BA70ECE6637548B9">
    <w:name w:val="D1DE02F7C36144B9BA70ECE6637548B9"/>
    <w:rsid w:val="009E3A5A"/>
  </w:style>
  <w:style w:type="paragraph" w:customStyle="1" w:styleId="34F1688119354699BB3D8D20DD2FFAEB">
    <w:name w:val="34F1688119354699BB3D8D20DD2FFAEB"/>
    <w:rsid w:val="009E3A5A"/>
  </w:style>
  <w:style w:type="paragraph" w:customStyle="1" w:styleId="CAF76AC11763420F9ED94CD2610CB4EE">
    <w:name w:val="CAF76AC11763420F9ED94CD2610CB4EE"/>
    <w:rsid w:val="009E3A5A"/>
  </w:style>
  <w:style w:type="paragraph" w:customStyle="1" w:styleId="3A18986BB89D4449A72ED6A04B71E74B">
    <w:name w:val="3A18986BB89D4449A72ED6A04B71E74B"/>
    <w:rsid w:val="009E3A5A"/>
  </w:style>
  <w:style w:type="paragraph" w:customStyle="1" w:styleId="EFF7F40734E8474BAB48AB731AA99D3B">
    <w:name w:val="EFF7F40734E8474BAB48AB731AA99D3B"/>
    <w:rsid w:val="009E3A5A"/>
  </w:style>
  <w:style w:type="paragraph" w:customStyle="1" w:styleId="66A06D67EC454CB59591B75C3E24EFA3">
    <w:name w:val="66A06D67EC454CB59591B75C3E24EFA3"/>
    <w:rsid w:val="009E3A5A"/>
  </w:style>
  <w:style w:type="paragraph" w:customStyle="1" w:styleId="BC736C496A314B548CE461B30FE5E3B2">
    <w:name w:val="BC736C496A314B548CE461B30FE5E3B2"/>
    <w:rsid w:val="009E3A5A"/>
  </w:style>
  <w:style w:type="paragraph" w:customStyle="1" w:styleId="AD7E508A46884D038A68592549B441E2">
    <w:name w:val="AD7E508A46884D038A68592549B441E2"/>
    <w:rsid w:val="009E3A5A"/>
  </w:style>
  <w:style w:type="paragraph" w:customStyle="1" w:styleId="0070F7119E3B4D3DBDBCF347E6B26716">
    <w:name w:val="0070F7119E3B4D3DBDBCF347E6B26716"/>
    <w:rsid w:val="009E3A5A"/>
  </w:style>
  <w:style w:type="paragraph" w:customStyle="1" w:styleId="B1996EC190A84708B5B826113D1A7820">
    <w:name w:val="B1996EC190A84708B5B826113D1A7820"/>
    <w:rsid w:val="009E3A5A"/>
  </w:style>
  <w:style w:type="paragraph" w:customStyle="1" w:styleId="78E508BBE2174F9AAF456B312AC7DD51">
    <w:name w:val="78E508BBE2174F9AAF456B312AC7DD51"/>
    <w:rsid w:val="009E3A5A"/>
  </w:style>
  <w:style w:type="paragraph" w:customStyle="1" w:styleId="C22ADF6DA5FC4A9985BE01CC594AC0A6">
    <w:name w:val="C22ADF6DA5FC4A9985BE01CC594AC0A6"/>
    <w:rsid w:val="009E3A5A"/>
  </w:style>
  <w:style w:type="paragraph" w:customStyle="1" w:styleId="FBD55A60F2424116A61881B8AF9F1CCA">
    <w:name w:val="FBD55A60F2424116A61881B8AF9F1CCA"/>
    <w:rsid w:val="009E3A5A"/>
  </w:style>
  <w:style w:type="paragraph" w:customStyle="1" w:styleId="A753064E18DC4B388EC460C607444BF6">
    <w:name w:val="A753064E18DC4B388EC460C607444BF6"/>
    <w:rsid w:val="009E3A5A"/>
  </w:style>
  <w:style w:type="paragraph" w:customStyle="1" w:styleId="50F793F406E5419B981615E8294393FE">
    <w:name w:val="50F793F406E5419B981615E8294393FE"/>
    <w:rsid w:val="009E3A5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customStyle="1" w:styleId="94CE466A9D1E4F919118D9060471329B">
    <w:name w:val="94CE466A9D1E4F919118D9060471329B"/>
    <w:rsid w:val="009E3A5A"/>
  </w:style>
  <w:style w:type="paragraph" w:customStyle="1" w:styleId="6B17CAFEAC4244F9B724E3F46C23F705">
    <w:name w:val="6B17CAFEAC4244F9B724E3F46C23F705"/>
    <w:rsid w:val="002822DC"/>
  </w:style>
  <w:style w:type="paragraph" w:customStyle="1" w:styleId="9CE240CD0C3C42F8A422B77297F629C4">
    <w:name w:val="9CE240CD0C3C42F8A422B77297F629C4"/>
    <w:rsid w:val="002822DC"/>
  </w:style>
  <w:style w:type="paragraph" w:customStyle="1" w:styleId="00FF382571C941A8A4CE8EB64606CFFD">
    <w:name w:val="00FF382571C941A8A4CE8EB64606CFFD"/>
    <w:rsid w:val="002822DC"/>
  </w:style>
  <w:style w:type="paragraph" w:customStyle="1" w:styleId="62F5B4BF17BA4266ADB802EC167BF1AC">
    <w:name w:val="62F5B4BF17BA4266ADB802EC167BF1AC"/>
    <w:rsid w:val="002822DC"/>
  </w:style>
  <w:style w:type="paragraph" w:customStyle="1" w:styleId="43039910C0674CC09510B7F30A6BA174">
    <w:name w:val="43039910C0674CC09510B7F30A6BA174"/>
    <w:rsid w:val="002822DC"/>
  </w:style>
  <w:style w:type="paragraph" w:customStyle="1" w:styleId="9D4965F9A8B54A37A0F8E71D8DB7560B">
    <w:name w:val="9D4965F9A8B54A37A0F8E71D8DB7560B"/>
    <w:rsid w:val="002822DC"/>
  </w:style>
  <w:style w:type="paragraph" w:customStyle="1" w:styleId="7928C3F15DE9454A90FF01F08DD6B962">
    <w:name w:val="7928C3F15DE9454A90FF01F08DD6B962"/>
    <w:rsid w:val="002822DC"/>
  </w:style>
  <w:style w:type="paragraph" w:customStyle="1" w:styleId="27E6A156B94D40798DF4444660C4C4D4">
    <w:name w:val="27E6A156B94D40798DF4444660C4C4D4"/>
    <w:rsid w:val="002822DC"/>
  </w:style>
  <w:style w:type="paragraph" w:customStyle="1" w:styleId="2AF08A0A2D8B4B49A12ABC9EFCC700D7">
    <w:name w:val="2AF08A0A2D8B4B49A12ABC9EFCC700D7"/>
    <w:rsid w:val="002822DC"/>
  </w:style>
  <w:style w:type="paragraph" w:customStyle="1" w:styleId="617B978FF4D944C49C949462F201B01A">
    <w:name w:val="617B978FF4D944C49C949462F201B01A"/>
    <w:rsid w:val="002822DC"/>
  </w:style>
  <w:style w:type="paragraph" w:customStyle="1" w:styleId="044DEE1D8E204CD0BBA1BBC7905D4A1A">
    <w:name w:val="044DEE1D8E204CD0BBA1BBC7905D4A1A"/>
    <w:rsid w:val="002822DC"/>
  </w:style>
  <w:style w:type="paragraph" w:customStyle="1" w:styleId="7801FE259817442BB7067CFC3ED7B6B4">
    <w:name w:val="7801FE259817442BB7067CFC3ED7B6B4"/>
    <w:rsid w:val="002822DC"/>
  </w:style>
  <w:style w:type="paragraph" w:customStyle="1" w:styleId="0B3642F0CC034ED0907E4DFAB9E43C71">
    <w:name w:val="0B3642F0CC034ED0907E4DFAB9E43C71"/>
    <w:rsid w:val="002822DC"/>
  </w:style>
  <w:style w:type="paragraph" w:customStyle="1" w:styleId="ACF755F32EFF49BEA079E9A2AE997136">
    <w:name w:val="ACF755F32EFF49BEA079E9A2AE997136"/>
    <w:rsid w:val="002822DC"/>
  </w:style>
  <w:style w:type="paragraph" w:customStyle="1" w:styleId="1C698DF392E74D62830EC16226AA8FFE">
    <w:name w:val="1C698DF392E74D62830EC16226AA8FFE"/>
    <w:rsid w:val="002822DC"/>
  </w:style>
  <w:style w:type="paragraph" w:customStyle="1" w:styleId="81BFFB245DFA4F209D5424CCDEE9AD99">
    <w:name w:val="81BFFB245DFA4F209D5424CCDEE9AD99"/>
    <w:rsid w:val="002822DC"/>
  </w:style>
  <w:style w:type="paragraph" w:customStyle="1" w:styleId="CD5ACCFE7E554044A4DCC26870251DE9">
    <w:name w:val="CD5ACCFE7E554044A4DCC26870251DE9"/>
    <w:rsid w:val="002822DC"/>
  </w:style>
  <w:style w:type="paragraph" w:customStyle="1" w:styleId="488634D1262D4F36ACE759505CF01C10">
    <w:name w:val="488634D1262D4F36ACE759505CF01C10"/>
    <w:rsid w:val="002822DC"/>
  </w:style>
  <w:style w:type="paragraph" w:customStyle="1" w:styleId="42B74F39EF0F4821AEBFF2C6D151C5E4">
    <w:name w:val="42B74F39EF0F4821AEBFF2C6D151C5E4"/>
    <w:rsid w:val="002822DC"/>
  </w:style>
  <w:style w:type="paragraph" w:customStyle="1" w:styleId="7B9B1523F2324DD9B13F74732A0F74B5">
    <w:name w:val="7B9B1523F2324DD9B13F74732A0F74B5"/>
    <w:rsid w:val="002822DC"/>
  </w:style>
  <w:style w:type="paragraph" w:customStyle="1" w:styleId="51FE0ECFE16C4E04A5657374AF07B1F0">
    <w:name w:val="51FE0ECFE16C4E04A5657374AF07B1F0"/>
    <w:rsid w:val="002822DC"/>
  </w:style>
  <w:style w:type="paragraph" w:customStyle="1" w:styleId="27579F1F39084B5D99EE8C4B14C0B3D7">
    <w:name w:val="27579F1F39084B5D99EE8C4B14C0B3D7"/>
    <w:rsid w:val="002822DC"/>
  </w:style>
  <w:style w:type="paragraph" w:customStyle="1" w:styleId="799171A30625401DBF847C35481E33D7">
    <w:name w:val="799171A30625401DBF847C35481E33D7"/>
    <w:rsid w:val="002822DC"/>
  </w:style>
  <w:style w:type="paragraph" w:customStyle="1" w:styleId="5BA4AD01897B403DAE8F7116619FD5C6">
    <w:name w:val="5BA4AD01897B403DAE8F7116619FD5C6"/>
    <w:rsid w:val="002822DC"/>
  </w:style>
  <w:style w:type="paragraph" w:customStyle="1" w:styleId="68930BE041EB43CAA20D7E3C6AA12D8D">
    <w:name w:val="68930BE041EB43CAA20D7E3C6AA12D8D"/>
    <w:rsid w:val="002822DC"/>
  </w:style>
  <w:style w:type="paragraph" w:customStyle="1" w:styleId="BF56067496634A88AD65FBBD8E2C0A94">
    <w:name w:val="BF56067496634A88AD65FBBD8E2C0A94"/>
    <w:rsid w:val="002822DC"/>
  </w:style>
  <w:style w:type="paragraph" w:customStyle="1" w:styleId="6209F1153EF6435C937A731756A72D87">
    <w:name w:val="6209F1153EF6435C937A731756A72D87"/>
    <w:rsid w:val="002822DC"/>
  </w:style>
  <w:style w:type="paragraph" w:customStyle="1" w:styleId="101DA83F4FE14168B3EED533263B868C">
    <w:name w:val="101DA83F4FE14168B3EED533263B868C"/>
    <w:rsid w:val="002822DC"/>
  </w:style>
  <w:style w:type="paragraph" w:customStyle="1" w:styleId="E34433BA4C7F437F84EB26B70AE0ADF3">
    <w:name w:val="E34433BA4C7F437F84EB26B70AE0ADF3"/>
    <w:rsid w:val="002822DC"/>
  </w:style>
  <w:style w:type="paragraph" w:customStyle="1" w:styleId="A694C423712C47BC9337E28A90B6FAAE">
    <w:name w:val="A694C423712C47BC9337E28A90B6FAAE"/>
    <w:rsid w:val="002822DC"/>
  </w:style>
  <w:style w:type="paragraph" w:customStyle="1" w:styleId="4F5301C0B5D2459A938E7C25A5096F98">
    <w:name w:val="4F5301C0B5D2459A938E7C25A5096F98"/>
    <w:rsid w:val="002822DC"/>
  </w:style>
  <w:style w:type="paragraph" w:customStyle="1" w:styleId="88C964658FB84109A9291869F0D2BB98">
    <w:name w:val="88C964658FB84109A9291869F0D2BB98"/>
    <w:rsid w:val="002822DC"/>
  </w:style>
  <w:style w:type="paragraph" w:customStyle="1" w:styleId="3A4E72E4B8BA4418A1AA5639E5C0F373">
    <w:name w:val="3A4E72E4B8BA4418A1AA5639E5C0F373"/>
    <w:rsid w:val="002822DC"/>
  </w:style>
  <w:style w:type="paragraph" w:customStyle="1" w:styleId="AF19D5AC3F034BFE957BB4F70E0B8808">
    <w:name w:val="AF19D5AC3F034BFE957BB4F70E0B8808"/>
    <w:rsid w:val="002822DC"/>
  </w:style>
  <w:style w:type="paragraph" w:customStyle="1" w:styleId="550FEDEBE5E042A08C7C78EA13D6FC78">
    <w:name w:val="550FEDEBE5E042A08C7C78EA13D6FC78"/>
    <w:rsid w:val="002822DC"/>
  </w:style>
  <w:style w:type="paragraph" w:customStyle="1" w:styleId="0BA2427B8B744C07A09D7BC95FF4B4A5">
    <w:name w:val="0BA2427B8B744C07A09D7BC95FF4B4A5"/>
    <w:rsid w:val="002822DC"/>
  </w:style>
  <w:style w:type="paragraph" w:customStyle="1" w:styleId="026A75632EDF4DE29F6BDDB039A6F72E">
    <w:name w:val="026A75632EDF4DE29F6BDDB039A6F72E"/>
    <w:rsid w:val="002822DC"/>
  </w:style>
  <w:style w:type="paragraph" w:customStyle="1" w:styleId="00FF382571C941A8A4CE8EB64606CFFD1">
    <w:name w:val="00FF382571C941A8A4CE8EB64606CFFD1"/>
    <w:rsid w:val="002822DC"/>
    <w:rPr>
      <w:rFonts w:eastAsiaTheme="minorHAnsi"/>
    </w:rPr>
  </w:style>
  <w:style w:type="paragraph" w:customStyle="1" w:styleId="68930BE041EB43CAA20D7E3C6AA12D8D1">
    <w:name w:val="68930BE041EB43CAA20D7E3C6AA12D8D1"/>
    <w:rsid w:val="002822DC"/>
    <w:rPr>
      <w:rFonts w:eastAsiaTheme="minorHAnsi"/>
    </w:rPr>
  </w:style>
  <w:style w:type="paragraph" w:customStyle="1" w:styleId="7928C3F15DE9454A90FF01F08DD6B9621">
    <w:name w:val="7928C3F15DE9454A90FF01F08DD6B9621"/>
    <w:rsid w:val="002822DC"/>
    <w:rPr>
      <w:rFonts w:eastAsiaTheme="minorHAnsi"/>
    </w:rPr>
  </w:style>
  <w:style w:type="paragraph" w:customStyle="1" w:styleId="BF56067496634A88AD65FBBD8E2C0A941">
    <w:name w:val="BF56067496634A88AD65FBBD8E2C0A941"/>
    <w:rsid w:val="002822DC"/>
    <w:rPr>
      <w:rFonts w:eastAsiaTheme="minorHAnsi"/>
    </w:rPr>
  </w:style>
  <w:style w:type="paragraph" w:customStyle="1" w:styleId="27E6A156B94D40798DF4444660C4C4D41">
    <w:name w:val="27E6A156B94D40798DF4444660C4C4D41"/>
    <w:rsid w:val="002822DC"/>
    <w:rPr>
      <w:rFonts w:eastAsiaTheme="minorHAnsi"/>
    </w:rPr>
  </w:style>
  <w:style w:type="paragraph" w:customStyle="1" w:styleId="6209F1153EF6435C937A731756A72D871">
    <w:name w:val="6209F1153EF6435C937A731756A72D871"/>
    <w:rsid w:val="002822DC"/>
    <w:rPr>
      <w:rFonts w:eastAsiaTheme="minorHAnsi"/>
    </w:rPr>
  </w:style>
  <w:style w:type="paragraph" w:customStyle="1" w:styleId="81BFFB245DFA4F209D5424CCDEE9AD991">
    <w:name w:val="81BFFB245DFA4F209D5424CCDEE9AD991"/>
    <w:rsid w:val="002822DC"/>
    <w:rPr>
      <w:rFonts w:eastAsiaTheme="minorHAnsi"/>
    </w:rPr>
  </w:style>
  <w:style w:type="paragraph" w:customStyle="1" w:styleId="101DA83F4FE14168B3EED533263B868C1">
    <w:name w:val="101DA83F4FE14168B3EED533263B868C1"/>
    <w:rsid w:val="002822DC"/>
    <w:rPr>
      <w:rFonts w:eastAsiaTheme="minorHAnsi"/>
    </w:rPr>
  </w:style>
  <w:style w:type="paragraph" w:customStyle="1" w:styleId="CD5ACCFE7E554044A4DCC26870251DE91">
    <w:name w:val="CD5ACCFE7E554044A4DCC26870251DE91"/>
    <w:rsid w:val="002822DC"/>
    <w:rPr>
      <w:rFonts w:eastAsiaTheme="minorHAnsi"/>
    </w:rPr>
  </w:style>
  <w:style w:type="paragraph" w:customStyle="1" w:styleId="E34433BA4C7F437F84EB26B70AE0ADF31">
    <w:name w:val="E34433BA4C7F437F84EB26B70AE0ADF31"/>
    <w:rsid w:val="002822DC"/>
    <w:rPr>
      <w:rFonts w:eastAsiaTheme="minorHAnsi"/>
    </w:rPr>
  </w:style>
  <w:style w:type="paragraph" w:customStyle="1" w:styleId="488634D1262D4F36ACE759505CF01C101">
    <w:name w:val="488634D1262D4F36ACE759505CF01C101"/>
    <w:rsid w:val="002822DC"/>
    <w:rPr>
      <w:rFonts w:eastAsiaTheme="minorHAnsi"/>
    </w:rPr>
  </w:style>
  <w:style w:type="paragraph" w:customStyle="1" w:styleId="A694C423712C47BC9337E28A90B6FAAE1">
    <w:name w:val="A694C423712C47BC9337E28A90B6FAAE1"/>
    <w:rsid w:val="002822DC"/>
    <w:rPr>
      <w:rFonts w:eastAsiaTheme="minorHAnsi"/>
    </w:rPr>
  </w:style>
  <w:style w:type="paragraph" w:customStyle="1" w:styleId="42B74F39EF0F4821AEBFF2C6D151C5E41">
    <w:name w:val="42B74F39EF0F4821AEBFF2C6D151C5E41"/>
    <w:rsid w:val="002822DC"/>
    <w:rPr>
      <w:rFonts w:eastAsiaTheme="minorHAnsi"/>
    </w:rPr>
  </w:style>
  <w:style w:type="paragraph" w:customStyle="1" w:styleId="4F5301C0B5D2459A938E7C25A5096F981">
    <w:name w:val="4F5301C0B5D2459A938E7C25A5096F981"/>
    <w:rsid w:val="002822DC"/>
    <w:rPr>
      <w:rFonts w:eastAsiaTheme="minorHAnsi"/>
    </w:rPr>
  </w:style>
  <w:style w:type="paragraph" w:customStyle="1" w:styleId="7B9B1523F2324DD9B13F74732A0F74B51">
    <w:name w:val="7B9B1523F2324DD9B13F74732A0F74B51"/>
    <w:rsid w:val="002822DC"/>
    <w:rPr>
      <w:rFonts w:eastAsiaTheme="minorHAnsi"/>
    </w:rPr>
  </w:style>
  <w:style w:type="paragraph" w:customStyle="1" w:styleId="88C964658FB84109A9291869F0D2BB981">
    <w:name w:val="88C964658FB84109A9291869F0D2BB981"/>
    <w:rsid w:val="002822DC"/>
    <w:rPr>
      <w:rFonts w:eastAsiaTheme="minorHAnsi"/>
    </w:rPr>
  </w:style>
  <w:style w:type="paragraph" w:customStyle="1" w:styleId="51FE0ECFE16C4E04A5657374AF07B1F01">
    <w:name w:val="51FE0ECFE16C4E04A5657374AF07B1F01"/>
    <w:rsid w:val="002822DC"/>
    <w:rPr>
      <w:rFonts w:eastAsiaTheme="minorHAnsi"/>
    </w:rPr>
  </w:style>
  <w:style w:type="paragraph" w:customStyle="1" w:styleId="3A4E72E4B8BA4418A1AA5639E5C0F3731">
    <w:name w:val="3A4E72E4B8BA4418A1AA5639E5C0F3731"/>
    <w:rsid w:val="002822DC"/>
    <w:rPr>
      <w:rFonts w:eastAsiaTheme="minorHAnsi"/>
    </w:rPr>
  </w:style>
  <w:style w:type="paragraph" w:customStyle="1" w:styleId="27579F1F39084B5D99EE8C4B14C0B3D71">
    <w:name w:val="27579F1F39084B5D99EE8C4B14C0B3D71"/>
    <w:rsid w:val="002822DC"/>
    <w:rPr>
      <w:rFonts w:eastAsiaTheme="minorHAnsi"/>
    </w:rPr>
  </w:style>
  <w:style w:type="paragraph" w:customStyle="1" w:styleId="AF19D5AC3F034BFE957BB4F70E0B88081">
    <w:name w:val="AF19D5AC3F034BFE957BB4F70E0B88081"/>
    <w:rsid w:val="002822DC"/>
    <w:rPr>
      <w:rFonts w:eastAsiaTheme="minorHAnsi"/>
    </w:rPr>
  </w:style>
  <w:style w:type="paragraph" w:customStyle="1" w:styleId="799171A30625401DBF847C35481E33D71">
    <w:name w:val="799171A30625401DBF847C35481E33D71"/>
    <w:rsid w:val="002822DC"/>
    <w:rPr>
      <w:rFonts w:eastAsiaTheme="minorHAnsi"/>
    </w:rPr>
  </w:style>
  <w:style w:type="paragraph" w:customStyle="1" w:styleId="550FEDEBE5E042A08C7C78EA13D6FC781">
    <w:name w:val="550FEDEBE5E042A08C7C78EA13D6FC781"/>
    <w:rsid w:val="002822DC"/>
    <w:rPr>
      <w:rFonts w:eastAsiaTheme="minorHAnsi"/>
    </w:rPr>
  </w:style>
  <w:style w:type="paragraph" w:customStyle="1" w:styleId="5BA4AD01897B403DAE8F7116619FD5C61">
    <w:name w:val="5BA4AD01897B403DAE8F7116619FD5C61"/>
    <w:rsid w:val="002822DC"/>
    <w:rPr>
      <w:rFonts w:eastAsiaTheme="minorHAnsi"/>
    </w:rPr>
  </w:style>
  <w:style w:type="paragraph" w:customStyle="1" w:styleId="0BA2427B8B744C07A09D7BC95FF4B4A51">
    <w:name w:val="0BA2427B8B744C07A09D7BC95FF4B4A51"/>
    <w:rsid w:val="002822DC"/>
    <w:rPr>
      <w:rFonts w:eastAsiaTheme="minorHAnsi"/>
    </w:rPr>
  </w:style>
  <w:style w:type="paragraph" w:customStyle="1" w:styleId="DAF7155FBBAA487C91182DAC5F419B8A">
    <w:name w:val="DAF7155FBBAA487C91182DAC5F419B8A"/>
    <w:rsid w:val="002822DC"/>
    <w:rPr>
      <w:rFonts w:eastAsiaTheme="minorHAnsi"/>
    </w:rPr>
  </w:style>
  <w:style w:type="paragraph" w:customStyle="1" w:styleId="7246B47EC5E44C1E9BC4323F2178FB90">
    <w:name w:val="7246B47EC5E44C1E9BC4323F2178FB90"/>
    <w:rsid w:val="002822DC"/>
    <w:rPr>
      <w:rFonts w:eastAsiaTheme="minorHAnsi"/>
    </w:rPr>
  </w:style>
  <w:style w:type="paragraph" w:customStyle="1" w:styleId="00FF382571C941A8A4CE8EB64606CFFD2">
    <w:name w:val="00FF382571C941A8A4CE8EB64606CFFD2"/>
    <w:rsid w:val="002822DC"/>
    <w:rPr>
      <w:rFonts w:eastAsiaTheme="minorHAnsi"/>
    </w:rPr>
  </w:style>
  <w:style w:type="paragraph" w:customStyle="1" w:styleId="68930BE041EB43CAA20D7E3C6AA12D8D2">
    <w:name w:val="68930BE041EB43CAA20D7E3C6AA12D8D2"/>
    <w:rsid w:val="002822DC"/>
    <w:rPr>
      <w:rFonts w:eastAsiaTheme="minorHAnsi"/>
    </w:rPr>
  </w:style>
  <w:style w:type="paragraph" w:customStyle="1" w:styleId="7928C3F15DE9454A90FF01F08DD6B9622">
    <w:name w:val="7928C3F15DE9454A90FF01F08DD6B9622"/>
    <w:rsid w:val="002822DC"/>
    <w:rPr>
      <w:rFonts w:eastAsiaTheme="minorHAnsi"/>
    </w:rPr>
  </w:style>
  <w:style w:type="paragraph" w:customStyle="1" w:styleId="BF56067496634A88AD65FBBD8E2C0A942">
    <w:name w:val="BF56067496634A88AD65FBBD8E2C0A942"/>
    <w:rsid w:val="002822DC"/>
    <w:rPr>
      <w:rFonts w:eastAsiaTheme="minorHAnsi"/>
    </w:rPr>
  </w:style>
  <w:style w:type="paragraph" w:customStyle="1" w:styleId="27E6A156B94D40798DF4444660C4C4D42">
    <w:name w:val="27E6A156B94D40798DF4444660C4C4D42"/>
    <w:rsid w:val="002822DC"/>
    <w:rPr>
      <w:rFonts w:eastAsiaTheme="minorHAnsi"/>
    </w:rPr>
  </w:style>
  <w:style w:type="paragraph" w:customStyle="1" w:styleId="6209F1153EF6435C937A731756A72D872">
    <w:name w:val="6209F1153EF6435C937A731756A72D872"/>
    <w:rsid w:val="002822DC"/>
    <w:rPr>
      <w:rFonts w:eastAsiaTheme="minorHAnsi"/>
    </w:rPr>
  </w:style>
  <w:style w:type="paragraph" w:customStyle="1" w:styleId="81BFFB245DFA4F209D5424CCDEE9AD992">
    <w:name w:val="81BFFB245DFA4F209D5424CCDEE9AD992"/>
    <w:rsid w:val="002822DC"/>
    <w:rPr>
      <w:rFonts w:eastAsiaTheme="minorHAnsi"/>
    </w:rPr>
  </w:style>
  <w:style w:type="paragraph" w:customStyle="1" w:styleId="101DA83F4FE14168B3EED533263B868C2">
    <w:name w:val="101DA83F4FE14168B3EED533263B868C2"/>
    <w:rsid w:val="002822DC"/>
    <w:rPr>
      <w:rFonts w:eastAsiaTheme="minorHAnsi"/>
    </w:rPr>
  </w:style>
  <w:style w:type="paragraph" w:customStyle="1" w:styleId="CD5ACCFE7E554044A4DCC26870251DE92">
    <w:name w:val="CD5ACCFE7E554044A4DCC26870251DE92"/>
    <w:rsid w:val="002822DC"/>
    <w:rPr>
      <w:rFonts w:eastAsiaTheme="minorHAnsi"/>
    </w:rPr>
  </w:style>
  <w:style w:type="paragraph" w:customStyle="1" w:styleId="E34433BA4C7F437F84EB26B70AE0ADF32">
    <w:name w:val="E34433BA4C7F437F84EB26B70AE0ADF32"/>
    <w:rsid w:val="002822DC"/>
    <w:rPr>
      <w:rFonts w:eastAsiaTheme="minorHAnsi"/>
    </w:rPr>
  </w:style>
  <w:style w:type="paragraph" w:customStyle="1" w:styleId="488634D1262D4F36ACE759505CF01C102">
    <w:name w:val="488634D1262D4F36ACE759505CF01C102"/>
    <w:rsid w:val="002822DC"/>
    <w:rPr>
      <w:rFonts w:eastAsiaTheme="minorHAnsi"/>
    </w:rPr>
  </w:style>
  <w:style w:type="paragraph" w:customStyle="1" w:styleId="A694C423712C47BC9337E28A90B6FAAE2">
    <w:name w:val="A694C423712C47BC9337E28A90B6FAAE2"/>
    <w:rsid w:val="002822DC"/>
    <w:rPr>
      <w:rFonts w:eastAsiaTheme="minorHAnsi"/>
    </w:rPr>
  </w:style>
  <w:style w:type="paragraph" w:customStyle="1" w:styleId="42B74F39EF0F4821AEBFF2C6D151C5E42">
    <w:name w:val="42B74F39EF0F4821AEBFF2C6D151C5E42"/>
    <w:rsid w:val="002822DC"/>
    <w:rPr>
      <w:rFonts w:eastAsiaTheme="minorHAnsi"/>
    </w:rPr>
  </w:style>
  <w:style w:type="paragraph" w:customStyle="1" w:styleId="4F5301C0B5D2459A938E7C25A5096F982">
    <w:name w:val="4F5301C0B5D2459A938E7C25A5096F982"/>
    <w:rsid w:val="002822DC"/>
    <w:rPr>
      <w:rFonts w:eastAsiaTheme="minorHAnsi"/>
    </w:rPr>
  </w:style>
  <w:style w:type="paragraph" w:customStyle="1" w:styleId="7B9B1523F2324DD9B13F74732A0F74B52">
    <w:name w:val="7B9B1523F2324DD9B13F74732A0F74B52"/>
    <w:rsid w:val="002822DC"/>
    <w:rPr>
      <w:rFonts w:eastAsiaTheme="minorHAnsi"/>
    </w:rPr>
  </w:style>
  <w:style w:type="paragraph" w:customStyle="1" w:styleId="88C964658FB84109A9291869F0D2BB982">
    <w:name w:val="88C964658FB84109A9291869F0D2BB982"/>
    <w:rsid w:val="002822DC"/>
    <w:rPr>
      <w:rFonts w:eastAsiaTheme="minorHAnsi"/>
    </w:rPr>
  </w:style>
  <w:style w:type="paragraph" w:customStyle="1" w:styleId="51FE0ECFE16C4E04A5657374AF07B1F02">
    <w:name w:val="51FE0ECFE16C4E04A5657374AF07B1F02"/>
    <w:rsid w:val="002822DC"/>
    <w:rPr>
      <w:rFonts w:eastAsiaTheme="minorHAnsi"/>
    </w:rPr>
  </w:style>
  <w:style w:type="paragraph" w:customStyle="1" w:styleId="3A4E72E4B8BA4418A1AA5639E5C0F3732">
    <w:name w:val="3A4E72E4B8BA4418A1AA5639E5C0F3732"/>
    <w:rsid w:val="002822DC"/>
    <w:rPr>
      <w:rFonts w:eastAsiaTheme="minorHAnsi"/>
    </w:rPr>
  </w:style>
  <w:style w:type="paragraph" w:customStyle="1" w:styleId="27579F1F39084B5D99EE8C4B14C0B3D72">
    <w:name w:val="27579F1F39084B5D99EE8C4B14C0B3D72"/>
    <w:rsid w:val="002822DC"/>
    <w:rPr>
      <w:rFonts w:eastAsiaTheme="minorHAnsi"/>
    </w:rPr>
  </w:style>
  <w:style w:type="paragraph" w:customStyle="1" w:styleId="AF19D5AC3F034BFE957BB4F70E0B88082">
    <w:name w:val="AF19D5AC3F034BFE957BB4F70E0B88082"/>
    <w:rsid w:val="002822DC"/>
    <w:rPr>
      <w:rFonts w:eastAsiaTheme="minorHAnsi"/>
    </w:rPr>
  </w:style>
  <w:style w:type="paragraph" w:customStyle="1" w:styleId="799171A30625401DBF847C35481E33D72">
    <w:name w:val="799171A30625401DBF847C35481E33D72"/>
    <w:rsid w:val="002822DC"/>
    <w:rPr>
      <w:rFonts w:eastAsiaTheme="minorHAnsi"/>
    </w:rPr>
  </w:style>
  <w:style w:type="paragraph" w:customStyle="1" w:styleId="550FEDEBE5E042A08C7C78EA13D6FC782">
    <w:name w:val="550FEDEBE5E042A08C7C78EA13D6FC782"/>
    <w:rsid w:val="002822DC"/>
    <w:rPr>
      <w:rFonts w:eastAsiaTheme="minorHAnsi"/>
    </w:rPr>
  </w:style>
  <w:style w:type="paragraph" w:customStyle="1" w:styleId="5BA4AD01897B403DAE8F7116619FD5C62">
    <w:name w:val="5BA4AD01897B403DAE8F7116619FD5C62"/>
    <w:rsid w:val="002822DC"/>
    <w:rPr>
      <w:rFonts w:eastAsiaTheme="minorHAnsi"/>
    </w:rPr>
  </w:style>
  <w:style w:type="paragraph" w:customStyle="1" w:styleId="0BA2427B8B744C07A09D7BC95FF4B4A52">
    <w:name w:val="0BA2427B8B744C07A09D7BC95FF4B4A52"/>
    <w:rsid w:val="002822DC"/>
    <w:rPr>
      <w:rFonts w:eastAsiaTheme="minorHAnsi"/>
    </w:rPr>
  </w:style>
  <w:style w:type="paragraph" w:customStyle="1" w:styleId="DAF7155FBBAA487C91182DAC5F419B8A1">
    <w:name w:val="DAF7155FBBAA487C91182DAC5F419B8A1"/>
    <w:rsid w:val="002822DC"/>
    <w:rPr>
      <w:rFonts w:eastAsiaTheme="minorHAnsi"/>
    </w:rPr>
  </w:style>
  <w:style w:type="paragraph" w:customStyle="1" w:styleId="7246B47EC5E44C1E9BC4323F2178FB901">
    <w:name w:val="7246B47EC5E44C1E9BC4323F2178FB901"/>
    <w:rsid w:val="002822DC"/>
    <w:rPr>
      <w:rFonts w:eastAsiaTheme="minorHAnsi"/>
    </w:rPr>
  </w:style>
  <w:style w:type="paragraph" w:customStyle="1" w:styleId="00FF382571C941A8A4CE8EB64606CFFD3">
    <w:name w:val="00FF382571C941A8A4CE8EB64606CFFD3"/>
    <w:rsid w:val="002822DC"/>
    <w:rPr>
      <w:rFonts w:eastAsiaTheme="minorHAnsi"/>
    </w:rPr>
  </w:style>
  <w:style w:type="paragraph" w:customStyle="1" w:styleId="68930BE041EB43CAA20D7E3C6AA12D8D3">
    <w:name w:val="68930BE041EB43CAA20D7E3C6AA12D8D3"/>
    <w:rsid w:val="002822DC"/>
    <w:rPr>
      <w:rFonts w:eastAsiaTheme="minorHAnsi"/>
    </w:rPr>
  </w:style>
  <w:style w:type="paragraph" w:customStyle="1" w:styleId="7928C3F15DE9454A90FF01F08DD6B9623">
    <w:name w:val="7928C3F15DE9454A90FF01F08DD6B9623"/>
    <w:rsid w:val="002822DC"/>
    <w:rPr>
      <w:rFonts w:eastAsiaTheme="minorHAnsi"/>
    </w:rPr>
  </w:style>
  <w:style w:type="paragraph" w:customStyle="1" w:styleId="BF56067496634A88AD65FBBD8E2C0A943">
    <w:name w:val="BF56067496634A88AD65FBBD8E2C0A943"/>
    <w:rsid w:val="002822DC"/>
    <w:rPr>
      <w:rFonts w:eastAsiaTheme="minorHAnsi"/>
    </w:rPr>
  </w:style>
  <w:style w:type="paragraph" w:customStyle="1" w:styleId="27E6A156B94D40798DF4444660C4C4D43">
    <w:name w:val="27E6A156B94D40798DF4444660C4C4D43"/>
    <w:rsid w:val="002822DC"/>
    <w:rPr>
      <w:rFonts w:eastAsiaTheme="minorHAnsi"/>
    </w:rPr>
  </w:style>
  <w:style w:type="paragraph" w:customStyle="1" w:styleId="6209F1153EF6435C937A731756A72D873">
    <w:name w:val="6209F1153EF6435C937A731756A72D873"/>
    <w:rsid w:val="002822DC"/>
    <w:rPr>
      <w:rFonts w:eastAsiaTheme="minorHAnsi"/>
    </w:rPr>
  </w:style>
  <w:style w:type="paragraph" w:customStyle="1" w:styleId="81BFFB245DFA4F209D5424CCDEE9AD993">
    <w:name w:val="81BFFB245DFA4F209D5424CCDEE9AD993"/>
    <w:rsid w:val="002822DC"/>
    <w:rPr>
      <w:rFonts w:eastAsiaTheme="minorHAnsi"/>
    </w:rPr>
  </w:style>
  <w:style w:type="paragraph" w:customStyle="1" w:styleId="101DA83F4FE14168B3EED533263B868C3">
    <w:name w:val="101DA83F4FE14168B3EED533263B868C3"/>
    <w:rsid w:val="002822DC"/>
    <w:rPr>
      <w:rFonts w:eastAsiaTheme="minorHAnsi"/>
    </w:rPr>
  </w:style>
  <w:style w:type="paragraph" w:customStyle="1" w:styleId="CD5ACCFE7E554044A4DCC26870251DE93">
    <w:name w:val="CD5ACCFE7E554044A4DCC26870251DE93"/>
    <w:rsid w:val="002822DC"/>
    <w:rPr>
      <w:rFonts w:eastAsiaTheme="minorHAnsi"/>
    </w:rPr>
  </w:style>
  <w:style w:type="paragraph" w:customStyle="1" w:styleId="E34433BA4C7F437F84EB26B70AE0ADF33">
    <w:name w:val="E34433BA4C7F437F84EB26B70AE0ADF33"/>
    <w:rsid w:val="002822DC"/>
    <w:rPr>
      <w:rFonts w:eastAsiaTheme="minorHAnsi"/>
    </w:rPr>
  </w:style>
  <w:style w:type="paragraph" w:customStyle="1" w:styleId="488634D1262D4F36ACE759505CF01C103">
    <w:name w:val="488634D1262D4F36ACE759505CF01C103"/>
    <w:rsid w:val="002822DC"/>
    <w:rPr>
      <w:rFonts w:eastAsiaTheme="minorHAnsi"/>
    </w:rPr>
  </w:style>
  <w:style w:type="paragraph" w:customStyle="1" w:styleId="A694C423712C47BC9337E28A90B6FAAE3">
    <w:name w:val="A694C423712C47BC9337E28A90B6FAAE3"/>
    <w:rsid w:val="002822DC"/>
    <w:rPr>
      <w:rFonts w:eastAsiaTheme="minorHAnsi"/>
    </w:rPr>
  </w:style>
  <w:style w:type="paragraph" w:customStyle="1" w:styleId="42B74F39EF0F4821AEBFF2C6D151C5E43">
    <w:name w:val="42B74F39EF0F4821AEBFF2C6D151C5E43"/>
    <w:rsid w:val="002822DC"/>
    <w:rPr>
      <w:rFonts w:eastAsiaTheme="minorHAnsi"/>
    </w:rPr>
  </w:style>
  <w:style w:type="paragraph" w:customStyle="1" w:styleId="4F5301C0B5D2459A938E7C25A5096F983">
    <w:name w:val="4F5301C0B5D2459A938E7C25A5096F983"/>
    <w:rsid w:val="002822DC"/>
    <w:rPr>
      <w:rFonts w:eastAsiaTheme="minorHAnsi"/>
    </w:rPr>
  </w:style>
  <w:style w:type="paragraph" w:customStyle="1" w:styleId="7B9B1523F2324DD9B13F74732A0F74B53">
    <w:name w:val="7B9B1523F2324DD9B13F74732A0F74B53"/>
    <w:rsid w:val="002822DC"/>
    <w:rPr>
      <w:rFonts w:eastAsiaTheme="minorHAnsi"/>
    </w:rPr>
  </w:style>
  <w:style w:type="paragraph" w:customStyle="1" w:styleId="88C964658FB84109A9291869F0D2BB983">
    <w:name w:val="88C964658FB84109A9291869F0D2BB983"/>
    <w:rsid w:val="002822DC"/>
    <w:rPr>
      <w:rFonts w:eastAsiaTheme="minorHAnsi"/>
    </w:rPr>
  </w:style>
  <w:style w:type="paragraph" w:customStyle="1" w:styleId="51FE0ECFE16C4E04A5657374AF07B1F03">
    <w:name w:val="51FE0ECFE16C4E04A5657374AF07B1F03"/>
    <w:rsid w:val="002822DC"/>
    <w:rPr>
      <w:rFonts w:eastAsiaTheme="minorHAnsi"/>
    </w:rPr>
  </w:style>
  <w:style w:type="paragraph" w:customStyle="1" w:styleId="3A4E72E4B8BA4418A1AA5639E5C0F3733">
    <w:name w:val="3A4E72E4B8BA4418A1AA5639E5C0F3733"/>
    <w:rsid w:val="002822DC"/>
    <w:rPr>
      <w:rFonts w:eastAsiaTheme="minorHAnsi"/>
    </w:rPr>
  </w:style>
  <w:style w:type="paragraph" w:customStyle="1" w:styleId="27579F1F39084B5D99EE8C4B14C0B3D73">
    <w:name w:val="27579F1F39084B5D99EE8C4B14C0B3D73"/>
    <w:rsid w:val="002822DC"/>
    <w:rPr>
      <w:rFonts w:eastAsiaTheme="minorHAnsi"/>
    </w:rPr>
  </w:style>
  <w:style w:type="paragraph" w:customStyle="1" w:styleId="AF19D5AC3F034BFE957BB4F70E0B88083">
    <w:name w:val="AF19D5AC3F034BFE957BB4F70E0B88083"/>
    <w:rsid w:val="002822DC"/>
    <w:rPr>
      <w:rFonts w:eastAsiaTheme="minorHAnsi"/>
    </w:rPr>
  </w:style>
  <w:style w:type="paragraph" w:customStyle="1" w:styleId="799171A30625401DBF847C35481E33D73">
    <w:name w:val="799171A30625401DBF847C35481E33D73"/>
    <w:rsid w:val="002822DC"/>
    <w:rPr>
      <w:rFonts w:eastAsiaTheme="minorHAnsi"/>
    </w:rPr>
  </w:style>
  <w:style w:type="paragraph" w:customStyle="1" w:styleId="550FEDEBE5E042A08C7C78EA13D6FC783">
    <w:name w:val="550FEDEBE5E042A08C7C78EA13D6FC783"/>
    <w:rsid w:val="002822DC"/>
    <w:rPr>
      <w:rFonts w:eastAsiaTheme="minorHAnsi"/>
    </w:rPr>
  </w:style>
  <w:style w:type="paragraph" w:customStyle="1" w:styleId="5BA4AD01897B403DAE8F7116619FD5C63">
    <w:name w:val="5BA4AD01897B403DAE8F7116619FD5C63"/>
    <w:rsid w:val="002822DC"/>
    <w:rPr>
      <w:rFonts w:eastAsiaTheme="minorHAnsi"/>
    </w:rPr>
  </w:style>
  <w:style w:type="paragraph" w:customStyle="1" w:styleId="0BA2427B8B744C07A09D7BC95FF4B4A53">
    <w:name w:val="0BA2427B8B744C07A09D7BC95FF4B4A53"/>
    <w:rsid w:val="002822DC"/>
    <w:rPr>
      <w:rFonts w:eastAsiaTheme="minorHAnsi"/>
    </w:rPr>
  </w:style>
  <w:style w:type="paragraph" w:customStyle="1" w:styleId="DAF7155FBBAA487C91182DAC5F419B8A2">
    <w:name w:val="DAF7155FBBAA487C91182DAC5F419B8A2"/>
    <w:rsid w:val="002822DC"/>
    <w:rPr>
      <w:rFonts w:eastAsiaTheme="minorHAnsi"/>
    </w:rPr>
  </w:style>
  <w:style w:type="paragraph" w:customStyle="1" w:styleId="7246B47EC5E44C1E9BC4323F2178FB902">
    <w:name w:val="7246B47EC5E44C1E9BC4323F2178FB902"/>
    <w:rsid w:val="002822DC"/>
    <w:rPr>
      <w:rFonts w:eastAsiaTheme="minorHAnsi"/>
    </w:rPr>
  </w:style>
  <w:style w:type="paragraph" w:customStyle="1" w:styleId="00FF382571C941A8A4CE8EB64606CFFD4">
    <w:name w:val="00FF382571C941A8A4CE8EB64606CFFD4"/>
    <w:rsid w:val="002822DC"/>
    <w:rPr>
      <w:rFonts w:eastAsiaTheme="minorHAnsi"/>
    </w:rPr>
  </w:style>
  <w:style w:type="paragraph" w:customStyle="1" w:styleId="68930BE041EB43CAA20D7E3C6AA12D8D4">
    <w:name w:val="68930BE041EB43CAA20D7E3C6AA12D8D4"/>
    <w:rsid w:val="002822DC"/>
    <w:rPr>
      <w:rFonts w:eastAsiaTheme="minorHAnsi"/>
    </w:rPr>
  </w:style>
  <w:style w:type="paragraph" w:customStyle="1" w:styleId="7928C3F15DE9454A90FF01F08DD6B9624">
    <w:name w:val="7928C3F15DE9454A90FF01F08DD6B9624"/>
    <w:rsid w:val="002822DC"/>
    <w:rPr>
      <w:rFonts w:eastAsiaTheme="minorHAnsi"/>
    </w:rPr>
  </w:style>
  <w:style w:type="paragraph" w:customStyle="1" w:styleId="BF56067496634A88AD65FBBD8E2C0A944">
    <w:name w:val="BF56067496634A88AD65FBBD8E2C0A944"/>
    <w:rsid w:val="002822DC"/>
    <w:rPr>
      <w:rFonts w:eastAsiaTheme="minorHAnsi"/>
    </w:rPr>
  </w:style>
  <w:style w:type="paragraph" w:customStyle="1" w:styleId="27E6A156B94D40798DF4444660C4C4D44">
    <w:name w:val="27E6A156B94D40798DF4444660C4C4D44"/>
    <w:rsid w:val="002822DC"/>
    <w:rPr>
      <w:rFonts w:eastAsiaTheme="minorHAnsi"/>
    </w:rPr>
  </w:style>
  <w:style w:type="paragraph" w:customStyle="1" w:styleId="6209F1153EF6435C937A731756A72D874">
    <w:name w:val="6209F1153EF6435C937A731756A72D874"/>
    <w:rsid w:val="002822DC"/>
    <w:rPr>
      <w:rFonts w:eastAsiaTheme="minorHAnsi"/>
    </w:rPr>
  </w:style>
  <w:style w:type="paragraph" w:customStyle="1" w:styleId="81BFFB245DFA4F209D5424CCDEE9AD994">
    <w:name w:val="81BFFB245DFA4F209D5424CCDEE9AD994"/>
    <w:rsid w:val="002822DC"/>
    <w:rPr>
      <w:rFonts w:eastAsiaTheme="minorHAnsi"/>
    </w:rPr>
  </w:style>
  <w:style w:type="paragraph" w:customStyle="1" w:styleId="101DA83F4FE14168B3EED533263B868C4">
    <w:name w:val="101DA83F4FE14168B3EED533263B868C4"/>
    <w:rsid w:val="002822DC"/>
    <w:rPr>
      <w:rFonts w:eastAsiaTheme="minorHAnsi"/>
    </w:rPr>
  </w:style>
  <w:style w:type="paragraph" w:customStyle="1" w:styleId="CD5ACCFE7E554044A4DCC26870251DE94">
    <w:name w:val="CD5ACCFE7E554044A4DCC26870251DE94"/>
    <w:rsid w:val="002822DC"/>
    <w:rPr>
      <w:rFonts w:eastAsiaTheme="minorHAnsi"/>
    </w:rPr>
  </w:style>
  <w:style w:type="paragraph" w:customStyle="1" w:styleId="E34433BA4C7F437F84EB26B70AE0ADF34">
    <w:name w:val="E34433BA4C7F437F84EB26B70AE0ADF34"/>
    <w:rsid w:val="002822DC"/>
    <w:rPr>
      <w:rFonts w:eastAsiaTheme="minorHAnsi"/>
    </w:rPr>
  </w:style>
  <w:style w:type="paragraph" w:customStyle="1" w:styleId="488634D1262D4F36ACE759505CF01C104">
    <w:name w:val="488634D1262D4F36ACE759505CF01C104"/>
    <w:rsid w:val="002822DC"/>
    <w:rPr>
      <w:rFonts w:eastAsiaTheme="minorHAnsi"/>
    </w:rPr>
  </w:style>
  <w:style w:type="paragraph" w:customStyle="1" w:styleId="A694C423712C47BC9337E28A90B6FAAE4">
    <w:name w:val="A694C423712C47BC9337E28A90B6FAAE4"/>
    <w:rsid w:val="002822DC"/>
    <w:rPr>
      <w:rFonts w:eastAsiaTheme="minorHAnsi"/>
    </w:rPr>
  </w:style>
  <w:style w:type="paragraph" w:customStyle="1" w:styleId="42B74F39EF0F4821AEBFF2C6D151C5E44">
    <w:name w:val="42B74F39EF0F4821AEBFF2C6D151C5E44"/>
    <w:rsid w:val="002822DC"/>
    <w:rPr>
      <w:rFonts w:eastAsiaTheme="minorHAnsi"/>
    </w:rPr>
  </w:style>
  <w:style w:type="paragraph" w:customStyle="1" w:styleId="4F5301C0B5D2459A938E7C25A5096F984">
    <w:name w:val="4F5301C0B5D2459A938E7C25A5096F984"/>
    <w:rsid w:val="002822DC"/>
    <w:rPr>
      <w:rFonts w:eastAsiaTheme="minorHAnsi"/>
    </w:rPr>
  </w:style>
  <w:style w:type="paragraph" w:customStyle="1" w:styleId="7B9B1523F2324DD9B13F74732A0F74B54">
    <w:name w:val="7B9B1523F2324DD9B13F74732A0F74B54"/>
    <w:rsid w:val="002822DC"/>
    <w:rPr>
      <w:rFonts w:eastAsiaTheme="minorHAnsi"/>
    </w:rPr>
  </w:style>
  <w:style w:type="paragraph" w:customStyle="1" w:styleId="88C964658FB84109A9291869F0D2BB984">
    <w:name w:val="88C964658FB84109A9291869F0D2BB984"/>
    <w:rsid w:val="002822DC"/>
    <w:rPr>
      <w:rFonts w:eastAsiaTheme="minorHAnsi"/>
    </w:rPr>
  </w:style>
  <w:style w:type="paragraph" w:customStyle="1" w:styleId="51FE0ECFE16C4E04A5657374AF07B1F04">
    <w:name w:val="51FE0ECFE16C4E04A5657374AF07B1F04"/>
    <w:rsid w:val="002822DC"/>
    <w:rPr>
      <w:rFonts w:eastAsiaTheme="minorHAnsi"/>
    </w:rPr>
  </w:style>
  <w:style w:type="paragraph" w:customStyle="1" w:styleId="3A4E72E4B8BA4418A1AA5639E5C0F3734">
    <w:name w:val="3A4E72E4B8BA4418A1AA5639E5C0F3734"/>
    <w:rsid w:val="002822DC"/>
    <w:rPr>
      <w:rFonts w:eastAsiaTheme="minorHAnsi"/>
    </w:rPr>
  </w:style>
  <w:style w:type="paragraph" w:customStyle="1" w:styleId="27579F1F39084B5D99EE8C4B14C0B3D74">
    <w:name w:val="27579F1F39084B5D99EE8C4B14C0B3D74"/>
    <w:rsid w:val="002822DC"/>
    <w:rPr>
      <w:rFonts w:eastAsiaTheme="minorHAnsi"/>
    </w:rPr>
  </w:style>
  <w:style w:type="paragraph" w:customStyle="1" w:styleId="AF19D5AC3F034BFE957BB4F70E0B88084">
    <w:name w:val="AF19D5AC3F034BFE957BB4F70E0B88084"/>
    <w:rsid w:val="002822DC"/>
    <w:rPr>
      <w:rFonts w:eastAsiaTheme="minorHAnsi"/>
    </w:rPr>
  </w:style>
  <w:style w:type="paragraph" w:customStyle="1" w:styleId="799171A30625401DBF847C35481E33D74">
    <w:name w:val="799171A30625401DBF847C35481E33D74"/>
    <w:rsid w:val="002822DC"/>
    <w:rPr>
      <w:rFonts w:eastAsiaTheme="minorHAnsi"/>
    </w:rPr>
  </w:style>
  <w:style w:type="paragraph" w:customStyle="1" w:styleId="550FEDEBE5E042A08C7C78EA13D6FC784">
    <w:name w:val="550FEDEBE5E042A08C7C78EA13D6FC784"/>
    <w:rsid w:val="002822DC"/>
    <w:rPr>
      <w:rFonts w:eastAsiaTheme="minorHAnsi"/>
    </w:rPr>
  </w:style>
  <w:style w:type="paragraph" w:customStyle="1" w:styleId="5BA4AD01897B403DAE8F7116619FD5C64">
    <w:name w:val="5BA4AD01897B403DAE8F7116619FD5C64"/>
    <w:rsid w:val="002822DC"/>
    <w:rPr>
      <w:rFonts w:eastAsiaTheme="minorHAnsi"/>
    </w:rPr>
  </w:style>
  <w:style w:type="paragraph" w:customStyle="1" w:styleId="0BA2427B8B744C07A09D7BC95FF4B4A54">
    <w:name w:val="0BA2427B8B744C07A09D7BC95FF4B4A54"/>
    <w:rsid w:val="002822DC"/>
    <w:rPr>
      <w:rFonts w:eastAsiaTheme="minorHAnsi"/>
    </w:rPr>
  </w:style>
  <w:style w:type="paragraph" w:customStyle="1" w:styleId="DAF7155FBBAA487C91182DAC5F419B8A3">
    <w:name w:val="DAF7155FBBAA487C91182DAC5F419B8A3"/>
    <w:rsid w:val="002822DC"/>
    <w:rPr>
      <w:rFonts w:eastAsiaTheme="minorHAnsi"/>
    </w:rPr>
  </w:style>
  <w:style w:type="paragraph" w:customStyle="1" w:styleId="7246B47EC5E44C1E9BC4323F2178FB903">
    <w:name w:val="7246B47EC5E44C1E9BC4323F2178FB903"/>
    <w:rsid w:val="002822DC"/>
    <w:rPr>
      <w:rFonts w:eastAsiaTheme="minorHAnsi"/>
    </w:rPr>
  </w:style>
  <w:style w:type="paragraph" w:customStyle="1" w:styleId="00FF382571C941A8A4CE8EB64606CFFD5">
    <w:name w:val="00FF382571C941A8A4CE8EB64606CFFD5"/>
    <w:rsid w:val="002822DC"/>
    <w:rPr>
      <w:rFonts w:eastAsiaTheme="minorHAnsi"/>
    </w:rPr>
  </w:style>
  <w:style w:type="paragraph" w:customStyle="1" w:styleId="68930BE041EB43CAA20D7E3C6AA12D8D5">
    <w:name w:val="68930BE041EB43CAA20D7E3C6AA12D8D5"/>
    <w:rsid w:val="002822DC"/>
    <w:rPr>
      <w:rFonts w:eastAsiaTheme="minorHAnsi"/>
    </w:rPr>
  </w:style>
  <w:style w:type="paragraph" w:customStyle="1" w:styleId="7928C3F15DE9454A90FF01F08DD6B9625">
    <w:name w:val="7928C3F15DE9454A90FF01F08DD6B9625"/>
    <w:rsid w:val="002822DC"/>
    <w:rPr>
      <w:rFonts w:eastAsiaTheme="minorHAnsi"/>
    </w:rPr>
  </w:style>
  <w:style w:type="paragraph" w:customStyle="1" w:styleId="BF56067496634A88AD65FBBD8E2C0A945">
    <w:name w:val="BF56067496634A88AD65FBBD8E2C0A945"/>
    <w:rsid w:val="002822DC"/>
    <w:rPr>
      <w:rFonts w:eastAsiaTheme="minorHAnsi"/>
    </w:rPr>
  </w:style>
  <w:style w:type="paragraph" w:customStyle="1" w:styleId="27E6A156B94D40798DF4444660C4C4D45">
    <w:name w:val="27E6A156B94D40798DF4444660C4C4D45"/>
    <w:rsid w:val="002822DC"/>
    <w:rPr>
      <w:rFonts w:eastAsiaTheme="minorHAnsi"/>
    </w:rPr>
  </w:style>
  <w:style w:type="paragraph" w:customStyle="1" w:styleId="6209F1153EF6435C937A731756A72D875">
    <w:name w:val="6209F1153EF6435C937A731756A72D875"/>
    <w:rsid w:val="002822DC"/>
    <w:rPr>
      <w:rFonts w:eastAsiaTheme="minorHAnsi"/>
    </w:rPr>
  </w:style>
  <w:style w:type="paragraph" w:customStyle="1" w:styleId="81BFFB245DFA4F209D5424CCDEE9AD995">
    <w:name w:val="81BFFB245DFA4F209D5424CCDEE9AD995"/>
    <w:rsid w:val="002822DC"/>
    <w:rPr>
      <w:rFonts w:eastAsiaTheme="minorHAnsi"/>
    </w:rPr>
  </w:style>
  <w:style w:type="paragraph" w:customStyle="1" w:styleId="101DA83F4FE14168B3EED533263B868C5">
    <w:name w:val="101DA83F4FE14168B3EED533263B868C5"/>
    <w:rsid w:val="002822DC"/>
    <w:rPr>
      <w:rFonts w:eastAsiaTheme="minorHAnsi"/>
    </w:rPr>
  </w:style>
  <w:style w:type="paragraph" w:customStyle="1" w:styleId="CD5ACCFE7E554044A4DCC26870251DE95">
    <w:name w:val="CD5ACCFE7E554044A4DCC26870251DE95"/>
    <w:rsid w:val="002822DC"/>
    <w:rPr>
      <w:rFonts w:eastAsiaTheme="minorHAnsi"/>
    </w:rPr>
  </w:style>
  <w:style w:type="paragraph" w:customStyle="1" w:styleId="E34433BA4C7F437F84EB26B70AE0ADF35">
    <w:name w:val="E34433BA4C7F437F84EB26B70AE0ADF35"/>
    <w:rsid w:val="002822DC"/>
    <w:rPr>
      <w:rFonts w:eastAsiaTheme="minorHAnsi"/>
    </w:rPr>
  </w:style>
  <w:style w:type="paragraph" w:customStyle="1" w:styleId="488634D1262D4F36ACE759505CF01C105">
    <w:name w:val="488634D1262D4F36ACE759505CF01C105"/>
    <w:rsid w:val="002822DC"/>
    <w:rPr>
      <w:rFonts w:eastAsiaTheme="minorHAnsi"/>
    </w:rPr>
  </w:style>
  <w:style w:type="paragraph" w:customStyle="1" w:styleId="A694C423712C47BC9337E28A90B6FAAE5">
    <w:name w:val="A694C423712C47BC9337E28A90B6FAAE5"/>
    <w:rsid w:val="002822DC"/>
    <w:rPr>
      <w:rFonts w:eastAsiaTheme="minorHAnsi"/>
    </w:rPr>
  </w:style>
  <w:style w:type="paragraph" w:customStyle="1" w:styleId="42B74F39EF0F4821AEBFF2C6D151C5E45">
    <w:name w:val="42B74F39EF0F4821AEBFF2C6D151C5E45"/>
    <w:rsid w:val="002822DC"/>
    <w:rPr>
      <w:rFonts w:eastAsiaTheme="minorHAnsi"/>
    </w:rPr>
  </w:style>
  <w:style w:type="paragraph" w:customStyle="1" w:styleId="4F5301C0B5D2459A938E7C25A5096F985">
    <w:name w:val="4F5301C0B5D2459A938E7C25A5096F985"/>
    <w:rsid w:val="002822DC"/>
    <w:rPr>
      <w:rFonts w:eastAsiaTheme="minorHAnsi"/>
    </w:rPr>
  </w:style>
  <w:style w:type="paragraph" w:customStyle="1" w:styleId="7B9B1523F2324DD9B13F74732A0F74B55">
    <w:name w:val="7B9B1523F2324DD9B13F74732A0F74B55"/>
    <w:rsid w:val="002822DC"/>
    <w:rPr>
      <w:rFonts w:eastAsiaTheme="minorHAnsi"/>
    </w:rPr>
  </w:style>
  <w:style w:type="paragraph" w:customStyle="1" w:styleId="88C964658FB84109A9291869F0D2BB985">
    <w:name w:val="88C964658FB84109A9291869F0D2BB985"/>
    <w:rsid w:val="002822DC"/>
    <w:rPr>
      <w:rFonts w:eastAsiaTheme="minorHAnsi"/>
    </w:rPr>
  </w:style>
  <w:style w:type="paragraph" w:customStyle="1" w:styleId="51FE0ECFE16C4E04A5657374AF07B1F05">
    <w:name w:val="51FE0ECFE16C4E04A5657374AF07B1F05"/>
    <w:rsid w:val="002822DC"/>
    <w:rPr>
      <w:rFonts w:eastAsiaTheme="minorHAnsi"/>
    </w:rPr>
  </w:style>
  <w:style w:type="paragraph" w:customStyle="1" w:styleId="3A4E72E4B8BA4418A1AA5639E5C0F3735">
    <w:name w:val="3A4E72E4B8BA4418A1AA5639E5C0F3735"/>
    <w:rsid w:val="002822DC"/>
    <w:rPr>
      <w:rFonts w:eastAsiaTheme="minorHAnsi"/>
    </w:rPr>
  </w:style>
  <w:style w:type="paragraph" w:customStyle="1" w:styleId="27579F1F39084B5D99EE8C4B14C0B3D75">
    <w:name w:val="27579F1F39084B5D99EE8C4B14C0B3D75"/>
    <w:rsid w:val="002822DC"/>
    <w:rPr>
      <w:rFonts w:eastAsiaTheme="minorHAnsi"/>
    </w:rPr>
  </w:style>
  <w:style w:type="paragraph" w:customStyle="1" w:styleId="AF19D5AC3F034BFE957BB4F70E0B88085">
    <w:name w:val="AF19D5AC3F034BFE957BB4F70E0B88085"/>
    <w:rsid w:val="002822DC"/>
    <w:rPr>
      <w:rFonts w:eastAsiaTheme="minorHAnsi"/>
    </w:rPr>
  </w:style>
  <w:style w:type="paragraph" w:customStyle="1" w:styleId="799171A30625401DBF847C35481E33D75">
    <w:name w:val="799171A30625401DBF847C35481E33D75"/>
    <w:rsid w:val="002822DC"/>
    <w:rPr>
      <w:rFonts w:eastAsiaTheme="minorHAnsi"/>
    </w:rPr>
  </w:style>
  <w:style w:type="paragraph" w:customStyle="1" w:styleId="550FEDEBE5E042A08C7C78EA13D6FC785">
    <w:name w:val="550FEDEBE5E042A08C7C78EA13D6FC785"/>
    <w:rsid w:val="002822DC"/>
    <w:rPr>
      <w:rFonts w:eastAsiaTheme="minorHAnsi"/>
    </w:rPr>
  </w:style>
  <w:style w:type="paragraph" w:customStyle="1" w:styleId="5BA4AD01897B403DAE8F7116619FD5C65">
    <w:name w:val="5BA4AD01897B403DAE8F7116619FD5C65"/>
    <w:rsid w:val="002822DC"/>
    <w:rPr>
      <w:rFonts w:eastAsiaTheme="minorHAnsi"/>
    </w:rPr>
  </w:style>
  <w:style w:type="paragraph" w:customStyle="1" w:styleId="0BA2427B8B744C07A09D7BC95FF4B4A55">
    <w:name w:val="0BA2427B8B744C07A09D7BC95FF4B4A55"/>
    <w:rsid w:val="002822DC"/>
    <w:rPr>
      <w:rFonts w:eastAsiaTheme="minorHAnsi"/>
    </w:rPr>
  </w:style>
  <w:style w:type="paragraph" w:customStyle="1" w:styleId="DAF7155FBBAA487C91182DAC5F419B8A4">
    <w:name w:val="DAF7155FBBAA487C91182DAC5F419B8A4"/>
    <w:rsid w:val="002822DC"/>
    <w:rPr>
      <w:rFonts w:eastAsiaTheme="minorHAnsi"/>
    </w:rPr>
  </w:style>
  <w:style w:type="paragraph" w:customStyle="1" w:styleId="7246B47EC5E44C1E9BC4323F2178FB904">
    <w:name w:val="7246B47EC5E44C1E9BC4323F2178FB904"/>
    <w:rsid w:val="002822DC"/>
    <w:rPr>
      <w:rFonts w:eastAsiaTheme="minorHAnsi"/>
    </w:rPr>
  </w:style>
  <w:style w:type="paragraph" w:customStyle="1" w:styleId="CFE128B7DA014721A52BBD3320761F42">
    <w:name w:val="CFE128B7DA014721A52BBD3320761F42"/>
    <w:rsid w:val="002822DC"/>
  </w:style>
  <w:style w:type="paragraph" w:customStyle="1" w:styleId="38C1A00E03FB4605ACEC7AFE90EC801C">
    <w:name w:val="38C1A00E03FB4605ACEC7AFE90EC801C"/>
    <w:rsid w:val="002822DC"/>
  </w:style>
  <w:style w:type="paragraph" w:customStyle="1" w:styleId="38C1A00E03FB4605ACEC7AFE90EC801C1">
    <w:name w:val="38C1A00E03FB4605ACEC7AFE90EC801C1"/>
    <w:rsid w:val="002822DC"/>
    <w:rPr>
      <w:rFonts w:eastAsiaTheme="minorHAnsi"/>
    </w:rPr>
  </w:style>
  <w:style w:type="paragraph" w:customStyle="1" w:styleId="CFE128B7DA014721A52BBD3320761F421">
    <w:name w:val="CFE128B7DA014721A52BBD3320761F421"/>
    <w:rsid w:val="002822DC"/>
    <w:rPr>
      <w:rFonts w:eastAsiaTheme="minorHAnsi"/>
    </w:rPr>
  </w:style>
  <w:style w:type="paragraph" w:customStyle="1" w:styleId="00FF382571C941A8A4CE8EB64606CFFD6">
    <w:name w:val="00FF382571C941A8A4CE8EB64606CFFD6"/>
    <w:rsid w:val="002822DC"/>
    <w:rPr>
      <w:rFonts w:eastAsiaTheme="minorHAnsi"/>
    </w:rPr>
  </w:style>
  <w:style w:type="paragraph" w:customStyle="1" w:styleId="68930BE041EB43CAA20D7E3C6AA12D8D6">
    <w:name w:val="68930BE041EB43CAA20D7E3C6AA12D8D6"/>
    <w:rsid w:val="002822DC"/>
    <w:rPr>
      <w:rFonts w:eastAsiaTheme="minorHAnsi"/>
    </w:rPr>
  </w:style>
  <w:style w:type="paragraph" w:customStyle="1" w:styleId="7928C3F15DE9454A90FF01F08DD6B9626">
    <w:name w:val="7928C3F15DE9454A90FF01F08DD6B9626"/>
    <w:rsid w:val="002822DC"/>
    <w:rPr>
      <w:rFonts w:eastAsiaTheme="minorHAnsi"/>
    </w:rPr>
  </w:style>
  <w:style w:type="paragraph" w:customStyle="1" w:styleId="BF56067496634A88AD65FBBD8E2C0A946">
    <w:name w:val="BF56067496634A88AD65FBBD8E2C0A946"/>
    <w:rsid w:val="002822DC"/>
    <w:rPr>
      <w:rFonts w:eastAsiaTheme="minorHAnsi"/>
    </w:rPr>
  </w:style>
  <w:style w:type="paragraph" w:customStyle="1" w:styleId="27E6A156B94D40798DF4444660C4C4D46">
    <w:name w:val="27E6A156B94D40798DF4444660C4C4D46"/>
    <w:rsid w:val="002822DC"/>
    <w:rPr>
      <w:rFonts w:eastAsiaTheme="minorHAnsi"/>
    </w:rPr>
  </w:style>
  <w:style w:type="paragraph" w:customStyle="1" w:styleId="6209F1153EF6435C937A731756A72D876">
    <w:name w:val="6209F1153EF6435C937A731756A72D876"/>
    <w:rsid w:val="002822DC"/>
    <w:rPr>
      <w:rFonts w:eastAsiaTheme="minorHAnsi"/>
    </w:rPr>
  </w:style>
  <w:style w:type="paragraph" w:customStyle="1" w:styleId="81BFFB245DFA4F209D5424CCDEE9AD996">
    <w:name w:val="81BFFB245DFA4F209D5424CCDEE9AD996"/>
    <w:rsid w:val="002822DC"/>
    <w:rPr>
      <w:rFonts w:eastAsiaTheme="minorHAnsi"/>
    </w:rPr>
  </w:style>
  <w:style w:type="paragraph" w:customStyle="1" w:styleId="101DA83F4FE14168B3EED533263B868C6">
    <w:name w:val="101DA83F4FE14168B3EED533263B868C6"/>
    <w:rsid w:val="002822DC"/>
    <w:rPr>
      <w:rFonts w:eastAsiaTheme="minorHAnsi"/>
    </w:rPr>
  </w:style>
  <w:style w:type="paragraph" w:customStyle="1" w:styleId="CD5ACCFE7E554044A4DCC26870251DE96">
    <w:name w:val="CD5ACCFE7E554044A4DCC26870251DE96"/>
    <w:rsid w:val="002822DC"/>
    <w:rPr>
      <w:rFonts w:eastAsiaTheme="minorHAnsi"/>
    </w:rPr>
  </w:style>
  <w:style w:type="paragraph" w:customStyle="1" w:styleId="E34433BA4C7F437F84EB26B70AE0ADF36">
    <w:name w:val="E34433BA4C7F437F84EB26B70AE0ADF36"/>
    <w:rsid w:val="002822DC"/>
    <w:rPr>
      <w:rFonts w:eastAsiaTheme="minorHAnsi"/>
    </w:rPr>
  </w:style>
  <w:style w:type="paragraph" w:customStyle="1" w:styleId="488634D1262D4F36ACE759505CF01C106">
    <w:name w:val="488634D1262D4F36ACE759505CF01C106"/>
    <w:rsid w:val="002822DC"/>
    <w:rPr>
      <w:rFonts w:eastAsiaTheme="minorHAnsi"/>
    </w:rPr>
  </w:style>
  <w:style w:type="paragraph" w:customStyle="1" w:styleId="A694C423712C47BC9337E28A90B6FAAE6">
    <w:name w:val="A694C423712C47BC9337E28A90B6FAAE6"/>
    <w:rsid w:val="002822DC"/>
    <w:rPr>
      <w:rFonts w:eastAsiaTheme="minorHAnsi"/>
    </w:rPr>
  </w:style>
  <w:style w:type="paragraph" w:customStyle="1" w:styleId="42B74F39EF0F4821AEBFF2C6D151C5E46">
    <w:name w:val="42B74F39EF0F4821AEBFF2C6D151C5E46"/>
    <w:rsid w:val="002822DC"/>
    <w:rPr>
      <w:rFonts w:eastAsiaTheme="minorHAnsi"/>
    </w:rPr>
  </w:style>
  <w:style w:type="paragraph" w:customStyle="1" w:styleId="4F5301C0B5D2459A938E7C25A5096F986">
    <w:name w:val="4F5301C0B5D2459A938E7C25A5096F986"/>
    <w:rsid w:val="002822DC"/>
    <w:rPr>
      <w:rFonts w:eastAsiaTheme="minorHAnsi"/>
    </w:rPr>
  </w:style>
  <w:style w:type="paragraph" w:customStyle="1" w:styleId="7B9B1523F2324DD9B13F74732A0F74B56">
    <w:name w:val="7B9B1523F2324DD9B13F74732A0F74B56"/>
    <w:rsid w:val="002822DC"/>
    <w:rPr>
      <w:rFonts w:eastAsiaTheme="minorHAnsi"/>
    </w:rPr>
  </w:style>
  <w:style w:type="paragraph" w:customStyle="1" w:styleId="88C964658FB84109A9291869F0D2BB986">
    <w:name w:val="88C964658FB84109A9291869F0D2BB986"/>
    <w:rsid w:val="002822DC"/>
    <w:rPr>
      <w:rFonts w:eastAsiaTheme="minorHAnsi"/>
    </w:rPr>
  </w:style>
  <w:style w:type="paragraph" w:customStyle="1" w:styleId="51FE0ECFE16C4E04A5657374AF07B1F06">
    <w:name w:val="51FE0ECFE16C4E04A5657374AF07B1F06"/>
    <w:rsid w:val="002822DC"/>
    <w:rPr>
      <w:rFonts w:eastAsiaTheme="minorHAnsi"/>
    </w:rPr>
  </w:style>
  <w:style w:type="paragraph" w:customStyle="1" w:styleId="3A4E72E4B8BA4418A1AA5639E5C0F3736">
    <w:name w:val="3A4E72E4B8BA4418A1AA5639E5C0F3736"/>
    <w:rsid w:val="002822DC"/>
    <w:rPr>
      <w:rFonts w:eastAsiaTheme="minorHAnsi"/>
    </w:rPr>
  </w:style>
  <w:style w:type="paragraph" w:customStyle="1" w:styleId="27579F1F39084B5D99EE8C4B14C0B3D76">
    <w:name w:val="27579F1F39084B5D99EE8C4B14C0B3D76"/>
    <w:rsid w:val="002822DC"/>
    <w:rPr>
      <w:rFonts w:eastAsiaTheme="minorHAnsi"/>
    </w:rPr>
  </w:style>
  <w:style w:type="paragraph" w:customStyle="1" w:styleId="AF19D5AC3F034BFE957BB4F70E0B88086">
    <w:name w:val="AF19D5AC3F034BFE957BB4F70E0B88086"/>
    <w:rsid w:val="002822DC"/>
    <w:rPr>
      <w:rFonts w:eastAsiaTheme="minorHAnsi"/>
    </w:rPr>
  </w:style>
  <w:style w:type="paragraph" w:customStyle="1" w:styleId="799171A30625401DBF847C35481E33D76">
    <w:name w:val="799171A30625401DBF847C35481E33D76"/>
    <w:rsid w:val="002822DC"/>
    <w:rPr>
      <w:rFonts w:eastAsiaTheme="minorHAnsi"/>
    </w:rPr>
  </w:style>
  <w:style w:type="paragraph" w:customStyle="1" w:styleId="550FEDEBE5E042A08C7C78EA13D6FC786">
    <w:name w:val="550FEDEBE5E042A08C7C78EA13D6FC786"/>
    <w:rsid w:val="002822DC"/>
    <w:rPr>
      <w:rFonts w:eastAsiaTheme="minorHAnsi"/>
    </w:rPr>
  </w:style>
  <w:style w:type="paragraph" w:customStyle="1" w:styleId="5BA4AD01897B403DAE8F7116619FD5C66">
    <w:name w:val="5BA4AD01897B403DAE8F7116619FD5C66"/>
    <w:rsid w:val="002822DC"/>
    <w:rPr>
      <w:rFonts w:eastAsiaTheme="minorHAnsi"/>
    </w:rPr>
  </w:style>
  <w:style w:type="paragraph" w:customStyle="1" w:styleId="0BA2427B8B744C07A09D7BC95FF4B4A56">
    <w:name w:val="0BA2427B8B744C07A09D7BC95FF4B4A56"/>
    <w:rsid w:val="002822DC"/>
    <w:rPr>
      <w:rFonts w:eastAsiaTheme="minorHAnsi"/>
    </w:rPr>
  </w:style>
  <w:style w:type="paragraph" w:customStyle="1" w:styleId="DAF7155FBBAA487C91182DAC5F419B8A5">
    <w:name w:val="DAF7155FBBAA487C91182DAC5F419B8A5"/>
    <w:rsid w:val="002822DC"/>
    <w:rPr>
      <w:rFonts w:eastAsiaTheme="minorHAnsi"/>
    </w:rPr>
  </w:style>
  <w:style w:type="paragraph" w:customStyle="1" w:styleId="7246B47EC5E44C1E9BC4323F2178FB905">
    <w:name w:val="7246B47EC5E44C1E9BC4323F2178FB905"/>
    <w:rsid w:val="002822DC"/>
    <w:rPr>
      <w:rFonts w:eastAsiaTheme="minorHAnsi"/>
    </w:rPr>
  </w:style>
  <w:style w:type="paragraph" w:customStyle="1" w:styleId="38C1A00E03FB4605ACEC7AFE90EC801C2">
    <w:name w:val="38C1A00E03FB4605ACEC7AFE90EC801C2"/>
    <w:rsid w:val="002822DC"/>
    <w:rPr>
      <w:rFonts w:eastAsiaTheme="minorHAnsi"/>
    </w:rPr>
  </w:style>
  <w:style w:type="paragraph" w:customStyle="1" w:styleId="8463FF0C638B400FA6938C6056445D10">
    <w:name w:val="8463FF0C638B400FA6938C6056445D10"/>
    <w:rsid w:val="002822DC"/>
    <w:rPr>
      <w:rFonts w:eastAsiaTheme="minorHAnsi"/>
    </w:rPr>
  </w:style>
  <w:style w:type="paragraph" w:customStyle="1" w:styleId="00FF382571C941A8A4CE8EB64606CFFD7">
    <w:name w:val="00FF382571C941A8A4CE8EB64606CFFD7"/>
    <w:rsid w:val="002822DC"/>
    <w:rPr>
      <w:rFonts w:eastAsiaTheme="minorHAnsi"/>
    </w:rPr>
  </w:style>
  <w:style w:type="paragraph" w:customStyle="1" w:styleId="68930BE041EB43CAA20D7E3C6AA12D8D7">
    <w:name w:val="68930BE041EB43CAA20D7E3C6AA12D8D7"/>
    <w:rsid w:val="002822DC"/>
    <w:rPr>
      <w:rFonts w:eastAsiaTheme="minorHAnsi"/>
    </w:rPr>
  </w:style>
  <w:style w:type="paragraph" w:customStyle="1" w:styleId="7928C3F15DE9454A90FF01F08DD6B9627">
    <w:name w:val="7928C3F15DE9454A90FF01F08DD6B9627"/>
    <w:rsid w:val="002822DC"/>
    <w:rPr>
      <w:rFonts w:eastAsiaTheme="minorHAnsi"/>
    </w:rPr>
  </w:style>
  <w:style w:type="paragraph" w:customStyle="1" w:styleId="BF56067496634A88AD65FBBD8E2C0A947">
    <w:name w:val="BF56067496634A88AD65FBBD8E2C0A947"/>
    <w:rsid w:val="002822DC"/>
    <w:rPr>
      <w:rFonts w:eastAsiaTheme="minorHAnsi"/>
    </w:rPr>
  </w:style>
  <w:style w:type="paragraph" w:customStyle="1" w:styleId="27E6A156B94D40798DF4444660C4C4D47">
    <w:name w:val="27E6A156B94D40798DF4444660C4C4D47"/>
    <w:rsid w:val="002822DC"/>
    <w:rPr>
      <w:rFonts w:eastAsiaTheme="minorHAnsi"/>
    </w:rPr>
  </w:style>
  <w:style w:type="paragraph" w:customStyle="1" w:styleId="6209F1153EF6435C937A731756A72D877">
    <w:name w:val="6209F1153EF6435C937A731756A72D877"/>
    <w:rsid w:val="002822DC"/>
    <w:rPr>
      <w:rFonts w:eastAsiaTheme="minorHAnsi"/>
    </w:rPr>
  </w:style>
  <w:style w:type="paragraph" w:customStyle="1" w:styleId="81BFFB245DFA4F209D5424CCDEE9AD997">
    <w:name w:val="81BFFB245DFA4F209D5424CCDEE9AD997"/>
    <w:rsid w:val="002822DC"/>
    <w:rPr>
      <w:rFonts w:eastAsiaTheme="minorHAnsi"/>
    </w:rPr>
  </w:style>
  <w:style w:type="paragraph" w:customStyle="1" w:styleId="101DA83F4FE14168B3EED533263B868C7">
    <w:name w:val="101DA83F4FE14168B3EED533263B868C7"/>
    <w:rsid w:val="002822DC"/>
    <w:rPr>
      <w:rFonts w:eastAsiaTheme="minorHAnsi"/>
    </w:rPr>
  </w:style>
  <w:style w:type="paragraph" w:customStyle="1" w:styleId="CD5ACCFE7E554044A4DCC26870251DE97">
    <w:name w:val="CD5ACCFE7E554044A4DCC26870251DE97"/>
    <w:rsid w:val="002822DC"/>
    <w:rPr>
      <w:rFonts w:eastAsiaTheme="minorHAnsi"/>
    </w:rPr>
  </w:style>
  <w:style w:type="paragraph" w:customStyle="1" w:styleId="E34433BA4C7F437F84EB26B70AE0ADF37">
    <w:name w:val="E34433BA4C7F437F84EB26B70AE0ADF37"/>
    <w:rsid w:val="002822DC"/>
    <w:rPr>
      <w:rFonts w:eastAsiaTheme="minorHAnsi"/>
    </w:rPr>
  </w:style>
  <w:style w:type="paragraph" w:customStyle="1" w:styleId="488634D1262D4F36ACE759505CF01C107">
    <w:name w:val="488634D1262D4F36ACE759505CF01C107"/>
    <w:rsid w:val="002822DC"/>
    <w:rPr>
      <w:rFonts w:eastAsiaTheme="minorHAnsi"/>
    </w:rPr>
  </w:style>
  <w:style w:type="paragraph" w:customStyle="1" w:styleId="A694C423712C47BC9337E28A90B6FAAE7">
    <w:name w:val="A694C423712C47BC9337E28A90B6FAAE7"/>
    <w:rsid w:val="002822DC"/>
    <w:rPr>
      <w:rFonts w:eastAsiaTheme="minorHAnsi"/>
    </w:rPr>
  </w:style>
  <w:style w:type="paragraph" w:customStyle="1" w:styleId="42B74F39EF0F4821AEBFF2C6D151C5E47">
    <w:name w:val="42B74F39EF0F4821AEBFF2C6D151C5E47"/>
    <w:rsid w:val="002822DC"/>
    <w:rPr>
      <w:rFonts w:eastAsiaTheme="minorHAnsi"/>
    </w:rPr>
  </w:style>
  <w:style w:type="paragraph" w:customStyle="1" w:styleId="4F5301C0B5D2459A938E7C25A5096F987">
    <w:name w:val="4F5301C0B5D2459A938E7C25A5096F987"/>
    <w:rsid w:val="002822DC"/>
    <w:rPr>
      <w:rFonts w:eastAsiaTheme="minorHAnsi"/>
    </w:rPr>
  </w:style>
  <w:style w:type="paragraph" w:customStyle="1" w:styleId="7B9B1523F2324DD9B13F74732A0F74B57">
    <w:name w:val="7B9B1523F2324DD9B13F74732A0F74B57"/>
    <w:rsid w:val="002822DC"/>
    <w:rPr>
      <w:rFonts w:eastAsiaTheme="minorHAnsi"/>
    </w:rPr>
  </w:style>
  <w:style w:type="paragraph" w:customStyle="1" w:styleId="88C964658FB84109A9291869F0D2BB987">
    <w:name w:val="88C964658FB84109A9291869F0D2BB987"/>
    <w:rsid w:val="002822DC"/>
    <w:rPr>
      <w:rFonts w:eastAsiaTheme="minorHAnsi"/>
    </w:rPr>
  </w:style>
  <w:style w:type="paragraph" w:customStyle="1" w:styleId="51FE0ECFE16C4E04A5657374AF07B1F07">
    <w:name w:val="51FE0ECFE16C4E04A5657374AF07B1F07"/>
    <w:rsid w:val="002822DC"/>
    <w:rPr>
      <w:rFonts w:eastAsiaTheme="minorHAnsi"/>
    </w:rPr>
  </w:style>
  <w:style w:type="paragraph" w:customStyle="1" w:styleId="3A4E72E4B8BA4418A1AA5639E5C0F3737">
    <w:name w:val="3A4E72E4B8BA4418A1AA5639E5C0F3737"/>
    <w:rsid w:val="002822DC"/>
    <w:rPr>
      <w:rFonts w:eastAsiaTheme="minorHAnsi"/>
    </w:rPr>
  </w:style>
  <w:style w:type="paragraph" w:customStyle="1" w:styleId="27579F1F39084B5D99EE8C4B14C0B3D77">
    <w:name w:val="27579F1F39084B5D99EE8C4B14C0B3D77"/>
    <w:rsid w:val="002822DC"/>
    <w:rPr>
      <w:rFonts w:eastAsiaTheme="minorHAnsi"/>
    </w:rPr>
  </w:style>
  <w:style w:type="paragraph" w:customStyle="1" w:styleId="AF19D5AC3F034BFE957BB4F70E0B88087">
    <w:name w:val="AF19D5AC3F034BFE957BB4F70E0B88087"/>
    <w:rsid w:val="002822DC"/>
    <w:rPr>
      <w:rFonts w:eastAsiaTheme="minorHAnsi"/>
    </w:rPr>
  </w:style>
  <w:style w:type="paragraph" w:customStyle="1" w:styleId="799171A30625401DBF847C35481E33D77">
    <w:name w:val="799171A30625401DBF847C35481E33D77"/>
    <w:rsid w:val="002822DC"/>
    <w:rPr>
      <w:rFonts w:eastAsiaTheme="minorHAnsi"/>
    </w:rPr>
  </w:style>
  <w:style w:type="paragraph" w:customStyle="1" w:styleId="550FEDEBE5E042A08C7C78EA13D6FC787">
    <w:name w:val="550FEDEBE5E042A08C7C78EA13D6FC787"/>
    <w:rsid w:val="002822DC"/>
    <w:rPr>
      <w:rFonts w:eastAsiaTheme="minorHAnsi"/>
    </w:rPr>
  </w:style>
  <w:style w:type="paragraph" w:customStyle="1" w:styleId="5BA4AD01897B403DAE8F7116619FD5C67">
    <w:name w:val="5BA4AD01897B403DAE8F7116619FD5C67"/>
    <w:rsid w:val="002822DC"/>
    <w:rPr>
      <w:rFonts w:eastAsiaTheme="minorHAnsi"/>
    </w:rPr>
  </w:style>
  <w:style w:type="paragraph" w:customStyle="1" w:styleId="0BA2427B8B744C07A09D7BC95FF4B4A57">
    <w:name w:val="0BA2427B8B744C07A09D7BC95FF4B4A57"/>
    <w:rsid w:val="002822DC"/>
    <w:rPr>
      <w:rFonts w:eastAsiaTheme="minorHAnsi"/>
    </w:rPr>
  </w:style>
  <w:style w:type="paragraph" w:customStyle="1" w:styleId="DAF7155FBBAA487C91182DAC5F419B8A6">
    <w:name w:val="DAF7155FBBAA487C91182DAC5F419B8A6"/>
    <w:rsid w:val="002822DC"/>
    <w:rPr>
      <w:rFonts w:eastAsiaTheme="minorHAnsi"/>
    </w:rPr>
  </w:style>
  <w:style w:type="paragraph" w:customStyle="1" w:styleId="7246B47EC5E44C1E9BC4323F2178FB906">
    <w:name w:val="7246B47EC5E44C1E9BC4323F2178FB906"/>
    <w:rsid w:val="002822DC"/>
    <w:rPr>
      <w:rFonts w:eastAsiaTheme="minorHAnsi"/>
    </w:rPr>
  </w:style>
  <w:style w:type="paragraph" w:customStyle="1" w:styleId="38C1A00E03FB4605ACEC7AFE90EC801C3">
    <w:name w:val="38C1A00E03FB4605ACEC7AFE90EC801C3"/>
    <w:rsid w:val="002822DC"/>
    <w:rPr>
      <w:rFonts w:eastAsiaTheme="minorHAnsi"/>
    </w:rPr>
  </w:style>
  <w:style w:type="paragraph" w:customStyle="1" w:styleId="00FF382571C941A8A4CE8EB64606CFFD8">
    <w:name w:val="00FF382571C941A8A4CE8EB64606CFFD8"/>
    <w:rsid w:val="002822DC"/>
    <w:rPr>
      <w:rFonts w:eastAsiaTheme="minorHAnsi"/>
    </w:rPr>
  </w:style>
  <w:style w:type="paragraph" w:customStyle="1" w:styleId="68930BE041EB43CAA20D7E3C6AA12D8D8">
    <w:name w:val="68930BE041EB43CAA20D7E3C6AA12D8D8"/>
    <w:rsid w:val="002822DC"/>
    <w:rPr>
      <w:rFonts w:eastAsiaTheme="minorHAnsi"/>
    </w:rPr>
  </w:style>
  <w:style w:type="paragraph" w:customStyle="1" w:styleId="7928C3F15DE9454A90FF01F08DD6B9628">
    <w:name w:val="7928C3F15DE9454A90FF01F08DD6B9628"/>
    <w:rsid w:val="002822DC"/>
    <w:rPr>
      <w:rFonts w:eastAsiaTheme="minorHAnsi"/>
    </w:rPr>
  </w:style>
  <w:style w:type="paragraph" w:customStyle="1" w:styleId="BF56067496634A88AD65FBBD8E2C0A948">
    <w:name w:val="BF56067496634A88AD65FBBD8E2C0A948"/>
    <w:rsid w:val="002822DC"/>
    <w:rPr>
      <w:rFonts w:eastAsiaTheme="minorHAnsi"/>
    </w:rPr>
  </w:style>
  <w:style w:type="paragraph" w:customStyle="1" w:styleId="27E6A156B94D40798DF4444660C4C4D48">
    <w:name w:val="27E6A156B94D40798DF4444660C4C4D48"/>
    <w:rsid w:val="002822DC"/>
    <w:rPr>
      <w:rFonts w:eastAsiaTheme="minorHAnsi"/>
    </w:rPr>
  </w:style>
  <w:style w:type="paragraph" w:customStyle="1" w:styleId="6209F1153EF6435C937A731756A72D878">
    <w:name w:val="6209F1153EF6435C937A731756A72D878"/>
    <w:rsid w:val="002822DC"/>
    <w:rPr>
      <w:rFonts w:eastAsiaTheme="minorHAnsi"/>
    </w:rPr>
  </w:style>
  <w:style w:type="paragraph" w:customStyle="1" w:styleId="81BFFB245DFA4F209D5424CCDEE9AD998">
    <w:name w:val="81BFFB245DFA4F209D5424CCDEE9AD998"/>
    <w:rsid w:val="002822DC"/>
    <w:rPr>
      <w:rFonts w:eastAsiaTheme="minorHAnsi"/>
    </w:rPr>
  </w:style>
  <w:style w:type="paragraph" w:customStyle="1" w:styleId="101DA83F4FE14168B3EED533263B868C8">
    <w:name w:val="101DA83F4FE14168B3EED533263B868C8"/>
    <w:rsid w:val="002822DC"/>
    <w:rPr>
      <w:rFonts w:eastAsiaTheme="minorHAnsi"/>
    </w:rPr>
  </w:style>
  <w:style w:type="paragraph" w:customStyle="1" w:styleId="CD5ACCFE7E554044A4DCC26870251DE98">
    <w:name w:val="CD5ACCFE7E554044A4DCC26870251DE98"/>
    <w:rsid w:val="002822DC"/>
    <w:rPr>
      <w:rFonts w:eastAsiaTheme="minorHAnsi"/>
    </w:rPr>
  </w:style>
  <w:style w:type="paragraph" w:customStyle="1" w:styleId="E34433BA4C7F437F84EB26B70AE0ADF38">
    <w:name w:val="E34433BA4C7F437F84EB26B70AE0ADF38"/>
    <w:rsid w:val="002822DC"/>
    <w:rPr>
      <w:rFonts w:eastAsiaTheme="minorHAnsi"/>
    </w:rPr>
  </w:style>
  <w:style w:type="paragraph" w:customStyle="1" w:styleId="488634D1262D4F36ACE759505CF01C108">
    <w:name w:val="488634D1262D4F36ACE759505CF01C108"/>
    <w:rsid w:val="002822DC"/>
    <w:rPr>
      <w:rFonts w:eastAsiaTheme="minorHAnsi"/>
    </w:rPr>
  </w:style>
  <w:style w:type="paragraph" w:customStyle="1" w:styleId="A694C423712C47BC9337E28A90B6FAAE8">
    <w:name w:val="A694C423712C47BC9337E28A90B6FAAE8"/>
    <w:rsid w:val="002822DC"/>
    <w:rPr>
      <w:rFonts w:eastAsiaTheme="minorHAnsi"/>
    </w:rPr>
  </w:style>
  <w:style w:type="paragraph" w:customStyle="1" w:styleId="42B74F39EF0F4821AEBFF2C6D151C5E48">
    <w:name w:val="42B74F39EF0F4821AEBFF2C6D151C5E48"/>
    <w:rsid w:val="002822DC"/>
    <w:rPr>
      <w:rFonts w:eastAsiaTheme="minorHAnsi"/>
    </w:rPr>
  </w:style>
  <w:style w:type="paragraph" w:customStyle="1" w:styleId="4F5301C0B5D2459A938E7C25A5096F988">
    <w:name w:val="4F5301C0B5D2459A938E7C25A5096F988"/>
    <w:rsid w:val="002822DC"/>
    <w:rPr>
      <w:rFonts w:eastAsiaTheme="minorHAnsi"/>
    </w:rPr>
  </w:style>
  <w:style w:type="paragraph" w:customStyle="1" w:styleId="7B9B1523F2324DD9B13F74732A0F74B58">
    <w:name w:val="7B9B1523F2324DD9B13F74732A0F74B58"/>
    <w:rsid w:val="002822DC"/>
    <w:rPr>
      <w:rFonts w:eastAsiaTheme="minorHAnsi"/>
    </w:rPr>
  </w:style>
  <w:style w:type="paragraph" w:customStyle="1" w:styleId="88C964658FB84109A9291869F0D2BB988">
    <w:name w:val="88C964658FB84109A9291869F0D2BB988"/>
    <w:rsid w:val="002822DC"/>
    <w:rPr>
      <w:rFonts w:eastAsiaTheme="minorHAnsi"/>
    </w:rPr>
  </w:style>
  <w:style w:type="paragraph" w:customStyle="1" w:styleId="51FE0ECFE16C4E04A5657374AF07B1F08">
    <w:name w:val="51FE0ECFE16C4E04A5657374AF07B1F08"/>
    <w:rsid w:val="002822DC"/>
    <w:rPr>
      <w:rFonts w:eastAsiaTheme="minorHAnsi"/>
    </w:rPr>
  </w:style>
  <w:style w:type="paragraph" w:customStyle="1" w:styleId="3A4E72E4B8BA4418A1AA5639E5C0F3738">
    <w:name w:val="3A4E72E4B8BA4418A1AA5639E5C0F3738"/>
    <w:rsid w:val="002822DC"/>
    <w:rPr>
      <w:rFonts w:eastAsiaTheme="minorHAnsi"/>
    </w:rPr>
  </w:style>
  <w:style w:type="paragraph" w:customStyle="1" w:styleId="27579F1F39084B5D99EE8C4B14C0B3D78">
    <w:name w:val="27579F1F39084B5D99EE8C4B14C0B3D78"/>
    <w:rsid w:val="002822DC"/>
    <w:rPr>
      <w:rFonts w:eastAsiaTheme="minorHAnsi"/>
    </w:rPr>
  </w:style>
  <w:style w:type="paragraph" w:customStyle="1" w:styleId="AF19D5AC3F034BFE957BB4F70E0B88088">
    <w:name w:val="AF19D5AC3F034BFE957BB4F70E0B88088"/>
    <w:rsid w:val="002822DC"/>
    <w:rPr>
      <w:rFonts w:eastAsiaTheme="minorHAnsi"/>
    </w:rPr>
  </w:style>
  <w:style w:type="paragraph" w:customStyle="1" w:styleId="799171A30625401DBF847C35481E33D78">
    <w:name w:val="799171A30625401DBF847C35481E33D78"/>
    <w:rsid w:val="002822DC"/>
    <w:rPr>
      <w:rFonts w:eastAsiaTheme="minorHAnsi"/>
    </w:rPr>
  </w:style>
  <w:style w:type="paragraph" w:customStyle="1" w:styleId="550FEDEBE5E042A08C7C78EA13D6FC788">
    <w:name w:val="550FEDEBE5E042A08C7C78EA13D6FC788"/>
    <w:rsid w:val="002822DC"/>
    <w:rPr>
      <w:rFonts w:eastAsiaTheme="minorHAnsi"/>
    </w:rPr>
  </w:style>
  <w:style w:type="paragraph" w:customStyle="1" w:styleId="5BA4AD01897B403DAE8F7116619FD5C68">
    <w:name w:val="5BA4AD01897B403DAE8F7116619FD5C68"/>
    <w:rsid w:val="002822DC"/>
    <w:rPr>
      <w:rFonts w:eastAsiaTheme="minorHAnsi"/>
    </w:rPr>
  </w:style>
  <w:style w:type="paragraph" w:customStyle="1" w:styleId="0BA2427B8B744C07A09D7BC95FF4B4A58">
    <w:name w:val="0BA2427B8B744C07A09D7BC95FF4B4A58"/>
    <w:rsid w:val="002822DC"/>
    <w:rPr>
      <w:rFonts w:eastAsiaTheme="minorHAnsi"/>
    </w:rPr>
  </w:style>
  <w:style w:type="paragraph" w:customStyle="1" w:styleId="151C60866B36444FB0ED409707297B2B">
    <w:name w:val="151C60866B36444FB0ED409707297B2B"/>
    <w:rsid w:val="002822DC"/>
    <w:rPr>
      <w:rFonts w:eastAsiaTheme="minorHAnsi"/>
    </w:rPr>
  </w:style>
  <w:style w:type="paragraph" w:customStyle="1" w:styleId="4A3498FA4B3E44C69CE4C071DE930E2C">
    <w:name w:val="4A3498FA4B3E44C69CE4C071DE930E2C"/>
    <w:rsid w:val="002822DC"/>
    <w:rPr>
      <w:rFonts w:eastAsiaTheme="minorHAnsi"/>
    </w:rPr>
  </w:style>
  <w:style w:type="paragraph" w:customStyle="1" w:styleId="DAF7155FBBAA487C91182DAC5F419B8A7">
    <w:name w:val="DAF7155FBBAA487C91182DAC5F419B8A7"/>
    <w:rsid w:val="002822DC"/>
    <w:rPr>
      <w:rFonts w:eastAsiaTheme="minorHAnsi"/>
    </w:rPr>
  </w:style>
  <w:style w:type="paragraph" w:customStyle="1" w:styleId="7246B47EC5E44C1E9BC4323F2178FB907">
    <w:name w:val="7246B47EC5E44C1E9BC4323F2178FB907"/>
    <w:rsid w:val="002822DC"/>
    <w:rPr>
      <w:rFonts w:eastAsiaTheme="minorHAnsi"/>
    </w:rPr>
  </w:style>
  <w:style w:type="paragraph" w:customStyle="1" w:styleId="38C1A00E03FB4605ACEC7AFE90EC801C4">
    <w:name w:val="38C1A00E03FB4605ACEC7AFE90EC801C4"/>
    <w:rsid w:val="002822DC"/>
    <w:rPr>
      <w:rFonts w:eastAsiaTheme="minorHAnsi"/>
    </w:rPr>
  </w:style>
  <w:style w:type="paragraph" w:customStyle="1" w:styleId="00FF382571C941A8A4CE8EB64606CFFD9">
    <w:name w:val="00FF382571C941A8A4CE8EB64606CFFD9"/>
    <w:rsid w:val="002822DC"/>
    <w:rPr>
      <w:rFonts w:eastAsiaTheme="minorHAnsi"/>
    </w:rPr>
  </w:style>
  <w:style w:type="paragraph" w:customStyle="1" w:styleId="68930BE041EB43CAA20D7E3C6AA12D8D9">
    <w:name w:val="68930BE041EB43CAA20D7E3C6AA12D8D9"/>
    <w:rsid w:val="002822DC"/>
    <w:rPr>
      <w:rFonts w:eastAsiaTheme="minorHAnsi"/>
    </w:rPr>
  </w:style>
  <w:style w:type="paragraph" w:customStyle="1" w:styleId="7928C3F15DE9454A90FF01F08DD6B9629">
    <w:name w:val="7928C3F15DE9454A90FF01F08DD6B9629"/>
    <w:rsid w:val="002822DC"/>
    <w:rPr>
      <w:rFonts w:eastAsiaTheme="minorHAnsi"/>
    </w:rPr>
  </w:style>
  <w:style w:type="paragraph" w:customStyle="1" w:styleId="BF56067496634A88AD65FBBD8E2C0A949">
    <w:name w:val="BF56067496634A88AD65FBBD8E2C0A949"/>
    <w:rsid w:val="002822DC"/>
    <w:rPr>
      <w:rFonts w:eastAsiaTheme="minorHAnsi"/>
    </w:rPr>
  </w:style>
  <w:style w:type="paragraph" w:customStyle="1" w:styleId="27E6A156B94D40798DF4444660C4C4D49">
    <w:name w:val="27E6A156B94D40798DF4444660C4C4D49"/>
    <w:rsid w:val="002822DC"/>
    <w:rPr>
      <w:rFonts w:eastAsiaTheme="minorHAnsi"/>
    </w:rPr>
  </w:style>
  <w:style w:type="paragraph" w:customStyle="1" w:styleId="6209F1153EF6435C937A731756A72D879">
    <w:name w:val="6209F1153EF6435C937A731756A72D879"/>
    <w:rsid w:val="002822DC"/>
    <w:rPr>
      <w:rFonts w:eastAsiaTheme="minorHAnsi"/>
    </w:rPr>
  </w:style>
  <w:style w:type="paragraph" w:customStyle="1" w:styleId="81BFFB245DFA4F209D5424CCDEE9AD999">
    <w:name w:val="81BFFB245DFA4F209D5424CCDEE9AD999"/>
    <w:rsid w:val="002822DC"/>
    <w:rPr>
      <w:rFonts w:eastAsiaTheme="minorHAnsi"/>
    </w:rPr>
  </w:style>
  <w:style w:type="paragraph" w:customStyle="1" w:styleId="101DA83F4FE14168B3EED533263B868C9">
    <w:name w:val="101DA83F4FE14168B3EED533263B868C9"/>
    <w:rsid w:val="002822DC"/>
    <w:rPr>
      <w:rFonts w:eastAsiaTheme="minorHAnsi"/>
    </w:rPr>
  </w:style>
  <w:style w:type="paragraph" w:customStyle="1" w:styleId="CD5ACCFE7E554044A4DCC26870251DE99">
    <w:name w:val="CD5ACCFE7E554044A4DCC26870251DE99"/>
    <w:rsid w:val="002822DC"/>
    <w:rPr>
      <w:rFonts w:eastAsiaTheme="minorHAnsi"/>
    </w:rPr>
  </w:style>
  <w:style w:type="paragraph" w:customStyle="1" w:styleId="E34433BA4C7F437F84EB26B70AE0ADF39">
    <w:name w:val="E34433BA4C7F437F84EB26B70AE0ADF39"/>
    <w:rsid w:val="002822DC"/>
    <w:rPr>
      <w:rFonts w:eastAsiaTheme="minorHAnsi"/>
    </w:rPr>
  </w:style>
  <w:style w:type="paragraph" w:customStyle="1" w:styleId="488634D1262D4F36ACE759505CF01C109">
    <w:name w:val="488634D1262D4F36ACE759505CF01C109"/>
    <w:rsid w:val="002822DC"/>
    <w:rPr>
      <w:rFonts w:eastAsiaTheme="minorHAnsi"/>
    </w:rPr>
  </w:style>
  <w:style w:type="paragraph" w:customStyle="1" w:styleId="A694C423712C47BC9337E28A90B6FAAE9">
    <w:name w:val="A694C423712C47BC9337E28A90B6FAAE9"/>
    <w:rsid w:val="002822DC"/>
    <w:rPr>
      <w:rFonts w:eastAsiaTheme="minorHAnsi"/>
    </w:rPr>
  </w:style>
  <w:style w:type="paragraph" w:customStyle="1" w:styleId="42B74F39EF0F4821AEBFF2C6D151C5E49">
    <w:name w:val="42B74F39EF0F4821AEBFF2C6D151C5E49"/>
    <w:rsid w:val="002822DC"/>
    <w:rPr>
      <w:rFonts w:eastAsiaTheme="minorHAnsi"/>
    </w:rPr>
  </w:style>
  <w:style w:type="paragraph" w:customStyle="1" w:styleId="4F5301C0B5D2459A938E7C25A5096F989">
    <w:name w:val="4F5301C0B5D2459A938E7C25A5096F989"/>
    <w:rsid w:val="002822DC"/>
    <w:rPr>
      <w:rFonts w:eastAsiaTheme="minorHAnsi"/>
    </w:rPr>
  </w:style>
  <w:style w:type="paragraph" w:customStyle="1" w:styleId="7B9B1523F2324DD9B13F74732A0F74B59">
    <w:name w:val="7B9B1523F2324DD9B13F74732A0F74B59"/>
    <w:rsid w:val="002822DC"/>
    <w:rPr>
      <w:rFonts w:eastAsiaTheme="minorHAnsi"/>
    </w:rPr>
  </w:style>
  <w:style w:type="paragraph" w:customStyle="1" w:styleId="88C964658FB84109A9291869F0D2BB989">
    <w:name w:val="88C964658FB84109A9291869F0D2BB989"/>
    <w:rsid w:val="002822DC"/>
    <w:rPr>
      <w:rFonts w:eastAsiaTheme="minorHAnsi"/>
    </w:rPr>
  </w:style>
  <w:style w:type="paragraph" w:customStyle="1" w:styleId="51FE0ECFE16C4E04A5657374AF07B1F09">
    <w:name w:val="51FE0ECFE16C4E04A5657374AF07B1F09"/>
    <w:rsid w:val="002822DC"/>
    <w:rPr>
      <w:rFonts w:eastAsiaTheme="minorHAnsi"/>
    </w:rPr>
  </w:style>
  <w:style w:type="paragraph" w:customStyle="1" w:styleId="3A4E72E4B8BA4418A1AA5639E5C0F3739">
    <w:name w:val="3A4E72E4B8BA4418A1AA5639E5C0F3739"/>
    <w:rsid w:val="002822DC"/>
    <w:rPr>
      <w:rFonts w:eastAsiaTheme="minorHAnsi"/>
    </w:rPr>
  </w:style>
  <w:style w:type="paragraph" w:customStyle="1" w:styleId="27579F1F39084B5D99EE8C4B14C0B3D79">
    <w:name w:val="27579F1F39084B5D99EE8C4B14C0B3D79"/>
    <w:rsid w:val="002822DC"/>
    <w:rPr>
      <w:rFonts w:eastAsiaTheme="minorHAnsi"/>
    </w:rPr>
  </w:style>
  <w:style w:type="paragraph" w:customStyle="1" w:styleId="AF19D5AC3F034BFE957BB4F70E0B88089">
    <w:name w:val="AF19D5AC3F034BFE957BB4F70E0B88089"/>
    <w:rsid w:val="002822DC"/>
    <w:rPr>
      <w:rFonts w:eastAsiaTheme="minorHAnsi"/>
    </w:rPr>
  </w:style>
  <w:style w:type="paragraph" w:customStyle="1" w:styleId="799171A30625401DBF847C35481E33D79">
    <w:name w:val="799171A30625401DBF847C35481E33D79"/>
    <w:rsid w:val="002822DC"/>
    <w:rPr>
      <w:rFonts w:eastAsiaTheme="minorHAnsi"/>
    </w:rPr>
  </w:style>
  <w:style w:type="paragraph" w:customStyle="1" w:styleId="550FEDEBE5E042A08C7C78EA13D6FC789">
    <w:name w:val="550FEDEBE5E042A08C7C78EA13D6FC789"/>
    <w:rsid w:val="002822DC"/>
    <w:rPr>
      <w:rFonts w:eastAsiaTheme="minorHAnsi"/>
    </w:rPr>
  </w:style>
  <w:style w:type="paragraph" w:customStyle="1" w:styleId="5BA4AD01897B403DAE8F7116619FD5C69">
    <w:name w:val="5BA4AD01897B403DAE8F7116619FD5C69"/>
    <w:rsid w:val="002822DC"/>
    <w:rPr>
      <w:rFonts w:eastAsiaTheme="minorHAnsi"/>
    </w:rPr>
  </w:style>
  <w:style w:type="paragraph" w:customStyle="1" w:styleId="0BA2427B8B744C07A09D7BC95FF4B4A59">
    <w:name w:val="0BA2427B8B744C07A09D7BC95FF4B4A59"/>
    <w:rsid w:val="002822DC"/>
    <w:rPr>
      <w:rFonts w:eastAsiaTheme="minorHAnsi"/>
    </w:rPr>
  </w:style>
  <w:style w:type="paragraph" w:customStyle="1" w:styleId="151C60866B36444FB0ED409707297B2B1">
    <w:name w:val="151C60866B36444FB0ED409707297B2B1"/>
    <w:rsid w:val="002822DC"/>
    <w:rPr>
      <w:rFonts w:eastAsiaTheme="minorHAnsi"/>
    </w:rPr>
  </w:style>
  <w:style w:type="paragraph" w:customStyle="1" w:styleId="4A3498FA4B3E44C69CE4C071DE930E2C1">
    <w:name w:val="4A3498FA4B3E44C69CE4C071DE930E2C1"/>
    <w:rsid w:val="002822DC"/>
    <w:rPr>
      <w:rFonts w:eastAsiaTheme="minorHAnsi"/>
    </w:rPr>
  </w:style>
  <w:style w:type="paragraph" w:customStyle="1" w:styleId="DAF7155FBBAA487C91182DAC5F419B8A8">
    <w:name w:val="DAF7155FBBAA487C91182DAC5F419B8A8"/>
    <w:rsid w:val="002822DC"/>
    <w:rPr>
      <w:rFonts w:eastAsiaTheme="minorHAnsi"/>
    </w:rPr>
  </w:style>
  <w:style w:type="paragraph" w:customStyle="1" w:styleId="7246B47EC5E44C1E9BC4323F2178FB908">
    <w:name w:val="7246B47EC5E44C1E9BC4323F2178FB908"/>
    <w:rsid w:val="002822DC"/>
    <w:rPr>
      <w:rFonts w:eastAsiaTheme="minorHAnsi"/>
    </w:rPr>
  </w:style>
  <w:style w:type="paragraph" w:customStyle="1" w:styleId="38C1A00E03FB4605ACEC7AFE90EC801C5">
    <w:name w:val="38C1A00E03FB4605ACEC7AFE90EC801C5"/>
    <w:rsid w:val="002822DC"/>
    <w:rPr>
      <w:rFonts w:eastAsiaTheme="minorHAnsi"/>
    </w:rPr>
  </w:style>
  <w:style w:type="paragraph" w:customStyle="1" w:styleId="00FF382571C941A8A4CE8EB64606CFFD10">
    <w:name w:val="00FF382571C941A8A4CE8EB64606CFFD10"/>
    <w:rsid w:val="002822DC"/>
    <w:rPr>
      <w:rFonts w:eastAsiaTheme="minorHAnsi"/>
    </w:rPr>
  </w:style>
  <w:style w:type="paragraph" w:customStyle="1" w:styleId="68930BE041EB43CAA20D7E3C6AA12D8D10">
    <w:name w:val="68930BE041EB43CAA20D7E3C6AA12D8D10"/>
    <w:rsid w:val="002822DC"/>
    <w:rPr>
      <w:rFonts w:eastAsiaTheme="minorHAnsi"/>
    </w:rPr>
  </w:style>
  <w:style w:type="paragraph" w:customStyle="1" w:styleId="7928C3F15DE9454A90FF01F08DD6B96210">
    <w:name w:val="7928C3F15DE9454A90FF01F08DD6B96210"/>
    <w:rsid w:val="002822DC"/>
    <w:rPr>
      <w:rFonts w:eastAsiaTheme="minorHAnsi"/>
    </w:rPr>
  </w:style>
  <w:style w:type="paragraph" w:customStyle="1" w:styleId="BF56067496634A88AD65FBBD8E2C0A9410">
    <w:name w:val="BF56067496634A88AD65FBBD8E2C0A9410"/>
    <w:rsid w:val="002822DC"/>
    <w:rPr>
      <w:rFonts w:eastAsiaTheme="minorHAnsi"/>
    </w:rPr>
  </w:style>
  <w:style w:type="paragraph" w:customStyle="1" w:styleId="27E6A156B94D40798DF4444660C4C4D410">
    <w:name w:val="27E6A156B94D40798DF4444660C4C4D410"/>
    <w:rsid w:val="002822DC"/>
    <w:rPr>
      <w:rFonts w:eastAsiaTheme="minorHAnsi"/>
    </w:rPr>
  </w:style>
  <w:style w:type="paragraph" w:customStyle="1" w:styleId="6209F1153EF6435C937A731756A72D8710">
    <w:name w:val="6209F1153EF6435C937A731756A72D8710"/>
    <w:rsid w:val="002822DC"/>
    <w:rPr>
      <w:rFonts w:eastAsiaTheme="minorHAnsi"/>
    </w:rPr>
  </w:style>
  <w:style w:type="paragraph" w:customStyle="1" w:styleId="81BFFB245DFA4F209D5424CCDEE9AD9910">
    <w:name w:val="81BFFB245DFA4F209D5424CCDEE9AD9910"/>
    <w:rsid w:val="002822DC"/>
    <w:rPr>
      <w:rFonts w:eastAsiaTheme="minorHAnsi"/>
    </w:rPr>
  </w:style>
  <w:style w:type="paragraph" w:customStyle="1" w:styleId="101DA83F4FE14168B3EED533263B868C10">
    <w:name w:val="101DA83F4FE14168B3EED533263B868C10"/>
    <w:rsid w:val="002822DC"/>
    <w:rPr>
      <w:rFonts w:eastAsiaTheme="minorHAnsi"/>
    </w:rPr>
  </w:style>
  <w:style w:type="paragraph" w:customStyle="1" w:styleId="CD5ACCFE7E554044A4DCC26870251DE910">
    <w:name w:val="CD5ACCFE7E554044A4DCC26870251DE910"/>
    <w:rsid w:val="002822DC"/>
    <w:rPr>
      <w:rFonts w:eastAsiaTheme="minorHAnsi"/>
    </w:rPr>
  </w:style>
  <w:style w:type="paragraph" w:customStyle="1" w:styleId="E34433BA4C7F437F84EB26B70AE0ADF310">
    <w:name w:val="E34433BA4C7F437F84EB26B70AE0ADF310"/>
    <w:rsid w:val="002822DC"/>
    <w:rPr>
      <w:rFonts w:eastAsiaTheme="minorHAnsi"/>
    </w:rPr>
  </w:style>
  <w:style w:type="paragraph" w:customStyle="1" w:styleId="488634D1262D4F36ACE759505CF01C1010">
    <w:name w:val="488634D1262D4F36ACE759505CF01C1010"/>
    <w:rsid w:val="002822DC"/>
    <w:rPr>
      <w:rFonts w:eastAsiaTheme="minorHAnsi"/>
    </w:rPr>
  </w:style>
  <w:style w:type="paragraph" w:customStyle="1" w:styleId="A694C423712C47BC9337E28A90B6FAAE10">
    <w:name w:val="A694C423712C47BC9337E28A90B6FAAE10"/>
    <w:rsid w:val="002822DC"/>
    <w:rPr>
      <w:rFonts w:eastAsiaTheme="minorHAnsi"/>
    </w:rPr>
  </w:style>
  <w:style w:type="paragraph" w:customStyle="1" w:styleId="42B74F39EF0F4821AEBFF2C6D151C5E410">
    <w:name w:val="42B74F39EF0F4821AEBFF2C6D151C5E410"/>
    <w:rsid w:val="002822DC"/>
    <w:rPr>
      <w:rFonts w:eastAsiaTheme="minorHAnsi"/>
    </w:rPr>
  </w:style>
  <w:style w:type="paragraph" w:customStyle="1" w:styleId="4F5301C0B5D2459A938E7C25A5096F9810">
    <w:name w:val="4F5301C0B5D2459A938E7C25A5096F9810"/>
    <w:rsid w:val="002822DC"/>
    <w:rPr>
      <w:rFonts w:eastAsiaTheme="minorHAnsi"/>
    </w:rPr>
  </w:style>
  <w:style w:type="paragraph" w:customStyle="1" w:styleId="7B9B1523F2324DD9B13F74732A0F74B510">
    <w:name w:val="7B9B1523F2324DD9B13F74732A0F74B510"/>
    <w:rsid w:val="002822DC"/>
    <w:rPr>
      <w:rFonts w:eastAsiaTheme="minorHAnsi"/>
    </w:rPr>
  </w:style>
  <w:style w:type="paragraph" w:customStyle="1" w:styleId="88C964658FB84109A9291869F0D2BB9810">
    <w:name w:val="88C964658FB84109A9291869F0D2BB9810"/>
    <w:rsid w:val="002822DC"/>
    <w:rPr>
      <w:rFonts w:eastAsiaTheme="minorHAnsi"/>
    </w:rPr>
  </w:style>
  <w:style w:type="paragraph" w:customStyle="1" w:styleId="51FE0ECFE16C4E04A5657374AF07B1F010">
    <w:name w:val="51FE0ECFE16C4E04A5657374AF07B1F010"/>
    <w:rsid w:val="002822DC"/>
    <w:rPr>
      <w:rFonts w:eastAsiaTheme="minorHAnsi"/>
    </w:rPr>
  </w:style>
  <w:style w:type="paragraph" w:customStyle="1" w:styleId="3A4E72E4B8BA4418A1AA5639E5C0F37310">
    <w:name w:val="3A4E72E4B8BA4418A1AA5639E5C0F37310"/>
    <w:rsid w:val="002822DC"/>
    <w:rPr>
      <w:rFonts w:eastAsiaTheme="minorHAnsi"/>
    </w:rPr>
  </w:style>
  <w:style w:type="paragraph" w:customStyle="1" w:styleId="27579F1F39084B5D99EE8C4B14C0B3D710">
    <w:name w:val="27579F1F39084B5D99EE8C4B14C0B3D710"/>
    <w:rsid w:val="002822DC"/>
    <w:rPr>
      <w:rFonts w:eastAsiaTheme="minorHAnsi"/>
    </w:rPr>
  </w:style>
  <w:style w:type="paragraph" w:customStyle="1" w:styleId="AF19D5AC3F034BFE957BB4F70E0B880810">
    <w:name w:val="AF19D5AC3F034BFE957BB4F70E0B880810"/>
    <w:rsid w:val="002822DC"/>
    <w:rPr>
      <w:rFonts w:eastAsiaTheme="minorHAnsi"/>
    </w:rPr>
  </w:style>
  <w:style w:type="paragraph" w:customStyle="1" w:styleId="799171A30625401DBF847C35481E33D710">
    <w:name w:val="799171A30625401DBF847C35481E33D710"/>
    <w:rsid w:val="002822DC"/>
    <w:rPr>
      <w:rFonts w:eastAsiaTheme="minorHAnsi"/>
    </w:rPr>
  </w:style>
  <w:style w:type="paragraph" w:customStyle="1" w:styleId="550FEDEBE5E042A08C7C78EA13D6FC7810">
    <w:name w:val="550FEDEBE5E042A08C7C78EA13D6FC7810"/>
    <w:rsid w:val="002822DC"/>
    <w:rPr>
      <w:rFonts w:eastAsiaTheme="minorHAnsi"/>
    </w:rPr>
  </w:style>
  <w:style w:type="paragraph" w:customStyle="1" w:styleId="5BA4AD01897B403DAE8F7116619FD5C610">
    <w:name w:val="5BA4AD01897B403DAE8F7116619FD5C610"/>
    <w:rsid w:val="002822DC"/>
    <w:rPr>
      <w:rFonts w:eastAsiaTheme="minorHAnsi"/>
    </w:rPr>
  </w:style>
  <w:style w:type="paragraph" w:customStyle="1" w:styleId="0BA2427B8B744C07A09D7BC95FF4B4A510">
    <w:name w:val="0BA2427B8B744C07A09D7BC95FF4B4A510"/>
    <w:rsid w:val="002822DC"/>
    <w:rPr>
      <w:rFonts w:eastAsiaTheme="minorHAnsi"/>
    </w:rPr>
  </w:style>
  <w:style w:type="paragraph" w:customStyle="1" w:styleId="151C60866B36444FB0ED409707297B2B2">
    <w:name w:val="151C60866B36444FB0ED409707297B2B2"/>
    <w:rsid w:val="002822DC"/>
    <w:rPr>
      <w:rFonts w:eastAsiaTheme="minorHAnsi"/>
    </w:rPr>
  </w:style>
  <w:style w:type="paragraph" w:customStyle="1" w:styleId="4A3498FA4B3E44C69CE4C071DE930E2C2">
    <w:name w:val="4A3498FA4B3E44C69CE4C071DE930E2C2"/>
    <w:rsid w:val="002822DC"/>
    <w:rPr>
      <w:rFonts w:eastAsiaTheme="minorHAnsi"/>
    </w:rPr>
  </w:style>
  <w:style w:type="paragraph" w:customStyle="1" w:styleId="3A18986BB89D4449A72ED6A04B71E74B1">
    <w:name w:val="3A18986BB89D4449A72ED6A04B71E74B1"/>
    <w:rsid w:val="002822DC"/>
    <w:rPr>
      <w:rFonts w:eastAsiaTheme="minorHAnsi"/>
    </w:rPr>
  </w:style>
  <w:style w:type="paragraph" w:customStyle="1" w:styleId="DAF7155FBBAA487C91182DAC5F419B8A9">
    <w:name w:val="DAF7155FBBAA487C91182DAC5F419B8A9"/>
    <w:rsid w:val="002822DC"/>
    <w:rPr>
      <w:rFonts w:eastAsiaTheme="minorHAnsi"/>
    </w:rPr>
  </w:style>
  <w:style w:type="paragraph" w:customStyle="1" w:styleId="7246B47EC5E44C1E9BC4323F2178FB909">
    <w:name w:val="7246B47EC5E44C1E9BC4323F2178FB909"/>
    <w:rsid w:val="002822DC"/>
    <w:rPr>
      <w:rFonts w:eastAsiaTheme="minorHAnsi"/>
    </w:rPr>
  </w:style>
  <w:style w:type="paragraph" w:customStyle="1" w:styleId="72E7AC212D1F4F29B0EB546DFDFC53C2">
    <w:name w:val="72E7AC212D1F4F29B0EB546DFDFC53C2"/>
    <w:rsid w:val="002822DC"/>
  </w:style>
  <w:style w:type="paragraph" w:customStyle="1" w:styleId="38C1A00E03FB4605ACEC7AFE90EC801C6">
    <w:name w:val="38C1A00E03FB4605ACEC7AFE90EC801C6"/>
    <w:rsid w:val="00017C66"/>
    <w:rPr>
      <w:rFonts w:eastAsiaTheme="minorHAnsi"/>
    </w:rPr>
  </w:style>
  <w:style w:type="paragraph" w:customStyle="1" w:styleId="38C1A00E03FB4605ACEC7AFE90EC801C7">
    <w:name w:val="38C1A00E03FB4605ACEC7AFE90EC801C7"/>
    <w:rsid w:val="00017C66"/>
    <w:rPr>
      <w:rFonts w:eastAsiaTheme="minorHAnsi"/>
    </w:rPr>
  </w:style>
  <w:style w:type="paragraph" w:customStyle="1" w:styleId="00FF382571C941A8A4CE8EB64606CFFD11">
    <w:name w:val="00FF382571C941A8A4CE8EB64606CFFD11"/>
    <w:rsid w:val="00017C66"/>
    <w:rPr>
      <w:rFonts w:eastAsiaTheme="minorHAnsi"/>
    </w:rPr>
  </w:style>
  <w:style w:type="paragraph" w:customStyle="1" w:styleId="68930BE041EB43CAA20D7E3C6AA12D8D11">
    <w:name w:val="68930BE041EB43CAA20D7E3C6AA12D8D11"/>
    <w:rsid w:val="00017C66"/>
    <w:rPr>
      <w:rFonts w:eastAsiaTheme="minorHAnsi"/>
    </w:rPr>
  </w:style>
  <w:style w:type="paragraph" w:customStyle="1" w:styleId="38C1A00E03FB4605ACEC7AFE90EC801C8">
    <w:name w:val="38C1A00E03FB4605ACEC7AFE90EC801C8"/>
    <w:rsid w:val="00017C66"/>
    <w:rPr>
      <w:rFonts w:eastAsiaTheme="minorHAnsi"/>
    </w:rPr>
  </w:style>
  <w:style w:type="paragraph" w:customStyle="1" w:styleId="00FF382571C941A8A4CE8EB64606CFFD12">
    <w:name w:val="00FF382571C941A8A4CE8EB64606CFFD12"/>
    <w:rsid w:val="00017C66"/>
    <w:rPr>
      <w:rFonts w:eastAsiaTheme="minorHAnsi"/>
    </w:rPr>
  </w:style>
  <w:style w:type="paragraph" w:customStyle="1" w:styleId="68930BE041EB43CAA20D7E3C6AA12D8D12">
    <w:name w:val="68930BE041EB43CAA20D7E3C6AA12D8D12"/>
    <w:rsid w:val="00017C66"/>
    <w:rPr>
      <w:rFonts w:eastAsiaTheme="minorHAnsi"/>
    </w:rPr>
  </w:style>
  <w:style w:type="paragraph" w:customStyle="1" w:styleId="151C60866B36444FB0ED409707297B2B3">
    <w:name w:val="151C60866B36444FB0ED409707297B2B3"/>
    <w:rsid w:val="00017C66"/>
    <w:rPr>
      <w:rFonts w:eastAsiaTheme="minorHAnsi"/>
    </w:rPr>
  </w:style>
  <w:style w:type="paragraph" w:customStyle="1" w:styleId="38C1A00E03FB4605ACEC7AFE90EC801C9">
    <w:name w:val="38C1A00E03FB4605ACEC7AFE90EC801C9"/>
    <w:rsid w:val="00017C66"/>
    <w:rPr>
      <w:rFonts w:eastAsiaTheme="minorHAnsi"/>
    </w:rPr>
  </w:style>
  <w:style w:type="paragraph" w:customStyle="1" w:styleId="00FF382571C941A8A4CE8EB64606CFFD13">
    <w:name w:val="00FF382571C941A8A4CE8EB64606CFFD13"/>
    <w:rsid w:val="00017C66"/>
    <w:rPr>
      <w:rFonts w:eastAsiaTheme="minorHAnsi"/>
    </w:rPr>
  </w:style>
  <w:style w:type="paragraph" w:customStyle="1" w:styleId="68930BE041EB43CAA20D7E3C6AA12D8D13">
    <w:name w:val="68930BE041EB43CAA20D7E3C6AA12D8D13"/>
    <w:rsid w:val="00017C66"/>
    <w:rPr>
      <w:rFonts w:eastAsiaTheme="minorHAnsi"/>
    </w:rPr>
  </w:style>
  <w:style w:type="paragraph" w:customStyle="1" w:styleId="151C60866B36444FB0ED409707297B2B4">
    <w:name w:val="151C60866B36444FB0ED409707297B2B4"/>
    <w:rsid w:val="00017C66"/>
    <w:rPr>
      <w:rFonts w:eastAsiaTheme="minorHAnsi"/>
    </w:rPr>
  </w:style>
  <w:style w:type="paragraph" w:customStyle="1" w:styleId="59DC4ACC9F7C42A2B4D198CB6CA40B63">
    <w:name w:val="59DC4ACC9F7C42A2B4D198CB6CA40B63"/>
    <w:rsid w:val="001F6107"/>
  </w:style>
  <w:style w:type="paragraph" w:customStyle="1" w:styleId="BFE155BFE68F40CDAC1000DD31A907AF">
    <w:name w:val="BFE155BFE68F40CDAC1000DD31A907AF"/>
    <w:rsid w:val="00C80A2F"/>
  </w:style>
  <w:style w:type="paragraph" w:customStyle="1" w:styleId="806F22A6D8D14FADA6A68C580AF9A621">
    <w:name w:val="806F22A6D8D14FADA6A68C580AF9A621"/>
    <w:rsid w:val="00C80A2F"/>
  </w:style>
  <w:style w:type="paragraph" w:customStyle="1" w:styleId="C4A6499A4CD445BF824722744E73EB4C">
    <w:name w:val="C4A6499A4CD445BF824722744E73EB4C"/>
    <w:rsid w:val="000343CC"/>
    <w:pPr>
      <w:spacing w:after="160" w:line="259" w:lineRule="auto"/>
    </w:pPr>
    <w:rPr>
      <w:lang w:val="hr-HR" w:eastAsia="hr-HR"/>
    </w:rPr>
  </w:style>
  <w:style w:type="paragraph" w:customStyle="1" w:styleId="897880C9E63A434092654893D8060FA6">
    <w:name w:val="897880C9E63A434092654893D8060FA6"/>
    <w:rsid w:val="000343CC"/>
    <w:pPr>
      <w:spacing w:after="160" w:line="259" w:lineRule="auto"/>
    </w:pPr>
    <w:rPr>
      <w:lang w:val="hr-HR" w:eastAsia="hr-HR"/>
    </w:rPr>
  </w:style>
  <w:style w:type="paragraph" w:customStyle="1" w:styleId="D667C6A0AA314A4EBF424516E4A09557">
    <w:name w:val="D667C6A0AA314A4EBF424516E4A09557"/>
    <w:rsid w:val="000343CC"/>
    <w:pPr>
      <w:spacing w:after="160" w:line="259" w:lineRule="auto"/>
    </w:pPr>
    <w:rPr>
      <w:lang w:val="hr-HR" w:eastAsia="hr-HR"/>
    </w:rPr>
  </w:style>
  <w:style w:type="paragraph" w:customStyle="1" w:styleId="5DAE34465BDA4CA2A69E65FBDD3E47AF">
    <w:name w:val="5DAE34465BDA4CA2A69E65FBDD3E47AF"/>
    <w:rsid w:val="000343CC"/>
    <w:pPr>
      <w:spacing w:after="160" w:line="259" w:lineRule="auto"/>
    </w:pPr>
    <w:rPr>
      <w:lang w:val="hr-HR" w:eastAsia="hr-HR"/>
    </w:rPr>
  </w:style>
  <w:style w:type="paragraph" w:customStyle="1" w:styleId="A88023F63BA64835A7B5F11661739672">
    <w:name w:val="A88023F63BA64835A7B5F11661739672"/>
    <w:rsid w:val="000343CC"/>
    <w:pPr>
      <w:spacing w:after="160" w:line="259" w:lineRule="auto"/>
    </w:pPr>
    <w:rPr>
      <w:lang w:val="hr-HR" w:eastAsia="hr-HR"/>
    </w:rPr>
  </w:style>
  <w:style w:type="paragraph" w:customStyle="1" w:styleId="BFE7401C5DF04FBE874270DA2A69F766">
    <w:name w:val="BFE7401C5DF04FBE874270DA2A69F766"/>
    <w:rsid w:val="000343CC"/>
    <w:pPr>
      <w:spacing w:after="160" w:line="259" w:lineRule="auto"/>
    </w:pPr>
    <w:rPr>
      <w:lang w:val="hr-HR" w:eastAsia="hr-HR"/>
    </w:rPr>
  </w:style>
  <w:style w:type="paragraph" w:customStyle="1" w:styleId="35A3C1497BFC4DB1A723A7B43F5840C1">
    <w:name w:val="35A3C1497BFC4DB1A723A7B43F5840C1"/>
    <w:rsid w:val="000343CC"/>
    <w:pPr>
      <w:spacing w:after="160" w:line="259" w:lineRule="auto"/>
    </w:pPr>
    <w:rPr>
      <w:lang w:val="hr-HR" w:eastAsia="hr-HR"/>
    </w:rPr>
  </w:style>
  <w:style w:type="paragraph" w:customStyle="1" w:styleId="28ADDE8882CC4C22A6C6D9B56C28DE28">
    <w:name w:val="28ADDE8882CC4C22A6C6D9B56C28DE28"/>
    <w:rsid w:val="000343CC"/>
    <w:pPr>
      <w:spacing w:after="160" w:line="259" w:lineRule="auto"/>
    </w:pPr>
    <w:rPr>
      <w:lang w:val="hr-HR" w:eastAsia="hr-HR"/>
    </w:rPr>
  </w:style>
  <w:style w:type="paragraph" w:customStyle="1" w:styleId="D9C6020C0FDE4B738772E6646A7C7E65">
    <w:name w:val="D9C6020C0FDE4B738772E6646A7C7E65"/>
    <w:rsid w:val="000343CC"/>
    <w:pPr>
      <w:spacing w:after="160" w:line="259" w:lineRule="auto"/>
    </w:pPr>
    <w:rPr>
      <w:lang w:val="hr-HR" w:eastAsia="hr-HR"/>
    </w:rPr>
  </w:style>
  <w:style w:type="paragraph" w:customStyle="1" w:styleId="3732C3097D6140E8A57078DEFFA1DB2F">
    <w:name w:val="3732C3097D6140E8A57078DEFFA1DB2F"/>
    <w:rsid w:val="000343CC"/>
    <w:pPr>
      <w:spacing w:after="160" w:line="259" w:lineRule="auto"/>
    </w:pPr>
    <w:rPr>
      <w:lang w:val="hr-HR" w:eastAsia="hr-HR"/>
    </w:rPr>
  </w:style>
  <w:style w:type="paragraph" w:customStyle="1" w:styleId="C158499F59DD42F89299B3B0AA7A3C48">
    <w:name w:val="C158499F59DD42F89299B3B0AA7A3C48"/>
    <w:rsid w:val="000343CC"/>
    <w:pPr>
      <w:spacing w:after="160" w:line="259" w:lineRule="auto"/>
    </w:pPr>
    <w:rPr>
      <w:lang w:val="hr-HR" w:eastAsia="hr-HR"/>
    </w:rPr>
  </w:style>
  <w:style w:type="paragraph" w:customStyle="1" w:styleId="1F42EB5132A5499B9841A440FD9EFB7C">
    <w:name w:val="1F42EB5132A5499B9841A440FD9EFB7C"/>
    <w:rsid w:val="000343CC"/>
    <w:pPr>
      <w:spacing w:after="160" w:line="259" w:lineRule="auto"/>
    </w:pPr>
    <w:rPr>
      <w:lang w:val="hr-HR" w:eastAsia="hr-HR"/>
    </w:rPr>
  </w:style>
  <w:style w:type="paragraph" w:customStyle="1" w:styleId="AFBCC4BDD8DC4D06A538BE0348815DA6">
    <w:name w:val="AFBCC4BDD8DC4D06A538BE0348815DA6"/>
    <w:rsid w:val="000343CC"/>
    <w:pPr>
      <w:spacing w:after="160" w:line="259" w:lineRule="auto"/>
    </w:pPr>
    <w:rPr>
      <w:lang w:val="hr-HR" w:eastAsia="hr-HR"/>
    </w:rPr>
  </w:style>
  <w:style w:type="paragraph" w:customStyle="1" w:styleId="341CA06F91AE41C2895D92B3DBC40643">
    <w:name w:val="341CA06F91AE41C2895D92B3DBC40643"/>
    <w:rsid w:val="000343CC"/>
    <w:pPr>
      <w:spacing w:after="160" w:line="259" w:lineRule="auto"/>
    </w:pPr>
    <w:rPr>
      <w:lang w:val="hr-HR" w:eastAsia="hr-HR"/>
    </w:rPr>
  </w:style>
  <w:style w:type="paragraph" w:customStyle="1" w:styleId="EB915651EC4449DBBBE3227FD1BBD2AC">
    <w:name w:val="EB915651EC4449DBBBE3227FD1BBD2AC"/>
    <w:rsid w:val="00E42BDA"/>
    <w:pPr>
      <w:spacing w:after="160" w:line="259" w:lineRule="auto"/>
    </w:pPr>
    <w:rPr>
      <w:lang w:val="hr-HR" w:eastAsia="hr-HR"/>
    </w:rPr>
  </w:style>
  <w:style w:type="paragraph" w:customStyle="1" w:styleId="072682B617954741A4585287134BE292">
    <w:name w:val="072682B617954741A4585287134BE292"/>
    <w:rsid w:val="00E42BDA"/>
    <w:pPr>
      <w:spacing w:after="160" w:line="259" w:lineRule="auto"/>
    </w:pPr>
    <w:rPr>
      <w:lang w:val="hr-HR" w:eastAsia="hr-HR"/>
    </w:rPr>
  </w:style>
  <w:style w:type="paragraph" w:customStyle="1" w:styleId="10E4D2D5064D468F86415F5B8B32E991">
    <w:name w:val="10E4D2D5064D468F86415F5B8B32E991"/>
    <w:rsid w:val="00E42BDA"/>
    <w:pPr>
      <w:spacing w:after="160" w:line="259" w:lineRule="auto"/>
    </w:pPr>
    <w:rPr>
      <w:lang w:val="hr-HR" w:eastAsia="hr-HR"/>
    </w:rPr>
  </w:style>
  <w:style w:type="paragraph" w:customStyle="1" w:styleId="A9B7AE7FBBF84F5D99FFB1E7C3E33D79">
    <w:name w:val="A9B7AE7FBBF84F5D99FFB1E7C3E33D79"/>
    <w:rsid w:val="00E42BDA"/>
    <w:pPr>
      <w:spacing w:after="160" w:line="259" w:lineRule="auto"/>
    </w:pPr>
    <w:rPr>
      <w:lang w:val="hr-HR" w:eastAsia="hr-HR"/>
    </w:rPr>
  </w:style>
  <w:style w:type="paragraph" w:customStyle="1" w:styleId="6A5996ACBFF4486A92F1FE77362D230A">
    <w:name w:val="6A5996ACBFF4486A92F1FE77362D230A"/>
    <w:rsid w:val="00E42BDA"/>
    <w:pPr>
      <w:spacing w:after="160" w:line="259" w:lineRule="auto"/>
    </w:pPr>
    <w:rPr>
      <w:lang w:val="hr-HR" w:eastAsia="hr-HR"/>
    </w:rPr>
  </w:style>
  <w:style w:type="paragraph" w:customStyle="1" w:styleId="FFCDD9154FC142E6A9FB55F2FF0671C7">
    <w:name w:val="FFCDD9154FC142E6A9FB55F2FF0671C7"/>
    <w:rsid w:val="00E42BDA"/>
    <w:pPr>
      <w:spacing w:after="160" w:line="259" w:lineRule="auto"/>
    </w:pPr>
    <w:rPr>
      <w:lang w:val="hr-HR" w:eastAsia="hr-HR"/>
    </w:rPr>
  </w:style>
  <w:style w:type="paragraph" w:customStyle="1" w:styleId="D768F01DF35C42CF85FB2AE12BBEFCF5">
    <w:name w:val="D768F01DF35C42CF85FB2AE12BBEFCF5"/>
    <w:rsid w:val="00E42BDA"/>
    <w:pPr>
      <w:spacing w:after="160" w:line="259" w:lineRule="auto"/>
    </w:pPr>
    <w:rPr>
      <w:lang w:val="hr-HR" w:eastAsia="hr-HR"/>
    </w:rPr>
  </w:style>
  <w:style w:type="paragraph" w:customStyle="1" w:styleId="DC4526357732454DB57B090592DB5033">
    <w:name w:val="DC4526357732454DB57B090592DB5033"/>
    <w:rsid w:val="00E42BDA"/>
    <w:pPr>
      <w:spacing w:after="160" w:line="259" w:lineRule="auto"/>
    </w:pPr>
    <w:rPr>
      <w:lang w:val="hr-HR" w:eastAsia="hr-HR"/>
    </w:rPr>
  </w:style>
  <w:style w:type="paragraph" w:customStyle="1" w:styleId="3D5706981E53466A8FBDF262129FB5FE">
    <w:name w:val="3D5706981E53466A8FBDF262129FB5FE"/>
    <w:rsid w:val="00E42BDA"/>
    <w:pPr>
      <w:spacing w:after="160" w:line="259" w:lineRule="auto"/>
    </w:pPr>
    <w:rPr>
      <w:lang w:val="hr-HR" w:eastAsia="hr-HR"/>
    </w:rPr>
  </w:style>
  <w:style w:type="paragraph" w:customStyle="1" w:styleId="5D753864BD1743AEB70803E7ADE6DABB">
    <w:name w:val="5D753864BD1743AEB70803E7ADE6DABB"/>
    <w:rsid w:val="00E42BDA"/>
    <w:pPr>
      <w:spacing w:after="160" w:line="259" w:lineRule="auto"/>
    </w:pPr>
    <w:rPr>
      <w:lang w:val="hr-HR" w:eastAsia="hr-HR"/>
    </w:rPr>
  </w:style>
  <w:style w:type="paragraph" w:customStyle="1" w:styleId="AF5398882FED4AE6A41BE1264D9B1069">
    <w:name w:val="AF5398882FED4AE6A41BE1264D9B1069"/>
    <w:rsid w:val="00E42BDA"/>
    <w:pPr>
      <w:spacing w:after="160" w:line="259" w:lineRule="auto"/>
    </w:pPr>
    <w:rPr>
      <w:lang w:val="hr-HR" w:eastAsia="hr-HR"/>
    </w:rPr>
  </w:style>
  <w:style w:type="paragraph" w:customStyle="1" w:styleId="6775D8DE306E4C9D86E38F5054882C69">
    <w:name w:val="6775D8DE306E4C9D86E38F5054882C69"/>
    <w:rsid w:val="00E42BDA"/>
    <w:pPr>
      <w:spacing w:after="160" w:line="259" w:lineRule="auto"/>
    </w:pPr>
    <w:rPr>
      <w:lang w:val="hr-HR" w:eastAsia="hr-HR"/>
    </w:rPr>
  </w:style>
  <w:style w:type="paragraph" w:customStyle="1" w:styleId="E81268E876D14049BD3FC6A97CE0C5E7">
    <w:name w:val="E81268E876D14049BD3FC6A97CE0C5E7"/>
    <w:rsid w:val="00E42BDA"/>
    <w:pPr>
      <w:spacing w:after="160" w:line="259" w:lineRule="auto"/>
    </w:pPr>
    <w:rPr>
      <w:lang w:val="hr-HR" w:eastAsia="hr-HR"/>
    </w:rPr>
  </w:style>
  <w:style w:type="paragraph" w:customStyle="1" w:styleId="9626FE57FCD1467D925D107B32D716AE">
    <w:name w:val="9626FE57FCD1467D925D107B32D716AE"/>
    <w:rsid w:val="00E42BDA"/>
    <w:pPr>
      <w:spacing w:after="160" w:line="259" w:lineRule="auto"/>
    </w:pPr>
    <w:rPr>
      <w:lang w:val="hr-HR" w:eastAsia="hr-HR"/>
    </w:rPr>
  </w:style>
  <w:style w:type="paragraph" w:customStyle="1" w:styleId="F1F68FB016E84A7FB5D94E487B0D8062">
    <w:name w:val="F1F68FB016E84A7FB5D94E487B0D8062"/>
    <w:rsid w:val="00E42BDA"/>
    <w:pPr>
      <w:spacing w:after="160" w:line="259" w:lineRule="auto"/>
    </w:pPr>
    <w:rPr>
      <w:lang w:val="hr-HR" w:eastAsia="hr-HR"/>
    </w:rPr>
  </w:style>
  <w:style w:type="paragraph" w:customStyle="1" w:styleId="184242EB389640E4875EF9E725472CDF">
    <w:name w:val="184242EB389640E4875EF9E725472CDF"/>
    <w:rsid w:val="00E42BDA"/>
    <w:pPr>
      <w:spacing w:after="160" w:line="259" w:lineRule="auto"/>
    </w:pPr>
    <w:rPr>
      <w:lang w:val="hr-HR" w:eastAsia="hr-HR"/>
    </w:rPr>
  </w:style>
  <w:style w:type="paragraph" w:customStyle="1" w:styleId="B60518D85D6046359B4D8706FEEF7475">
    <w:name w:val="B60518D85D6046359B4D8706FEEF7475"/>
    <w:rsid w:val="00E42BDA"/>
    <w:pPr>
      <w:spacing w:after="160" w:line="259" w:lineRule="auto"/>
    </w:pPr>
    <w:rPr>
      <w:lang w:val="hr-HR" w:eastAsia="hr-HR"/>
    </w:rPr>
  </w:style>
  <w:style w:type="paragraph" w:customStyle="1" w:styleId="1236E8B1DA8941E090918537791633CF">
    <w:name w:val="1236E8B1DA8941E090918537791633CF"/>
    <w:rsid w:val="00E42BDA"/>
    <w:pPr>
      <w:spacing w:after="160" w:line="259" w:lineRule="auto"/>
    </w:pPr>
    <w:rPr>
      <w:lang w:val="hr-HR" w:eastAsia="hr-HR"/>
    </w:rPr>
  </w:style>
  <w:style w:type="paragraph" w:customStyle="1" w:styleId="1C536F220C5D45F0835CC71518EC8CC1">
    <w:name w:val="1C536F220C5D45F0835CC71518EC8CC1"/>
    <w:rsid w:val="00E42BDA"/>
    <w:pPr>
      <w:spacing w:after="160" w:line="259" w:lineRule="auto"/>
    </w:pPr>
    <w:rPr>
      <w:lang w:val="hr-HR" w:eastAsia="hr-HR"/>
    </w:rPr>
  </w:style>
  <w:style w:type="paragraph" w:customStyle="1" w:styleId="C94294C8CCD4492EAD050DCC2641A526">
    <w:name w:val="C94294C8CCD4492EAD050DCC2641A526"/>
    <w:rsid w:val="00E42BDA"/>
    <w:pPr>
      <w:spacing w:after="160" w:line="259" w:lineRule="auto"/>
    </w:pPr>
    <w:rPr>
      <w:lang w:val="hr-HR" w:eastAsia="hr-HR"/>
    </w:rPr>
  </w:style>
  <w:style w:type="paragraph" w:customStyle="1" w:styleId="E61611507E0C4CA79B29B4238BEA1A65">
    <w:name w:val="E61611507E0C4CA79B29B4238BEA1A65"/>
    <w:rsid w:val="00E42BDA"/>
    <w:pPr>
      <w:spacing w:after="160" w:line="259" w:lineRule="auto"/>
    </w:pPr>
    <w:rPr>
      <w:lang w:val="hr-HR" w:eastAsia="hr-HR"/>
    </w:rPr>
  </w:style>
  <w:style w:type="paragraph" w:customStyle="1" w:styleId="14392A9C622848A189AF26997A8F2304">
    <w:name w:val="14392A9C622848A189AF26997A8F2304"/>
    <w:rsid w:val="00E42BDA"/>
    <w:pPr>
      <w:spacing w:after="160" w:line="259" w:lineRule="auto"/>
    </w:pPr>
    <w:rPr>
      <w:lang w:val="hr-HR" w:eastAsia="hr-HR"/>
    </w:rPr>
  </w:style>
  <w:style w:type="paragraph" w:customStyle="1" w:styleId="0628FCED853F4E97A160A9671F2C5C2D">
    <w:name w:val="0628FCED853F4E97A160A9671F2C5C2D"/>
    <w:rsid w:val="00E42BDA"/>
    <w:pPr>
      <w:spacing w:after="160" w:line="259" w:lineRule="auto"/>
    </w:pPr>
    <w:rPr>
      <w:lang w:val="hr-HR" w:eastAsia="hr-HR"/>
    </w:rPr>
  </w:style>
  <w:style w:type="paragraph" w:customStyle="1" w:styleId="0080465B8D714D328B19DF500BAE21FF">
    <w:name w:val="0080465B8D714D328B19DF500BAE21FF"/>
    <w:rsid w:val="00E42BDA"/>
    <w:pPr>
      <w:spacing w:after="160" w:line="259" w:lineRule="auto"/>
    </w:pPr>
    <w:rPr>
      <w:lang w:val="hr-HR" w:eastAsia="hr-HR"/>
    </w:rPr>
  </w:style>
  <w:style w:type="paragraph" w:customStyle="1" w:styleId="C971F12447B54A8780CBA374DDF5FF87">
    <w:name w:val="C971F12447B54A8780CBA374DDF5FF87"/>
    <w:rsid w:val="00E42BDA"/>
    <w:pPr>
      <w:spacing w:after="160" w:line="259" w:lineRule="auto"/>
    </w:pPr>
    <w:rPr>
      <w:lang w:val="hr-HR" w:eastAsia="hr-HR"/>
    </w:rPr>
  </w:style>
  <w:style w:type="paragraph" w:customStyle="1" w:styleId="B3C7E77AEF1441C1B4D11B12179AB28D">
    <w:name w:val="B3C7E77AEF1441C1B4D11B12179AB28D"/>
    <w:rsid w:val="00E42BDA"/>
    <w:pPr>
      <w:spacing w:after="160" w:line="259" w:lineRule="auto"/>
    </w:pPr>
    <w:rPr>
      <w:lang w:val="hr-HR" w:eastAsia="hr-HR"/>
    </w:rPr>
  </w:style>
  <w:style w:type="paragraph" w:customStyle="1" w:styleId="D8839706882140E1957090B2B7B2F4F4">
    <w:name w:val="D8839706882140E1957090B2B7B2F4F4"/>
    <w:rsid w:val="00E42BDA"/>
    <w:pPr>
      <w:spacing w:after="160" w:line="259" w:lineRule="auto"/>
    </w:pPr>
    <w:rPr>
      <w:lang w:val="hr-HR" w:eastAsia="hr-HR"/>
    </w:rPr>
  </w:style>
  <w:style w:type="paragraph" w:customStyle="1" w:styleId="E457295ADD3047F1BC22F45365C85526">
    <w:name w:val="E457295ADD3047F1BC22F45365C85526"/>
    <w:rsid w:val="00E42BDA"/>
    <w:pPr>
      <w:spacing w:after="160" w:line="259" w:lineRule="auto"/>
    </w:pPr>
    <w:rPr>
      <w:lang w:val="hr-HR" w:eastAsia="hr-HR"/>
    </w:rPr>
  </w:style>
  <w:style w:type="paragraph" w:customStyle="1" w:styleId="57F88E8C2DAF48C69554F9FDE182EFCA">
    <w:name w:val="57F88E8C2DAF48C69554F9FDE182EFCA"/>
    <w:rsid w:val="00E42BDA"/>
    <w:pPr>
      <w:spacing w:after="160" w:line="259" w:lineRule="auto"/>
    </w:pPr>
    <w:rPr>
      <w:lang w:val="hr-HR" w:eastAsia="hr-HR"/>
    </w:rPr>
  </w:style>
  <w:style w:type="paragraph" w:customStyle="1" w:styleId="65F83D5544144E66BC92801E2AF716B3">
    <w:name w:val="65F83D5544144E66BC92801E2AF716B3"/>
    <w:rsid w:val="00E42BDA"/>
    <w:pPr>
      <w:spacing w:after="160" w:line="259" w:lineRule="auto"/>
    </w:pPr>
    <w:rPr>
      <w:lang w:val="hr-HR" w:eastAsia="hr-HR"/>
    </w:rPr>
  </w:style>
  <w:style w:type="paragraph" w:customStyle="1" w:styleId="3BA2528185734AA99B0B559D90E9101C">
    <w:name w:val="3BA2528185734AA99B0B559D90E9101C"/>
    <w:rsid w:val="00E42BDA"/>
    <w:pPr>
      <w:spacing w:after="160" w:line="259" w:lineRule="auto"/>
    </w:pPr>
    <w:rPr>
      <w:lang w:val="hr-HR" w:eastAsia="hr-HR"/>
    </w:rPr>
  </w:style>
  <w:style w:type="paragraph" w:customStyle="1" w:styleId="455739DCDA9C4F1A9DDEAE66DA622BF2">
    <w:name w:val="455739DCDA9C4F1A9DDEAE66DA622BF2"/>
    <w:rsid w:val="00E42BDA"/>
    <w:pPr>
      <w:spacing w:after="160" w:line="259" w:lineRule="auto"/>
    </w:pPr>
    <w:rPr>
      <w:lang w:val="hr-HR" w:eastAsia="hr-HR"/>
    </w:rPr>
  </w:style>
  <w:style w:type="paragraph" w:customStyle="1" w:styleId="1DF6629362B241BE8FA830B3BBD49C50">
    <w:name w:val="1DF6629362B241BE8FA830B3BBD49C50"/>
    <w:rsid w:val="00E42BDA"/>
    <w:pPr>
      <w:spacing w:after="160" w:line="259" w:lineRule="auto"/>
    </w:pPr>
    <w:rPr>
      <w:lang w:val="hr-HR" w:eastAsia="hr-HR"/>
    </w:rPr>
  </w:style>
  <w:style w:type="paragraph" w:customStyle="1" w:styleId="0F10AF973F08400F91A84BDDE4BF9744">
    <w:name w:val="0F10AF973F08400F91A84BDDE4BF9744"/>
    <w:rsid w:val="00E42BDA"/>
    <w:pPr>
      <w:spacing w:after="160" w:line="259" w:lineRule="auto"/>
    </w:pPr>
    <w:rPr>
      <w:lang w:val="hr-HR" w:eastAsia="hr-HR"/>
    </w:rPr>
  </w:style>
  <w:style w:type="paragraph" w:customStyle="1" w:styleId="BB5A9C8921E24116993388D3FA5CEF57">
    <w:name w:val="BB5A9C8921E24116993388D3FA5CEF57"/>
    <w:rsid w:val="00E42BDA"/>
    <w:pPr>
      <w:spacing w:after="160" w:line="259" w:lineRule="auto"/>
    </w:pPr>
    <w:rPr>
      <w:lang w:val="hr-HR" w:eastAsia="hr-HR"/>
    </w:rPr>
  </w:style>
  <w:style w:type="paragraph" w:customStyle="1" w:styleId="77ED8A2A746B4DD8A30C032D21EF6E28">
    <w:name w:val="77ED8A2A746B4DD8A30C032D21EF6E28"/>
    <w:rsid w:val="00E42BDA"/>
    <w:pPr>
      <w:spacing w:after="160" w:line="259" w:lineRule="auto"/>
    </w:pPr>
    <w:rPr>
      <w:lang w:val="hr-HR" w:eastAsia="hr-HR"/>
    </w:rPr>
  </w:style>
  <w:style w:type="paragraph" w:customStyle="1" w:styleId="BE2764F9BE4441F4ABAD9F40615F12C1">
    <w:name w:val="BE2764F9BE4441F4ABAD9F40615F12C1"/>
    <w:rsid w:val="00E42BDA"/>
    <w:pPr>
      <w:spacing w:after="160" w:line="259" w:lineRule="auto"/>
    </w:pPr>
    <w:rPr>
      <w:lang w:val="hr-HR" w:eastAsia="hr-HR"/>
    </w:rPr>
  </w:style>
  <w:style w:type="paragraph" w:customStyle="1" w:styleId="E8E59553C5AD48468F37115038418AE9">
    <w:name w:val="E8E59553C5AD48468F37115038418AE9"/>
    <w:rsid w:val="00E42BDA"/>
    <w:pPr>
      <w:spacing w:after="160" w:line="259" w:lineRule="auto"/>
    </w:pPr>
    <w:rPr>
      <w:lang w:val="hr-HR" w:eastAsia="hr-HR"/>
    </w:rPr>
  </w:style>
  <w:style w:type="paragraph" w:customStyle="1" w:styleId="788D62C555B144EF8BFE965C96ED5023">
    <w:name w:val="788D62C555B144EF8BFE965C96ED5023"/>
    <w:rsid w:val="00E42BDA"/>
    <w:pPr>
      <w:spacing w:after="160" w:line="259" w:lineRule="auto"/>
    </w:pPr>
    <w:rPr>
      <w:lang w:val="hr-HR" w:eastAsia="hr-HR"/>
    </w:rPr>
  </w:style>
  <w:style w:type="paragraph" w:customStyle="1" w:styleId="06D1CA388D7E4FBB82E965E32304D2EC">
    <w:name w:val="06D1CA388D7E4FBB82E965E32304D2EC"/>
    <w:rsid w:val="00E42BDA"/>
    <w:pPr>
      <w:spacing w:after="160" w:line="259" w:lineRule="auto"/>
    </w:pPr>
    <w:rPr>
      <w:lang w:val="hr-HR" w:eastAsia="hr-HR"/>
    </w:rPr>
  </w:style>
  <w:style w:type="paragraph" w:customStyle="1" w:styleId="DBFF90C0B5BB491295299B85723F689C">
    <w:name w:val="DBFF90C0B5BB491295299B85723F689C"/>
    <w:rsid w:val="00E42BDA"/>
    <w:pPr>
      <w:spacing w:after="160" w:line="259" w:lineRule="auto"/>
    </w:pPr>
    <w:rPr>
      <w:lang w:val="hr-HR" w:eastAsia="hr-HR"/>
    </w:rPr>
  </w:style>
  <w:style w:type="paragraph" w:customStyle="1" w:styleId="20CDD8C1C2BC45E5BB7FDB01C5A6E534">
    <w:name w:val="20CDD8C1C2BC45E5BB7FDB01C5A6E534"/>
    <w:rsid w:val="00E42BDA"/>
    <w:pPr>
      <w:spacing w:after="160" w:line="259" w:lineRule="auto"/>
    </w:pPr>
    <w:rPr>
      <w:lang w:val="hr-HR" w:eastAsia="hr-HR"/>
    </w:rPr>
  </w:style>
  <w:style w:type="paragraph" w:customStyle="1" w:styleId="CD6D5B7A0489416E98F7FD18E61774A7">
    <w:name w:val="CD6D5B7A0489416E98F7FD18E61774A7"/>
    <w:rsid w:val="00E42BDA"/>
    <w:pPr>
      <w:spacing w:after="160" w:line="259" w:lineRule="auto"/>
    </w:pPr>
    <w:rPr>
      <w:lang w:val="hr-HR" w:eastAsia="hr-HR"/>
    </w:rPr>
  </w:style>
  <w:style w:type="paragraph" w:customStyle="1" w:styleId="649C6F7932A24B1F81D2AEA9A1793E7E">
    <w:name w:val="649C6F7932A24B1F81D2AEA9A1793E7E"/>
    <w:rsid w:val="00E42BDA"/>
    <w:pPr>
      <w:spacing w:after="160" w:line="259" w:lineRule="auto"/>
    </w:pPr>
    <w:rPr>
      <w:lang w:val="hr-HR" w:eastAsia="hr-HR"/>
    </w:rPr>
  </w:style>
  <w:style w:type="paragraph" w:customStyle="1" w:styleId="FB9BABEFBC2C4F4BA9571E9B70801261">
    <w:name w:val="FB9BABEFBC2C4F4BA9571E9B70801261"/>
    <w:rsid w:val="00E42BDA"/>
    <w:pPr>
      <w:spacing w:after="160" w:line="259" w:lineRule="auto"/>
    </w:pPr>
    <w:rPr>
      <w:lang w:val="hr-HR" w:eastAsia="hr-HR"/>
    </w:rPr>
  </w:style>
  <w:style w:type="paragraph" w:customStyle="1" w:styleId="0FE2374645AF4798A74196893B69388D">
    <w:name w:val="0FE2374645AF4798A74196893B69388D"/>
    <w:rsid w:val="00E42BDA"/>
    <w:pPr>
      <w:spacing w:after="160" w:line="259" w:lineRule="auto"/>
    </w:pPr>
    <w:rPr>
      <w:lang w:val="hr-HR" w:eastAsia="hr-HR"/>
    </w:rPr>
  </w:style>
  <w:style w:type="paragraph" w:customStyle="1" w:styleId="F481A5D6578341E1AD917B086FA8C9F7">
    <w:name w:val="F481A5D6578341E1AD917B086FA8C9F7"/>
    <w:rsid w:val="0059788E"/>
    <w:pPr>
      <w:spacing w:after="160" w:line="259" w:lineRule="auto"/>
    </w:pPr>
    <w:rPr>
      <w:lang w:val="hr-HR" w:eastAsia="hr-HR"/>
    </w:rPr>
  </w:style>
  <w:style w:type="paragraph" w:customStyle="1" w:styleId="859522198CB0497DA7B2F38729F15A72">
    <w:name w:val="859522198CB0497DA7B2F38729F15A72"/>
    <w:rsid w:val="0059788E"/>
    <w:pPr>
      <w:spacing w:after="160" w:line="259" w:lineRule="auto"/>
    </w:pPr>
    <w:rPr>
      <w:lang w:val="hr-HR" w:eastAsia="hr-HR"/>
    </w:rPr>
  </w:style>
  <w:style w:type="paragraph" w:customStyle="1" w:styleId="219A7A3C32444C959419ABB1D6B523A2">
    <w:name w:val="219A7A3C32444C959419ABB1D6B523A2"/>
    <w:rsid w:val="0059788E"/>
    <w:pPr>
      <w:spacing w:after="160" w:line="259" w:lineRule="auto"/>
    </w:pPr>
    <w:rPr>
      <w:lang w:val="hr-HR" w:eastAsia="hr-HR"/>
    </w:rPr>
  </w:style>
  <w:style w:type="paragraph" w:customStyle="1" w:styleId="72CECEBBD8B3487589D48927E623D195">
    <w:name w:val="72CECEBBD8B3487589D48927E623D195"/>
    <w:rsid w:val="0059788E"/>
    <w:pPr>
      <w:spacing w:after="160" w:line="259" w:lineRule="auto"/>
    </w:pPr>
    <w:rPr>
      <w:lang w:val="hr-HR" w:eastAsia="hr-HR"/>
    </w:rPr>
  </w:style>
  <w:style w:type="paragraph" w:customStyle="1" w:styleId="90CCD0F9D6DA4D26A7F8CEEAF140C79E">
    <w:name w:val="90CCD0F9D6DA4D26A7F8CEEAF140C79E"/>
    <w:rsid w:val="0059788E"/>
    <w:pPr>
      <w:spacing w:after="160" w:line="259" w:lineRule="auto"/>
    </w:pPr>
    <w:rPr>
      <w:lang w:val="hr-HR" w:eastAsia="hr-HR"/>
    </w:rPr>
  </w:style>
  <w:style w:type="paragraph" w:customStyle="1" w:styleId="2FB5E54438AB4456944AE79170677EE1">
    <w:name w:val="2FB5E54438AB4456944AE79170677EE1"/>
    <w:rsid w:val="0059788E"/>
    <w:pPr>
      <w:spacing w:after="160" w:line="259" w:lineRule="auto"/>
    </w:pPr>
    <w:rPr>
      <w:lang w:val="hr-HR" w:eastAsia="hr-HR"/>
    </w:rPr>
  </w:style>
  <w:style w:type="paragraph" w:customStyle="1" w:styleId="7404C4DFCC9F41488A6B19FA9E39B7AF">
    <w:name w:val="7404C4DFCC9F41488A6B19FA9E39B7AF"/>
    <w:rsid w:val="0059788E"/>
    <w:pPr>
      <w:spacing w:after="160" w:line="259" w:lineRule="auto"/>
    </w:pPr>
    <w:rPr>
      <w:lang w:val="hr-HR" w:eastAsia="hr-HR"/>
    </w:rPr>
  </w:style>
  <w:style w:type="paragraph" w:customStyle="1" w:styleId="43003F208FB04CED94C557F282F6275B">
    <w:name w:val="43003F208FB04CED94C557F282F6275B"/>
    <w:rsid w:val="0059788E"/>
    <w:pPr>
      <w:spacing w:after="160" w:line="259" w:lineRule="auto"/>
    </w:pPr>
    <w:rPr>
      <w:lang w:val="hr-HR" w:eastAsia="hr-HR"/>
    </w:rPr>
  </w:style>
  <w:style w:type="paragraph" w:customStyle="1" w:styleId="D8CCB750A1F64009B20C372058A69921">
    <w:name w:val="D8CCB750A1F64009B20C372058A69921"/>
    <w:rsid w:val="0059788E"/>
    <w:pPr>
      <w:spacing w:after="160" w:line="259" w:lineRule="auto"/>
    </w:pPr>
    <w:rPr>
      <w:lang w:val="hr-HR" w:eastAsia="hr-HR"/>
    </w:rPr>
  </w:style>
  <w:style w:type="paragraph" w:customStyle="1" w:styleId="175BD0BD35BB410C95945793A32468E9">
    <w:name w:val="175BD0BD35BB410C95945793A32468E9"/>
    <w:rsid w:val="0059788E"/>
    <w:pPr>
      <w:spacing w:after="160" w:line="259" w:lineRule="auto"/>
    </w:pPr>
    <w:rPr>
      <w:lang w:val="hr-HR" w:eastAsia="hr-HR"/>
    </w:rPr>
  </w:style>
  <w:style w:type="paragraph" w:customStyle="1" w:styleId="C36CAB5BCE68464D800C7439EE55B77F">
    <w:name w:val="C36CAB5BCE68464D800C7439EE55B77F"/>
    <w:rsid w:val="0059788E"/>
    <w:pPr>
      <w:spacing w:after="160" w:line="259" w:lineRule="auto"/>
    </w:pPr>
    <w:rPr>
      <w:lang w:val="hr-HR" w:eastAsia="hr-HR"/>
    </w:rPr>
  </w:style>
  <w:style w:type="paragraph" w:customStyle="1" w:styleId="B4DCC8E94159415D9EE9335C923267E8">
    <w:name w:val="B4DCC8E94159415D9EE9335C923267E8"/>
    <w:rsid w:val="0059788E"/>
    <w:pPr>
      <w:spacing w:after="160" w:line="259" w:lineRule="auto"/>
    </w:pPr>
    <w:rPr>
      <w:lang w:val="hr-HR" w:eastAsia="hr-HR"/>
    </w:rPr>
  </w:style>
  <w:style w:type="paragraph" w:customStyle="1" w:styleId="DDB71B6B82704414A54059DAAE5F776E">
    <w:name w:val="DDB71B6B82704414A54059DAAE5F776E"/>
    <w:rsid w:val="0059788E"/>
    <w:pPr>
      <w:spacing w:after="160" w:line="259" w:lineRule="auto"/>
    </w:pPr>
    <w:rPr>
      <w:lang w:val="hr-HR" w:eastAsia="hr-HR"/>
    </w:rPr>
  </w:style>
  <w:style w:type="paragraph" w:customStyle="1" w:styleId="E962FFD1C8494DAA8D548C5129368231">
    <w:name w:val="E962FFD1C8494DAA8D548C5129368231"/>
    <w:rsid w:val="0059788E"/>
    <w:pPr>
      <w:spacing w:after="160" w:line="259" w:lineRule="auto"/>
    </w:pPr>
    <w:rPr>
      <w:lang w:val="hr-HR" w:eastAsia="hr-HR"/>
    </w:rPr>
  </w:style>
  <w:style w:type="paragraph" w:customStyle="1" w:styleId="B79D4EED3E9B4D2395AA1C97E3633849">
    <w:name w:val="B79D4EED3E9B4D2395AA1C97E3633849"/>
    <w:rsid w:val="0059788E"/>
    <w:pPr>
      <w:spacing w:after="160" w:line="259" w:lineRule="auto"/>
    </w:pPr>
    <w:rPr>
      <w:lang w:val="hr-HR" w:eastAsia="hr-HR"/>
    </w:rPr>
  </w:style>
  <w:style w:type="paragraph" w:customStyle="1" w:styleId="5ACE5F8FB5E948A1A68CF3037E064676">
    <w:name w:val="5ACE5F8FB5E948A1A68CF3037E064676"/>
    <w:rsid w:val="0059788E"/>
    <w:pPr>
      <w:spacing w:after="160" w:line="259" w:lineRule="auto"/>
    </w:pPr>
    <w:rPr>
      <w:lang w:val="hr-HR" w:eastAsia="hr-HR"/>
    </w:rPr>
  </w:style>
  <w:style w:type="paragraph" w:customStyle="1" w:styleId="26521069B0764E6096D33525A9CB7E9D">
    <w:name w:val="26521069B0764E6096D33525A9CB7E9D"/>
    <w:rsid w:val="0059788E"/>
    <w:pPr>
      <w:spacing w:after="160" w:line="259" w:lineRule="auto"/>
    </w:pPr>
    <w:rPr>
      <w:lang w:val="hr-HR" w:eastAsia="hr-HR"/>
    </w:rPr>
  </w:style>
  <w:style w:type="paragraph" w:customStyle="1" w:styleId="FB7B71A85CCD49048B110A7182AF1907">
    <w:name w:val="FB7B71A85CCD49048B110A7182AF1907"/>
    <w:rsid w:val="0059788E"/>
    <w:pPr>
      <w:spacing w:after="160" w:line="259" w:lineRule="auto"/>
    </w:pPr>
    <w:rPr>
      <w:lang w:val="hr-HR" w:eastAsia="hr-HR"/>
    </w:rPr>
  </w:style>
  <w:style w:type="paragraph" w:customStyle="1" w:styleId="C19D9CD359704BB48687B907E3CCB689">
    <w:name w:val="C19D9CD359704BB48687B907E3CCB689"/>
    <w:rsid w:val="0059788E"/>
    <w:pPr>
      <w:spacing w:after="160" w:line="259" w:lineRule="auto"/>
    </w:pPr>
    <w:rPr>
      <w:lang w:val="hr-HR" w:eastAsia="hr-HR"/>
    </w:rPr>
  </w:style>
  <w:style w:type="paragraph" w:customStyle="1" w:styleId="11D5FDA751AB44369ED7D91438D42BBE">
    <w:name w:val="11D5FDA751AB44369ED7D91438D42BBE"/>
    <w:rsid w:val="0059788E"/>
    <w:pPr>
      <w:spacing w:after="160" w:line="259" w:lineRule="auto"/>
    </w:pPr>
    <w:rPr>
      <w:lang w:val="hr-HR" w:eastAsia="hr-HR"/>
    </w:rPr>
  </w:style>
  <w:style w:type="paragraph" w:customStyle="1" w:styleId="8F1D536D847E4D41B9D682E428B86C9D">
    <w:name w:val="8F1D536D847E4D41B9D682E428B86C9D"/>
    <w:rsid w:val="0059788E"/>
    <w:pPr>
      <w:spacing w:after="160" w:line="259" w:lineRule="auto"/>
    </w:pPr>
    <w:rPr>
      <w:lang w:val="hr-HR" w:eastAsia="hr-HR"/>
    </w:rPr>
  </w:style>
  <w:style w:type="paragraph" w:customStyle="1" w:styleId="664F5E47D1F34E068697EAEEE660ECB3">
    <w:name w:val="664F5E47D1F34E068697EAEEE660ECB3"/>
    <w:rsid w:val="0059788E"/>
    <w:pPr>
      <w:spacing w:after="160" w:line="259" w:lineRule="auto"/>
    </w:pPr>
    <w:rPr>
      <w:lang w:val="hr-HR" w:eastAsia="hr-HR"/>
    </w:rPr>
  </w:style>
  <w:style w:type="paragraph" w:customStyle="1" w:styleId="CF9B72583A2E4C77A7DBDC5F5FEA9F4C">
    <w:name w:val="CF9B72583A2E4C77A7DBDC5F5FEA9F4C"/>
    <w:rsid w:val="0059788E"/>
    <w:pPr>
      <w:spacing w:after="160" w:line="259" w:lineRule="auto"/>
    </w:pPr>
    <w:rPr>
      <w:lang w:val="hr-HR" w:eastAsia="hr-HR"/>
    </w:rPr>
  </w:style>
  <w:style w:type="paragraph" w:customStyle="1" w:styleId="BA649274B7FC449CA14143DD6F047EF8">
    <w:name w:val="BA649274B7FC449CA14143DD6F047EF8"/>
    <w:rsid w:val="00275801"/>
    <w:pPr>
      <w:spacing w:after="160" w:line="259" w:lineRule="auto"/>
    </w:pPr>
    <w:rPr>
      <w:lang w:val="hr-HR" w:eastAsia="hr-HR"/>
    </w:rPr>
  </w:style>
  <w:style w:type="paragraph" w:customStyle="1" w:styleId="CE5B5DE827D44D8D8ABEADBDB5F1B80E">
    <w:name w:val="CE5B5DE827D44D8D8ABEADBDB5F1B80E"/>
    <w:rsid w:val="00275801"/>
    <w:pPr>
      <w:spacing w:after="160" w:line="259" w:lineRule="auto"/>
    </w:pPr>
    <w:rPr>
      <w:lang w:val="hr-HR" w:eastAsia="hr-HR"/>
    </w:rPr>
  </w:style>
  <w:style w:type="paragraph" w:customStyle="1" w:styleId="5088BA3F638042748ABC670501355532">
    <w:name w:val="5088BA3F638042748ABC670501355532"/>
    <w:rsid w:val="00275801"/>
    <w:pPr>
      <w:spacing w:after="160" w:line="259" w:lineRule="auto"/>
    </w:pPr>
    <w:rPr>
      <w:lang w:val="hr-HR" w:eastAsia="hr-HR"/>
    </w:rPr>
  </w:style>
  <w:style w:type="paragraph" w:customStyle="1" w:styleId="6DFFFC1D72A24D19B841BAE259184940">
    <w:name w:val="6DFFFC1D72A24D19B841BAE259184940"/>
    <w:rsid w:val="00275801"/>
    <w:pPr>
      <w:spacing w:after="160" w:line="259" w:lineRule="auto"/>
    </w:pPr>
    <w:rPr>
      <w:lang w:val="hr-HR" w:eastAsia="hr-HR"/>
    </w:rPr>
  </w:style>
  <w:style w:type="paragraph" w:customStyle="1" w:styleId="D62AEB70C0BF4F8BA7977E97F321EE10">
    <w:name w:val="D62AEB70C0BF4F8BA7977E97F321EE10"/>
    <w:rsid w:val="00275801"/>
    <w:pPr>
      <w:spacing w:after="160" w:line="259" w:lineRule="auto"/>
    </w:pPr>
    <w:rPr>
      <w:lang w:val="hr-HR" w:eastAsia="hr-HR"/>
    </w:rPr>
  </w:style>
  <w:style w:type="paragraph" w:customStyle="1" w:styleId="445C080490CC4DD9A11DD31A367A53C0">
    <w:name w:val="445C080490CC4DD9A11DD31A367A53C0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FE29A942FBBD4232BAFDC247FCB5692A">
    <w:name w:val="FE29A942FBBD4232BAFDC247FCB5692A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445C080490CC4DD9A11DD31A367A53C01">
    <w:name w:val="445C080490CC4DD9A11DD31A367A53C0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FE29A942FBBD4232BAFDC247FCB5692A1">
    <w:name w:val="FE29A942FBBD4232BAFDC247FCB5692A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E0EB3A7C01BF4C8DB35A012D91C2E57B">
    <w:name w:val="E0EB3A7C01BF4C8DB35A012D91C2E57B"/>
    <w:rsid w:val="00275801"/>
    <w:pPr>
      <w:spacing w:after="160" w:line="259" w:lineRule="auto"/>
    </w:pPr>
    <w:rPr>
      <w:lang w:val="hr-HR" w:eastAsia="hr-HR"/>
    </w:rPr>
  </w:style>
  <w:style w:type="paragraph" w:customStyle="1" w:styleId="D6251F2E6AAA4C4086F458C371BB0ECD">
    <w:name w:val="D6251F2E6AAA4C4086F458C371BB0ECD"/>
    <w:rsid w:val="00275801"/>
    <w:pPr>
      <w:spacing w:after="160" w:line="259" w:lineRule="auto"/>
    </w:pPr>
    <w:rPr>
      <w:lang w:val="hr-HR" w:eastAsia="hr-HR"/>
    </w:rPr>
  </w:style>
  <w:style w:type="paragraph" w:customStyle="1" w:styleId="7F229D3647F0485A841F06B5BFE6B9C9">
    <w:name w:val="7F229D3647F0485A841F06B5BFE6B9C9"/>
    <w:rsid w:val="00275801"/>
    <w:pPr>
      <w:spacing w:after="160" w:line="259" w:lineRule="auto"/>
    </w:pPr>
    <w:rPr>
      <w:lang w:val="hr-HR" w:eastAsia="hr-HR"/>
    </w:rPr>
  </w:style>
  <w:style w:type="paragraph" w:customStyle="1" w:styleId="C5316E3905DC4D4A94608C553C78A4EB">
    <w:name w:val="C5316E3905DC4D4A94608C553C78A4EB"/>
    <w:rsid w:val="00275801"/>
    <w:pPr>
      <w:spacing w:after="160" w:line="259" w:lineRule="auto"/>
    </w:pPr>
    <w:rPr>
      <w:lang w:val="hr-HR" w:eastAsia="hr-HR"/>
    </w:rPr>
  </w:style>
  <w:style w:type="paragraph" w:customStyle="1" w:styleId="00747D5E6E7D46ACBAAD5694FD7C3510">
    <w:name w:val="00747D5E6E7D46ACBAAD5694FD7C3510"/>
    <w:rsid w:val="00275801"/>
    <w:pPr>
      <w:spacing w:after="160" w:line="259" w:lineRule="auto"/>
    </w:pPr>
    <w:rPr>
      <w:lang w:val="hr-HR" w:eastAsia="hr-HR"/>
    </w:rPr>
  </w:style>
  <w:style w:type="paragraph" w:customStyle="1" w:styleId="3ACDBC17F9FB4F1EAE360E7F617EA780">
    <w:name w:val="3ACDBC17F9FB4F1EAE360E7F617EA780"/>
    <w:rsid w:val="00275801"/>
    <w:pPr>
      <w:spacing w:after="160" w:line="259" w:lineRule="auto"/>
    </w:pPr>
    <w:rPr>
      <w:lang w:val="hr-HR" w:eastAsia="hr-HR"/>
    </w:rPr>
  </w:style>
  <w:style w:type="paragraph" w:customStyle="1" w:styleId="6E7FC233120F4718B96BBCC8EE6E6237">
    <w:name w:val="6E7FC233120F4718B96BBCC8EE6E6237"/>
    <w:rsid w:val="00275801"/>
    <w:pPr>
      <w:spacing w:after="160" w:line="259" w:lineRule="auto"/>
    </w:pPr>
    <w:rPr>
      <w:lang w:val="hr-HR" w:eastAsia="hr-HR"/>
    </w:rPr>
  </w:style>
  <w:style w:type="paragraph" w:customStyle="1" w:styleId="44F0ECE4C58B47C297373E0D42C5CB2F">
    <w:name w:val="44F0ECE4C58B47C297373E0D42C5CB2F"/>
    <w:rsid w:val="00275801"/>
    <w:pPr>
      <w:spacing w:after="160" w:line="259" w:lineRule="auto"/>
    </w:pPr>
    <w:rPr>
      <w:lang w:val="hr-HR" w:eastAsia="hr-HR"/>
    </w:rPr>
  </w:style>
  <w:style w:type="paragraph" w:customStyle="1" w:styleId="959985BD333D447D9351B59C5D91A8BB">
    <w:name w:val="959985BD333D447D9351B59C5D91A8BB"/>
    <w:rsid w:val="00275801"/>
    <w:pPr>
      <w:spacing w:after="160" w:line="259" w:lineRule="auto"/>
    </w:pPr>
    <w:rPr>
      <w:lang w:val="hr-HR" w:eastAsia="hr-HR"/>
    </w:rPr>
  </w:style>
  <w:style w:type="paragraph" w:customStyle="1" w:styleId="B8946499BBD0433D950901D88E2D3ABF">
    <w:name w:val="B8946499BBD0433D950901D88E2D3ABF"/>
    <w:rsid w:val="00275801"/>
    <w:pPr>
      <w:spacing w:after="160" w:line="259" w:lineRule="auto"/>
    </w:pPr>
    <w:rPr>
      <w:lang w:val="hr-HR" w:eastAsia="hr-HR"/>
    </w:rPr>
  </w:style>
  <w:style w:type="paragraph" w:customStyle="1" w:styleId="9321B26B62FD40839C53A0D5A37F344B">
    <w:name w:val="9321B26B62FD40839C53A0D5A37F344B"/>
    <w:rsid w:val="00275801"/>
    <w:pPr>
      <w:spacing w:after="160" w:line="259" w:lineRule="auto"/>
    </w:pPr>
    <w:rPr>
      <w:lang w:val="hr-HR" w:eastAsia="hr-HR"/>
    </w:rPr>
  </w:style>
  <w:style w:type="paragraph" w:customStyle="1" w:styleId="F78C50AE7D984160B3DAB53DD5C2CD9B">
    <w:name w:val="F78C50AE7D984160B3DAB53DD5C2CD9B"/>
    <w:rsid w:val="00275801"/>
    <w:pPr>
      <w:spacing w:after="160" w:line="259" w:lineRule="auto"/>
    </w:pPr>
    <w:rPr>
      <w:lang w:val="hr-HR" w:eastAsia="hr-HR"/>
    </w:rPr>
  </w:style>
  <w:style w:type="paragraph" w:customStyle="1" w:styleId="9BEC13E205584EBDA8FA30C461318C2F">
    <w:name w:val="9BEC13E205584EBDA8FA30C461318C2F"/>
    <w:rsid w:val="00275801"/>
    <w:pPr>
      <w:spacing w:after="160" w:line="259" w:lineRule="auto"/>
    </w:pPr>
    <w:rPr>
      <w:lang w:val="hr-HR" w:eastAsia="hr-HR"/>
    </w:rPr>
  </w:style>
  <w:style w:type="paragraph" w:customStyle="1" w:styleId="C8B6731BF90240DCB93FCBF683335FB5">
    <w:name w:val="C8B6731BF90240DCB93FCBF683335FB5"/>
    <w:rsid w:val="00275801"/>
    <w:pPr>
      <w:spacing w:after="160" w:line="259" w:lineRule="auto"/>
    </w:pPr>
    <w:rPr>
      <w:lang w:val="hr-HR" w:eastAsia="hr-HR"/>
    </w:rPr>
  </w:style>
  <w:style w:type="paragraph" w:customStyle="1" w:styleId="28983564053D404180542B35FE427728">
    <w:name w:val="28983564053D404180542B35FE427728"/>
    <w:rsid w:val="00275801"/>
    <w:pPr>
      <w:spacing w:after="160" w:line="259" w:lineRule="auto"/>
    </w:pPr>
    <w:rPr>
      <w:lang w:val="hr-HR" w:eastAsia="hr-HR"/>
    </w:rPr>
  </w:style>
  <w:style w:type="paragraph" w:customStyle="1" w:styleId="8CCD610062DE4FFDAB1B50585863055D">
    <w:name w:val="8CCD610062DE4FFDAB1B50585863055D"/>
    <w:rsid w:val="00275801"/>
    <w:pPr>
      <w:spacing w:after="160" w:line="259" w:lineRule="auto"/>
    </w:pPr>
    <w:rPr>
      <w:lang w:val="hr-HR" w:eastAsia="hr-HR"/>
    </w:rPr>
  </w:style>
  <w:style w:type="paragraph" w:customStyle="1" w:styleId="31E0035E6CAE490082ACF6D5CE99D1DC">
    <w:name w:val="31E0035E6CAE490082ACF6D5CE99D1DC"/>
    <w:rsid w:val="00275801"/>
    <w:pPr>
      <w:spacing w:after="160" w:line="259" w:lineRule="auto"/>
    </w:pPr>
    <w:rPr>
      <w:lang w:val="hr-HR" w:eastAsia="hr-HR"/>
    </w:rPr>
  </w:style>
  <w:style w:type="paragraph" w:customStyle="1" w:styleId="14D571E18F1F4248BACD071119724366">
    <w:name w:val="14D571E18F1F4248BACD071119724366"/>
    <w:rsid w:val="00275801"/>
    <w:pPr>
      <w:spacing w:after="160" w:line="259" w:lineRule="auto"/>
    </w:pPr>
    <w:rPr>
      <w:lang w:val="hr-HR" w:eastAsia="hr-HR"/>
    </w:rPr>
  </w:style>
  <w:style w:type="paragraph" w:customStyle="1" w:styleId="F19C7562046240E88526EA7FCE572A7E">
    <w:name w:val="F19C7562046240E88526EA7FCE572A7E"/>
    <w:rsid w:val="00275801"/>
    <w:pPr>
      <w:spacing w:after="160" w:line="259" w:lineRule="auto"/>
    </w:pPr>
    <w:rPr>
      <w:lang w:val="hr-HR" w:eastAsia="hr-HR"/>
    </w:rPr>
  </w:style>
  <w:style w:type="paragraph" w:customStyle="1" w:styleId="44F0ECE4C58B47C297373E0D42C5CB2F1">
    <w:name w:val="44F0ECE4C58B47C297373E0D42C5CB2F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FE29A942FBBD4232BAFDC247FCB5692A2">
    <w:name w:val="FE29A942FBBD4232BAFDC247FCB5692A2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A25BD73CB7994EBCA3BB9329D70FC141">
    <w:name w:val="A25BD73CB7994EBCA3BB9329D70FC14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14C99204FEE747A7B415ABA0E6F43C78">
    <w:name w:val="14C99204FEE747A7B415ABA0E6F43C78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82BD44A51C7342ABB1669DA7456BE3F6">
    <w:name w:val="82BD44A51C7342ABB1669DA7456BE3F6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609D6D5406C04F8D9EA737CCAFBF83CC">
    <w:name w:val="609D6D5406C04F8D9EA737CCAFBF83CC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959985BD333D447D9351B59C5D91A8BB1">
    <w:name w:val="959985BD333D447D9351B59C5D91A8BB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31E0035E6CAE490082ACF6D5CE99D1DC1">
    <w:name w:val="31E0035E6CAE490082ACF6D5CE99D1DC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9BEC13E205584EBDA8FA30C461318C2F1">
    <w:name w:val="9BEC13E205584EBDA8FA30C461318C2F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C8B6731BF90240DCB93FCBF683335FB51">
    <w:name w:val="C8B6731BF90240DCB93FCBF683335FB5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28983564053D404180542B35FE4277281">
    <w:name w:val="28983564053D404180542B35FE427728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8CCD610062DE4FFDAB1B50585863055D1">
    <w:name w:val="8CCD610062DE4FFDAB1B50585863055D1"/>
    <w:rsid w:val="00275801"/>
    <w:pPr>
      <w:spacing w:before="60" w:after="120" w:line="228" w:lineRule="auto"/>
      <w:ind w:left="851"/>
      <w:jc w:val="both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AD274CFF70BA4B80A6CB5036268E3079">
    <w:name w:val="AD274CFF70BA4B80A6CB5036268E3079"/>
    <w:rsid w:val="00275801"/>
    <w:pPr>
      <w:spacing w:after="160" w:line="259" w:lineRule="auto"/>
    </w:pPr>
    <w:rPr>
      <w:lang w:val="hr-HR" w:eastAsia="hr-HR"/>
    </w:rPr>
  </w:style>
  <w:style w:type="paragraph" w:customStyle="1" w:styleId="FE7EF36E2E044A9082FE6B011B3D913F">
    <w:name w:val="FE7EF36E2E044A9082FE6B011B3D913F"/>
    <w:rsid w:val="00275801"/>
    <w:pPr>
      <w:spacing w:after="160" w:line="259" w:lineRule="auto"/>
    </w:pPr>
    <w:rPr>
      <w:lang w:val="hr-HR" w:eastAsia="hr-HR"/>
    </w:rPr>
  </w:style>
  <w:style w:type="paragraph" w:customStyle="1" w:styleId="D82170ADCB0040E9A486A32343D493C0">
    <w:name w:val="D82170ADCB0040E9A486A32343D493C0"/>
    <w:rsid w:val="00275801"/>
    <w:pPr>
      <w:spacing w:after="160" w:line="259" w:lineRule="auto"/>
    </w:pPr>
    <w:rPr>
      <w:lang w:val="hr-HR" w:eastAsia="hr-HR"/>
    </w:rPr>
  </w:style>
  <w:style w:type="paragraph" w:customStyle="1" w:styleId="40C93A95213E4352A72ACC1F414C1194">
    <w:name w:val="40C93A95213E4352A72ACC1F414C1194"/>
    <w:rsid w:val="00275801"/>
    <w:pPr>
      <w:spacing w:after="160" w:line="259" w:lineRule="auto"/>
    </w:pPr>
    <w:rPr>
      <w:lang w:val="hr-HR" w:eastAsia="hr-HR"/>
    </w:rPr>
  </w:style>
  <w:style w:type="paragraph" w:customStyle="1" w:styleId="7A37B9D6E3A3433FAB6BCF0E610E47E8">
    <w:name w:val="7A37B9D6E3A3433FAB6BCF0E610E47E8"/>
    <w:rsid w:val="00275801"/>
    <w:pPr>
      <w:spacing w:after="160" w:line="259" w:lineRule="auto"/>
    </w:pPr>
    <w:rPr>
      <w:lang w:val="hr-HR" w:eastAsia="hr-HR"/>
    </w:rPr>
  </w:style>
  <w:style w:type="paragraph" w:customStyle="1" w:styleId="A97463ED1DEC4B39932D78C4A661CC40">
    <w:name w:val="A97463ED1DEC4B39932D78C4A661CC40"/>
    <w:rsid w:val="00275801"/>
    <w:pPr>
      <w:spacing w:after="160" w:line="259" w:lineRule="auto"/>
    </w:pPr>
    <w:rPr>
      <w:lang w:val="hr-HR" w:eastAsia="hr-HR"/>
    </w:rPr>
  </w:style>
  <w:style w:type="paragraph" w:customStyle="1" w:styleId="42EFBC7A2E7049EAB262FDA4A4C1361A">
    <w:name w:val="42EFBC7A2E7049EAB262FDA4A4C1361A"/>
    <w:rsid w:val="00275801"/>
    <w:pPr>
      <w:spacing w:after="160" w:line="259" w:lineRule="auto"/>
    </w:pPr>
    <w:rPr>
      <w:lang w:val="hr-HR" w:eastAsia="hr-H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 xmlns:b="http://schemas.openxmlformats.org/officeDocument/2006/bibliography" xmlns="http://schemas.openxmlformats.org/officeDocument/2006/bibliography">
    <b:Tag>Placeholder1</b:Tag>
    <b:RefOrder>1</b:RefOrder>
  </b:Source>
  <b:Source xmlns:b="http://schemas.openxmlformats.org/officeDocument/2006/bibliography" xmlns="http://schemas.openxmlformats.org/officeDocument/2006/bibliography">
    <b:Tag>Placeholder2</b:Tag>
    <b:RefOrder>2</b:RefOrder>
  </b:Source>
</b:Sources>
</file>

<file path=customXml/itemProps1.xml><?xml version="1.0" encoding="utf-8"?>
<ds:datastoreItem xmlns:ds="http://schemas.openxmlformats.org/officeDocument/2006/customXml" ds:itemID="{C181DCBD-6D83-42C8-A97D-6C2ACEB9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EN0</Template>
  <TotalTime>1026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Janjac</dc:creator>
  <cp:lastModifiedBy>Stanislav Janjac</cp:lastModifiedBy>
  <cp:revision>11</cp:revision>
  <cp:lastPrinted>2016-08-10T11:14:00Z</cp:lastPrinted>
  <dcterms:created xsi:type="dcterms:W3CDTF">2019-09-24T13:38:00Z</dcterms:created>
  <dcterms:modified xsi:type="dcterms:W3CDTF">2019-09-25T06:46:00Z</dcterms:modified>
  <cp:contentStatus/>
</cp:coreProperties>
</file>